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832"/>
        <w:gridCol w:w="3834"/>
        <w:gridCol w:w="13"/>
      </w:tblGrid>
      <w:tr w:rsidR="003B7DF9" w:rsidTr="007D5E4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07DD7" w:rsidP="006D285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D2857"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B7DF9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7D5E40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7D5E40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556C09" w:rsidRPr="001B1BC9" w:rsidTr="007D5E40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D2857" w:rsidP="00984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Bilateral worsening claudication type symptoms, but previously normal ABPI. ?arterial.</w:t>
            </w:r>
          </w:p>
        </w:tc>
      </w:tr>
      <w:tr w:rsidR="00556C09" w:rsidRPr="001B1BC9" w:rsidTr="007D5E40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7D5E40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D2857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3298190</wp:posOffset>
                      </wp:positionH>
                      <wp:positionV relativeFrom="paragraph">
                        <wp:posOffset>101600</wp:posOffset>
                      </wp:positionV>
                      <wp:extent cx="1115060" cy="4931410"/>
                      <wp:effectExtent l="0" t="0" r="8890" b="2540"/>
                      <wp:wrapNone/>
                      <wp:docPr id="12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15060" cy="4931410"/>
                                <a:chOff x="0" y="0"/>
                                <a:chExt cx="1115060" cy="4931250"/>
                              </a:xfrm>
                            </wpg:grpSpPr>
                            <wps:wsp>
                              <wps:cNvPr id="124" name="Freeform 8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8279" y="983473"/>
                                  <a:ext cx="229870" cy="687070"/>
                                </a:xfrm>
                                <a:custGeom>
                                  <a:avLst/>
                                  <a:gdLst>
                                    <a:gd name="T0" fmla="*/ 0 w 362"/>
                                    <a:gd name="T1" fmla="*/ 0 h 1082"/>
                                    <a:gd name="T2" fmla="*/ 147320 w 362"/>
                                    <a:gd name="T3" fmla="*/ 203200 h 1082"/>
                                    <a:gd name="T4" fmla="*/ 216535 w 362"/>
                                    <a:gd name="T5" fmla="*/ 405765 h 1082"/>
                                    <a:gd name="T6" fmla="*/ 230505 w 362"/>
                                    <a:gd name="T7" fmla="*/ 560705 h 1082"/>
                                    <a:gd name="T8" fmla="*/ 179070 w 362"/>
                                    <a:gd name="T9" fmla="*/ 711835 h 1082"/>
                                    <a:gd name="T10" fmla="*/ 216535 w 362"/>
                                    <a:gd name="T11" fmla="*/ 493395 h 1082"/>
                                    <a:gd name="T12" fmla="*/ 194945 w 362"/>
                                    <a:gd name="T13" fmla="*/ 354330 h 1082"/>
                                    <a:gd name="T14" fmla="*/ 0 w 362"/>
                                    <a:gd name="T15" fmla="*/ 0 h 1082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362" h="1082">
                                      <a:moveTo>
                                        <a:pt x="0" y="0"/>
                                      </a:moveTo>
                                      <a:lnTo>
                                        <a:pt x="58" y="31"/>
                                      </a:lnTo>
                                      <a:lnTo>
                                        <a:pt x="208" y="366"/>
                                      </a:lnTo>
                                      <a:lnTo>
                                        <a:pt x="342" y="651"/>
                                      </a:lnTo>
                                      <a:lnTo>
                                        <a:pt x="356" y="746"/>
                                      </a:lnTo>
                                      <a:lnTo>
                                        <a:pt x="362" y="909"/>
                                      </a:lnTo>
                                      <a:lnTo>
                                        <a:pt x="296" y="1082"/>
                                      </a:lnTo>
                                      <a:lnTo>
                                        <a:pt x="327" y="913"/>
                                      </a:lnTo>
                                      <a:lnTo>
                                        <a:pt x="322" y="66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Freeform 8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813" y="1641315"/>
                                  <a:ext cx="525780" cy="3289935"/>
                                </a:xfrm>
                                <a:custGeom>
                                  <a:avLst/>
                                  <a:gdLst>
                                    <a:gd name="T0" fmla="*/ 0 w 828"/>
                                    <a:gd name="T1" fmla="*/ 0 h 5181"/>
                                    <a:gd name="T2" fmla="*/ 52070 w 828"/>
                                    <a:gd name="T3" fmla="*/ 660400 h 5181"/>
                                    <a:gd name="T4" fmla="*/ 111760 w 828"/>
                                    <a:gd name="T5" fmla="*/ 1117600 h 5181"/>
                                    <a:gd name="T6" fmla="*/ 182880 w 828"/>
                                    <a:gd name="T7" fmla="*/ 1503045 h 5181"/>
                                    <a:gd name="T8" fmla="*/ 198755 w 828"/>
                                    <a:gd name="T9" fmla="*/ 1624965 h 5181"/>
                                    <a:gd name="T10" fmla="*/ 173990 w 828"/>
                                    <a:gd name="T11" fmla="*/ 1773555 h 5181"/>
                                    <a:gd name="T12" fmla="*/ 173990 w 828"/>
                                    <a:gd name="T13" fmla="*/ 2078355 h 5181"/>
                                    <a:gd name="T14" fmla="*/ 194945 w 828"/>
                                    <a:gd name="T15" fmla="*/ 2218690 h 5181"/>
                                    <a:gd name="T16" fmla="*/ 294640 w 828"/>
                                    <a:gd name="T17" fmla="*/ 2473325 h 5181"/>
                                    <a:gd name="T18" fmla="*/ 365760 w 828"/>
                                    <a:gd name="T19" fmla="*/ 2628265 h 5181"/>
                                    <a:gd name="T20" fmla="*/ 449580 w 828"/>
                                    <a:gd name="T21" fmla="*/ 2858770 h 5181"/>
                                    <a:gd name="T22" fmla="*/ 504825 w 828"/>
                                    <a:gd name="T23" fmla="*/ 3272155 h 5181"/>
                                    <a:gd name="T24" fmla="*/ 469265 w 828"/>
                                    <a:gd name="T25" fmla="*/ 2878455 h 5181"/>
                                    <a:gd name="T26" fmla="*/ 409575 w 828"/>
                                    <a:gd name="T27" fmla="*/ 2707640 h 5181"/>
                                    <a:gd name="T28" fmla="*/ 326390 w 828"/>
                                    <a:gd name="T29" fmla="*/ 2524760 h 5181"/>
                                    <a:gd name="T30" fmla="*/ 258445 w 828"/>
                                    <a:gd name="T31" fmla="*/ 2366010 h 5181"/>
                                    <a:gd name="T32" fmla="*/ 213995 w 828"/>
                                    <a:gd name="T33" fmla="*/ 2222500 h 5181"/>
                                    <a:gd name="T34" fmla="*/ 189865 w 828"/>
                                    <a:gd name="T35" fmla="*/ 2063750 h 5181"/>
                                    <a:gd name="T36" fmla="*/ 182880 w 828"/>
                                    <a:gd name="T37" fmla="*/ 1840865 h 5181"/>
                                    <a:gd name="T38" fmla="*/ 208915 w 828"/>
                                    <a:gd name="T39" fmla="*/ 1582420 h 5181"/>
                                    <a:gd name="T40" fmla="*/ 182880 w 828"/>
                                    <a:gd name="T41" fmla="*/ 1371600 h 5181"/>
                                    <a:gd name="T42" fmla="*/ 105410 w 828"/>
                                    <a:gd name="T43" fmla="*/ 840105 h 5181"/>
                                    <a:gd name="T44" fmla="*/ 88900 w 828"/>
                                    <a:gd name="T45" fmla="*/ 687070 h 5181"/>
                                    <a:gd name="T46" fmla="*/ 15875 w 828"/>
                                    <a:gd name="T47" fmla="*/ 83820 h 5181"/>
                                    <a:gd name="T48" fmla="*/ 0 w 828"/>
                                    <a:gd name="T49" fmla="*/ 0 h 5181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connsiteX0" fmla="*/ 0 w 10000"/>
                                    <a:gd name="connsiteY0" fmla="*/ 41 h 10000"/>
                                    <a:gd name="connsiteX1" fmla="*/ 0 w 10000"/>
                                    <a:gd name="connsiteY1" fmla="*/ 191 h 10000"/>
                                    <a:gd name="connsiteX2" fmla="*/ 36 w 10000"/>
                                    <a:gd name="connsiteY2" fmla="*/ 87 h 10000"/>
                                    <a:gd name="connsiteX3" fmla="*/ 362 w 10000"/>
                                    <a:gd name="connsiteY3" fmla="*/ 69 h 10000"/>
                                    <a:gd name="connsiteX4" fmla="*/ 616 w 10000"/>
                                    <a:gd name="connsiteY4" fmla="*/ 208 h 10000"/>
                                    <a:gd name="connsiteX5" fmla="*/ 652 w 10000"/>
                                    <a:gd name="connsiteY5" fmla="*/ 452 h 10000"/>
                                    <a:gd name="connsiteX6" fmla="*/ 1498 w 10000"/>
                                    <a:gd name="connsiteY6" fmla="*/ 2056 h 10000"/>
                                    <a:gd name="connsiteX7" fmla="*/ 2633 w 10000"/>
                                    <a:gd name="connsiteY7" fmla="*/ 3445 h 10000"/>
                                    <a:gd name="connsiteX8" fmla="*/ 3986 w 10000"/>
                                    <a:gd name="connsiteY8" fmla="*/ 4617 h 10000"/>
                                    <a:gd name="connsiteX9" fmla="*/ 4287 w 10000"/>
                                    <a:gd name="connsiteY9" fmla="*/ 4987 h 10000"/>
                                    <a:gd name="connsiteX10" fmla="*/ 3816 w 10000"/>
                                    <a:gd name="connsiteY10" fmla="*/ 5439 h 10000"/>
                                    <a:gd name="connsiteX11" fmla="*/ 3816 w 10000"/>
                                    <a:gd name="connsiteY11" fmla="*/ 6366 h 10000"/>
                                    <a:gd name="connsiteX12" fmla="*/ 4215 w 10000"/>
                                    <a:gd name="connsiteY12" fmla="*/ 6792 h 10000"/>
                                    <a:gd name="connsiteX13" fmla="*/ 6232 w 10000"/>
                                    <a:gd name="connsiteY13" fmla="*/ 7742 h 10000"/>
                                    <a:gd name="connsiteX14" fmla="*/ 7790 w 10000"/>
                                    <a:gd name="connsiteY14" fmla="*/ 8263 h 10000"/>
                                    <a:gd name="connsiteX15" fmla="*/ 8913 w 10000"/>
                                    <a:gd name="connsiteY15" fmla="*/ 8703 h 10000"/>
                                    <a:gd name="connsiteX16" fmla="*/ 9167 w 10000"/>
                                    <a:gd name="connsiteY16" fmla="*/ 8888 h 10000"/>
                                    <a:gd name="connsiteX17" fmla="*/ 9529 w 10000"/>
                                    <a:gd name="connsiteY17" fmla="*/ 9201 h 10000"/>
                                    <a:gd name="connsiteX18" fmla="*/ 9819 w 10000"/>
                                    <a:gd name="connsiteY18" fmla="*/ 10000 h 10000"/>
                                    <a:gd name="connsiteX19" fmla="*/ 10000 w 10000"/>
                                    <a:gd name="connsiteY19" fmla="*/ 9983 h 10000"/>
                                    <a:gd name="connsiteX20" fmla="*/ 9058 w 10000"/>
                                    <a:gd name="connsiteY20" fmla="*/ 8726 h 10000"/>
                                    <a:gd name="connsiteX21" fmla="*/ 8333 w 10000"/>
                                    <a:gd name="connsiteY21" fmla="*/ 8390 h 10000"/>
                                    <a:gd name="connsiteX22" fmla="*/ 6920 w 10000"/>
                                    <a:gd name="connsiteY22" fmla="*/ 7915 h 10000"/>
                                    <a:gd name="connsiteX23" fmla="*/ 5761 w 10000"/>
                                    <a:gd name="connsiteY23" fmla="*/ 7417 h 10000"/>
                                    <a:gd name="connsiteX24" fmla="*/ 4638 w 10000"/>
                                    <a:gd name="connsiteY24" fmla="*/ 6954 h 10000"/>
                                    <a:gd name="connsiteX25" fmla="*/ 4058 w 10000"/>
                                    <a:gd name="connsiteY25" fmla="*/ 6537 h 10000"/>
                                    <a:gd name="connsiteX26" fmla="*/ 3877 w 10000"/>
                                    <a:gd name="connsiteY26" fmla="*/ 6149 h 10000"/>
                                    <a:gd name="connsiteX27" fmla="*/ 3986 w 10000"/>
                                    <a:gd name="connsiteY27" fmla="*/ 5644 h 10000"/>
                                    <a:gd name="connsiteX28" fmla="*/ 4481 w 10000"/>
                                    <a:gd name="connsiteY28" fmla="*/ 4858 h 10000"/>
                                    <a:gd name="connsiteX29" fmla="*/ 3986 w 10000"/>
                                    <a:gd name="connsiteY29" fmla="*/ 4217 h 10000"/>
                                    <a:gd name="connsiteX30" fmla="*/ 3043 w 10000"/>
                                    <a:gd name="connsiteY30" fmla="*/ 3376 h 10000"/>
                                    <a:gd name="connsiteX31" fmla="*/ 3043 w 10000"/>
                                    <a:gd name="connsiteY31" fmla="*/ 3069 h 10000"/>
                                    <a:gd name="connsiteX32" fmla="*/ 2609 w 10000"/>
                                    <a:gd name="connsiteY32" fmla="*/ 2860 h 10000"/>
                                    <a:gd name="connsiteX33" fmla="*/ 2464 w 10000"/>
                                    <a:gd name="connsiteY33" fmla="*/ 2640 h 10000"/>
                                    <a:gd name="connsiteX34" fmla="*/ 2464 w 10000"/>
                                    <a:gd name="connsiteY34" fmla="*/ 2322 h 10000"/>
                                    <a:gd name="connsiteX35" fmla="*/ 2210 w 10000"/>
                                    <a:gd name="connsiteY35" fmla="*/ 2198 h 10000"/>
                                    <a:gd name="connsiteX36" fmla="*/ 1630 w 10000"/>
                                    <a:gd name="connsiteY36" fmla="*/ 1830 h 10000"/>
                                    <a:gd name="connsiteX37" fmla="*/ 1051 w 10000"/>
                                    <a:gd name="connsiteY37" fmla="*/ 735 h 10000"/>
                                    <a:gd name="connsiteX38" fmla="*/ 725 w 10000"/>
                                    <a:gd name="connsiteY38" fmla="*/ 81 h 10000"/>
                                    <a:gd name="connsiteX39" fmla="*/ 290 w 10000"/>
                                    <a:gd name="connsiteY39" fmla="*/ 0 h 10000"/>
                                    <a:gd name="connsiteX40" fmla="*/ 0 w 10000"/>
                                    <a:gd name="connsiteY40" fmla="*/ 41 h 10000"/>
                                    <a:gd name="connsiteX0" fmla="*/ 0 w 10000"/>
                                    <a:gd name="connsiteY0" fmla="*/ 41 h 10000"/>
                                    <a:gd name="connsiteX1" fmla="*/ 0 w 10000"/>
                                    <a:gd name="connsiteY1" fmla="*/ 191 h 10000"/>
                                    <a:gd name="connsiteX2" fmla="*/ 36 w 10000"/>
                                    <a:gd name="connsiteY2" fmla="*/ 87 h 10000"/>
                                    <a:gd name="connsiteX3" fmla="*/ 362 w 10000"/>
                                    <a:gd name="connsiteY3" fmla="*/ 69 h 10000"/>
                                    <a:gd name="connsiteX4" fmla="*/ 616 w 10000"/>
                                    <a:gd name="connsiteY4" fmla="*/ 208 h 10000"/>
                                    <a:gd name="connsiteX5" fmla="*/ 652 w 10000"/>
                                    <a:gd name="connsiteY5" fmla="*/ 452 h 10000"/>
                                    <a:gd name="connsiteX6" fmla="*/ 1498 w 10000"/>
                                    <a:gd name="connsiteY6" fmla="*/ 2056 h 10000"/>
                                    <a:gd name="connsiteX7" fmla="*/ 2633 w 10000"/>
                                    <a:gd name="connsiteY7" fmla="*/ 3445 h 10000"/>
                                    <a:gd name="connsiteX8" fmla="*/ 3986 w 10000"/>
                                    <a:gd name="connsiteY8" fmla="*/ 4617 h 10000"/>
                                    <a:gd name="connsiteX9" fmla="*/ 4287 w 10000"/>
                                    <a:gd name="connsiteY9" fmla="*/ 4987 h 10000"/>
                                    <a:gd name="connsiteX10" fmla="*/ 3816 w 10000"/>
                                    <a:gd name="connsiteY10" fmla="*/ 5439 h 10000"/>
                                    <a:gd name="connsiteX11" fmla="*/ 3816 w 10000"/>
                                    <a:gd name="connsiteY11" fmla="*/ 6366 h 10000"/>
                                    <a:gd name="connsiteX12" fmla="*/ 4215 w 10000"/>
                                    <a:gd name="connsiteY12" fmla="*/ 6792 h 10000"/>
                                    <a:gd name="connsiteX13" fmla="*/ 6232 w 10000"/>
                                    <a:gd name="connsiteY13" fmla="*/ 7742 h 10000"/>
                                    <a:gd name="connsiteX14" fmla="*/ 7790 w 10000"/>
                                    <a:gd name="connsiteY14" fmla="*/ 8263 h 10000"/>
                                    <a:gd name="connsiteX15" fmla="*/ 8913 w 10000"/>
                                    <a:gd name="connsiteY15" fmla="*/ 8703 h 10000"/>
                                    <a:gd name="connsiteX16" fmla="*/ 9167 w 10000"/>
                                    <a:gd name="connsiteY16" fmla="*/ 8888 h 10000"/>
                                    <a:gd name="connsiteX17" fmla="*/ 9529 w 10000"/>
                                    <a:gd name="connsiteY17" fmla="*/ 9201 h 10000"/>
                                    <a:gd name="connsiteX18" fmla="*/ 9819 w 10000"/>
                                    <a:gd name="connsiteY18" fmla="*/ 10000 h 10000"/>
                                    <a:gd name="connsiteX19" fmla="*/ 10000 w 10000"/>
                                    <a:gd name="connsiteY19" fmla="*/ 9983 h 10000"/>
                                    <a:gd name="connsiteX20" fmla="*/ 9058 w 10000"/>
                                    <a:gd name="connsiteY20" fmla="*/ 8726 h 10000"/>
                                    <a:gd name="connsiteX21" fmla="*/ 8333 w 10000"/>
                                    <a:gd name="connsiteY21" fmla="*/ 8390 h 10000"/>
                                    <a:gd name="connsiteX22" fmla="*/ 6920 w 10000"/>
                                    <a:gd name="connsiteY22" fmla="*/ 7915 h 10000"/>
                                    <a:gd name="connsiteX23" fmla="*/ 5761 w 10000"/>
                                    <a:gd name="connsiteY23" fmla="*/ 7417 h 10000"/>
                                    <a:gd name="connsiteX24" fmla="*/ 4638 w 10000"/>
                                    <a:gd name="connsiteY24" fmla="*/ 6954 h 10000"/>
                                    <a:gd name="connsiteX25" fmla="*/ 4058 w 10000"/>
                                    <a:gd name="connsiteY25" fmla="*/ 6537 h 10000"/>
                                    <a:gd name="connsiteX26" fmla="*/ 3877 w 10000"/>
                                    <a:gd name="connsiteY26" fmla="*/ 6149 h 10000"/>
                                    <a:gd name="connsiteX27" fmla="*/ 3986 w 10000"/>
                                    <a:gd name="connsiteY27" fmla="*/ 5644 h 10000"/>
                                    <a:gd name="connsiteX28" fmla="*/ 4481 w 10000"/>
                                    <a:gd name="connsiteY28" fmla="*/ 4858 h 10000"/>
                                    <a:gd name="connsiteX29" fmla="*/ 3986 w 10000"/>
                                    <a:gd name="connsiteY29" fmla="*/ 4217 h 10000"/>
                                    <a:gd name="connsiteX30" fmla="*/ 3043 w 10000"/>
                                    <a:gd name="connsiteY30" fmla="*/ 3376 h 10000"/>
                                    <a:gd name="connsiteX31" fmla="*/ 3043 w 10000"/>
                                    <a:gd name="connsiteY31" fmla="*/ 3069 h 10000"/>
                                    <a:gd name="connsiteX32" fmla="*/ 2609 w 10000"/>
                                    <a:gd name="connsiteY32" fmla="*/ 2860 h 10000"/>
                                    <a:gd name="connsiteX33" fmla="*/ 2464 w 10000"/>
                                    <a:gd name="connsiteY33" fmla="*/ 2640 h 10000"/>
                                    <a:gd name="connsiteX34" fmla="*/ 2210 w 10000"/>
                                    <a:gd name="connsiteY34" fmla="*/ 2198 h 10000"/>
                                    <a:gd name="connsiteX35" fmla="*/ 1630 w 10000"/>
                                    <a:gd name="connsiteY35" fmla="*/ 1830 h 10000"/>
                                    <a:gd name="connsiteX36" fmla="*/ 1051 w 10000"/>
                                    <a:gd name="connsiteY36" fmla="*/ 735 h 10000"/>
                                    <a:gd name="connsiteX37" fmla="*/ 725 w 10000"/>
                                    <a:gd name="connsiteY37" fmla="*/ 81 h 10000"/>
                                    <a:gd name="connsiteX38" fmla="*/ 290 w 10000"/>
                                    <a:gd name="connsiteY38" fmla="*/ 0 h 10000"/>
                                    <a:gd name="connsiteX39" fmla="*/ 0 w 10000"/>
                                    <a:gd name="connsiteY39" fmla="*/ 41 h 10000"/>
                                    <a:gd name="connsiteX0" fmla="*/ 0 w 10000"/>
                                    <a:gd name="connsiteY0" fmla="*/ 41 h 10000"/>
                                    <a:gd name="connsiteX1" fmla="*/ 0 w 10000"/>
                                    <a:gd name="connsiteY1" fmla="*/ 191 h 10000"/>
                                    <a:gd name="connsiteX2" fmla="*/ 36 w 10000"/>
                                    <a:gd name="connsiteY2" fmla="*/ 87 h 10000"/>
                                    <a:gd name="connsiteX3" fmla="*/ 362 w 10000"/>
                                    <a:gd name="connsiteY3" fmla="*/ 69 h 10000"/>
                                    <a:gd name="connsiteX4" fmla="*/ 616 w 10000"/>
                                    <a:gd name="connsiteY4" fmla="*/ 208 h 10000"/>
                                    <a:gd name="connsiteX5" fmla="*/ 652 w 10000"/>
                                    <a:gd name="connsiteY5" fmla="*/ 452 h 10000"/>
                                    <a:gd name="connsiteX6" fmla="*/ 1498 w 10000"/>
                                    <a:gd name="connsiteY6" fmla="*/ 2056 h 10000"/>
                                    <a:gd name="connsiteX7" fmla="*/ 2633 w 10000"/>
                                    <a:gd name="connsiteY7" fmla="*/ 3445 h 10000"/>
                                    <a:gd name="connsiteX8" fmla="*/ 3986 w 10000"/>
                                    <a:gd name="connsiteY8" fmla="*/ 4617 h 10000"/>
                                    <a:gd name="connsiteX9" fmla="*/ 4287 w 10000"/>
                                    <a:gd name="connsiteY9" fmla="*/ 4987 h 10000"/>
                                    <a:gd name="connsiteX10" fmla="*/ 3816 w 10000"/>
                                    <a:gd name="connsiteY10" fmla="*/ 5439 h 10000"/>
                                    <a:gd name="connsiteX11" fmla="*/ 3816 w 10000"/>
                                    <a:gd name="connsiteY11" fmla="*/ 6366 h 10000"/>
                                    <a:gd name="connsiteX12" fmla="*/ 4215 w 10000"/>
                                    <a:gd name="connsiteY12" fmla="*/ 6792 h 10000"/>
                                    <a:gd name="connsiteX13" fmla="*/ 6232 w 10000"/>
                                    <a:gd name="connsiteY13" fmla="*/ 7742 h 10000"/>
                                    <a:gd name="connsiteX14" fmla="*/ 7790 w 10000"/>
                                    <a:gd name="connsiteY14" fmla="*/ 8263 h 10000"/>
                                    <a:gd name="connsiteX15" fmla="*/ 8913 w 10000"/>
                                    <a:gd name="connsiteY15" fmla="*/ 8703 h 10000"/>
                                    <a:gd name="connsiteX16" fmla="*/ 9167 w 10000"/>
                                    <a:gd name="connsiteY16" fmla="*/ 8888 h 10000"/>
                                    <a:gd name="connsiteX17" fmla="*/ 9529 w 10000"/>
                                    <a:gd name="connsiteY17" fmla="*/ 9201 h 10000"/>
                                    <a:gd name="connsiteX18" fmla="*/ 9819 w 10000"/>
                                    <a:gd name="connsiteY18" fmla="*/ 10000 h 10000"/>
                                    <a:gd name="connsiteX19" fmla="*/ 10000 w 10000"/>
                                    <a:gd name="connsiteY19" fmla="*/ 9983 h 10000"/>
                                    <a:gd name="connsiteX20" fmla="*/ 9058 w 10000"/>
                                    <a:gd name="connsiteY20" fmla="*/ 8726 h 10000"/>
                                    <a:gd name="connsiteX21" fmla="*/ 8333 w 10000"/>
                                    <a:gd name="connsiteY21" fmla="*/ 8390 h 10000"/>
                                    <a:gd name="connsiteX22" fmla="*/ 6920 w 10000"/>
                                    <a:gd name="connsiteY22" fmla="*/ 7915 h 10000"/>
                                    <a:gd name="connsiteX23" fmla="*/ 5761 w 10000"/>
                                    <a:gd name="connsiteY23" fmla="*/ 7417 h 10000"/>
                                    <a:gd name="connsiteX24" fmla="*/ 4638 w 10000"/>
                                    <a:gd name="connsiteY24" fmla="*/ 6954 h 10000"/>
                                    <a:gd name="connsiteX25" fmla="*/ 4058 w 10000"/>
                                    <a:gd name="connsiteY25" fmla="*/ 6537 h 10000"/>
                                    <a:gd name="connsiteX26" fmla="*/ 3877 w 10000"/>
                                    <a:gd name="connsiteY26" fmla="*/ 6149 h 10000"/>
                                    <a:gd name="connsiteX27" fmla="*/ 3986 w 10000"/>
                                    <a:gd name="connsiteY27" fmla="*/ 5644 h 10000"/>
                                    <a:gd name="connsiteX28" fmla="*/ 4481 w 10000"/>
                                    <a:gd name="connsiteY28" fmla="*/ 4858 h 10000"/>
                                    <a:gd name="connsiteX29" fmla="*/ 3986 w 10000"/>
                                    <a:gd name="connsiteY29" fmla="*/ 4217 h 10000"/>
                                    <a:gd name="connsiteX30" fmla="*/ 3043 w 10000"/>
                                    <a:gd name="connsiteY30" fmla="*/ 3376 h 10000"/>
                                    <a:gd name="connsiteX31" fmla="*/ 3043 w 10000"/>
                                    <a:gd name="connsiteY31" fmla="*/ 3069 h 10000"/>
                                    <a:gd name="connsiteX32" fmla="*/ 2609 w 10000"/>
                                    <a:gd name="connsiteY32" fmla="*/ 2860 h 10000"/>
                                    <a:gd name="connsiteX33" fmla="*/ 2464 w 10000"/>
                                    <a:gd name="connsiteY33" fmla="*/ 2640 h 10000"/>
                                    <a:gd name="connsiteX34" fmla="*/ 2210 w 10000"/>
                                    <a:gd name="connsiteY34" fmla="*/ 2333 h 10000"/>
                                    <a:gd name="connsiteX35" fmla="*/ 1630 w 10000"/>
                                    <a:gd name="connsiteY35" fmla="*/ 1830 h 10000"/>
                                    <a:gd name="connsiteX36" fmla="*/ 1051 w 10000"/>
                                    <a:gd name="connsiteY36" fmla="*/ 735 h 10000"/>
                                    <a:gd name="connsiteX37" fmla="*/ 725 w 10000"/>
                                    <a:gd name="connsiteY37" fmla="*/ 81 h 10000"/>
                                    <a:gd name="connsiteX38" fmla="*/ 290 w 10000"/>
                                    <a:gd name="connsiteY38" fmla="*/ 0 h 10000"/>
                                    <a:gd name="connsiteX39" fmla="*/ 0 w 10000"/>
                                    <a:gd name="connsiteY39" fmla="*/ 41 h 10000"/>
                                    <a:gd name="connsiteX0" fmla="*/ 0 w 10000"/>
                                    <a:gd name="connsiteY0" fmla="*/ 41 h 10000"/>
                                    <a:gd name="connsiteX1" fmla="*/ 0 w 10000"/>
                                    <a:gd name="connsiteY1" fmla="*/ 191 h 10000"/>
                                    <a:gd name="connsiteX2" fmla="*/ 36 w 10000"/>
                                    <a:gd name="connsiteY2" fmla="*/ 87 h 10000"/>
                                    <a:gd name="connsiteX3" fmla="*/ 362 w 10000"/>
                                    <a:gd name="connsiteY3" fmla="*/ 69 h 10000"/>
                                    <a:gd name="connsiteX4" fmla="*/ 616 w 10000"/>
                                    <a:gd name="connsiteY4" fmla="*/ 208 h 10000"/>
                                    <a:gd name="connsiteX5" fmla="*/ 652 w 10000"/>
                                    <a:gd name="connsiteY5" fmla="*/ 452 h 10000"/>
                                    <a:gd name="connsiteX6" fmla="*/ 1498 w 10000"/>
                                    <a:gd name="connsiteY6" fmla="*/ 2056 h 10000"/>
                                    <a:gd name="connsiteX7" fmla="*/ 2633 w 10000"/>
                                    <a:gd name="connsiteY7" fmla="*/ 3445 h 10000"/>
                                    <a:gd name="connsiteX8" fmla="*/ 3986 w 10000"/>
                                    <a:gd name="connsiteY8" fmla="*/ 4617 h 10000"/>
                                    <a:gd name="connsiteX9" fmla="*/ 4287 w 10000"/>
                                    <a:gd name="connsiteY9" fmla="*/ 4987 h 10000"/>
                                    <a:gd name="connsiteX10" fmla="*/ 3816 w 10000"/>
                                    <a:gd name="connsiteY10" fmla="*/ 5439 h 10000"/>
                                    <a:gd name="connsiteX11" fmla="*/ 3816 w 10000"/>
                                    <a:gd name="connsiteY11" fmla="*/ 6366 h 10000"/>
                                    <a:gd name="connsiteX12" fmla="*/ 4215 w 10000"/>
                                    <a:gd name="connsiteY12" fmla="*/ 6792 h 10000"/>
                                    <a:gd name="connsiteX13" fmla="*/ 6232 w 10000"/>
                                    <a:gd name="connsiteY13" fmla="*/ 7742 h 10000"/>
                                    <a:gd name="connsiteX14" fmla="*/ 7790 w 10000"/>
                                    <a:gd name="connsiteY14" fmla="*/ 8263 h 10000"/>
                                    <a:gd name="connsiteX15" fmla="*/ 8913 w 10000"/>
                                    <a:gd name="connsiteY15" fmla="*/ 8703 h 10000"/>
                                    <a:gd name="connsiteX16" fmla="*/ 9167 w 10000"/>
                                    <a:gd name="connsiteY16" fmla="*/ 8888 h 10000"/>
                                    <a:gd name="connsiteX17" fmla="*/ 9529 w 10000"/>
                                    <a:gd name="connsiteY17" fmla="*/ 9201 h 10000"/>
                                    <a:gd name="connsiteX18" fmla="*/ 9819 w 10000"/>
                                    <a:gd name="connsiteY18" fmla="*/ 10000 h 10000"/>
                                    <a:gd name="connsiteX19" fmla="*/ 10000 w 10000"/>
                                    <a:gd name="connsiteY19" fmla="*/ 9983 h 10000"/>
                                    <a:gd name="connsiteX20" fmla="*/ 9058 w 10000"/>
                                    <a:gd name="connsiteY20" fmla="*/ 8726 h 10000"/>
                                    <a:gd name="connsiteX21" fmla="*/ 8333 w 10000"/>
                                    <a:gd name="connsiteY21" fmla="*/ 8390 h 10000"/>
                                    <a:gd name="connsiteX22" fmla="*/ 6920 w 10000"/>
                                    <a:gd name="connsiteY22" fmla="*/ 7915 h 10000"/>
                                    <a:gd name="connsiteX23" fmla="*/ 5761 w 10000"/>
                                    <a:gd name="connsiteY23" fmla="*/ 7417 h 10000"/>
                                    <a:gd name="connsiteX24" fmla="*/ 4638 w 10000"/>
                                    <a:gd name="connsiteY24" fmla="*/ 6954 h 10000"/>
                                    <a:gd name="connsiteX25" fmla="*/ 4058 w 10000"/>
                                    <a:gd name="connsiteY25" fmla="*/ 6537 h 10000"/>
                                    <a:gd name="connsiteX26" fmla="*/ 3877 w 10000"/>
                                    <a:gd name="connsiteY26" fmla="*/ 6149 h 10000"/>
                                    <a:gd name="connsiteX27" fmla="*/ 3986 w 10000"/>
                                    <a:gd name="connsiteY27" fmla="*/ 5644 h 10000"/>
                                    <a:gd name="connsiteX28" fmla="*/ 4481 w 10000"/>
                                    <a:gd name="connsiteY28" fmla="*/ 4858 h 10000"/>
                                    <a:gd name="connsiteX29" fmla="*/ 3986 w 10000"/>
                                    <a:gd name="connsiteY29" fmla="*/ 4217 h 10000"/>
                                    <a:gd name="connsiteX30" fmla="*/ 3043 w 10000"/>
                                    <a:gd name="connsiteY30" fmla="*/ 3376 h 10000"/>
                                    <a:gd name="connsiteX31" fmla="*/ 2609 w 10000"/>
                                    <a:gd name="connsiteY31" fmla="*/ 2860 h 10000"/>
                                    <a:gd name="connsiteX32" fmla="*/ 2464 w 10000"/>
                                    <a:gd name="connsiteY32" fmla="*/ 2640 h 10000"/>
                                    <a:gd name="connsiteX33" fmla="*/ 2210 w 10000"/>
                                    <a:gd name="connsiteY33" fmla="*/ 2333 h 10000"/>
                                    <a:gd name="connsiteX34" fmla="*/ 1630 w 10000"/>
                                    <a:gd name="connsiteY34" fmla="*/ 1830 h 10000"/>
                                    <a:gd name="connsiteX35" fmla="*/ 1051 w 10000"/>
                                    <a:gd name="connsiteY35" fmla="*/ 735 h 10000"/>
                                    <a:gd name="connsiteX36" fmla="*/ 725 w 10000"/>
                                    <a:gd name="connsiteY36" fmla="*/ 81 h 10000"/>
                                    <a:gd name="connsiteX37" fmla="*/ 290 w 10000"/>
                                    <a:gd name="connsiteY37" fmla="*/ 0 h 10000"/>
                                    <a:gd name="connsiteX38" fmla="*/ 0 w 10000"/>
                                    <a:gd name="connsiteY38" fmla="*/ 41 h 10000"/>
                                    <a:gd name="connsiteX0" fmla="*/ 0 w 10000"/>
                                    <a:gd name="connsiteY0" fmla="*/ 41 h 10000"/>
                                    <a:gd name="connsiteX1" fmla="*/ 0 w 10000"/>
                                    <a:gd name="connsiteY1" fmla="*/ 191 h 10000"/>
                                    <a:gd name="connsiteX2" fmla="*/ 36 w 10000"/>
                                    <a:gd name="connsiteY2" fmla="*/ 87 h 10000"/>
                                    <a:gd name="connsiteX3" fmla="*/ 362 w 10000"/>
                                    <a:gd name="connsiteY3" fmla="*/ 69 h 10000"/>
                                    <a:gd name="connsiteX4" fmla="*/ 616 w 10000"/>
                                    <a:gd name="connsiteY4" fmla="*/ 208 h 10000"/>
                                    <a:gd name="connsiteX5" fmla="*/ 652 w 10000"/>
                                    <a:gd name="connsiteY5" fmla="*/ 452 h 10000"/>
                                    <a:gd name="connsiteX6" fmla="*/ 1498 w 10000"/>
                                    <a:gd name="connsiteY6" fmla="*/ 2056 h 10000"/>
                                    <a:gd name="connsiteX7" fmla="*/ 2633 w 10000"/>
                                    <a:gd name="connsiteY7" fmla="*/ 3445 h 10000"/>
                                    <a:gd name="connsiteX8" fmla="*/ 3986 w 10000"/>
                                    <a:gd name="connsiteY8" fmla="*/ 4617 h 10000"/>
                                    <a:gd name="connsiteX9" fmla="*/ 4287 w 10000"/>
                                    <a:gd name="connsiteY9" fmla="*/ 4987 h 10000"/>
                                    <a:gd name="connsiteX10" fmla="*/ 3816 w 10000"/>
                                    <a:gd name="connsiteY10" fmla="*/ 5439 h 10000"/>
                                    <a:gd name="connsiteX11" fmla="*/ 3816 w 10000"/>
                                    <a:gd name="connsiteY11" fmla="*/ 6366 h 10000"/>
                                    <a:gd name="connsiteX12" fmla="*/ 4215 w 10000"/>
                                    <a:gd name="connsiteY12" fmla="*/ 6792 h 10000"/>
                                    <a:gd name="connsiteX13" fmla="*/ 6232 w 10000"/>
                                    <a:gd name="connsiteY13" fmla="*/ 7742 h 10000"/>
                                    <a:gd name="connsiteX14" fmla="*/ 7790 w 10000"/>
                                    <a:gd name="connsiteY14" fmla="*/ 8263 h 10000"/>
                                    <a:gd name="connsiteX15" fmla="*/ 8913 w 10000"/>
                                    <a:gd name="connsiteY15" fmla="*/ 8703 h 10000"/>
                                    <a:gd name="connsiteX16" fmla="*/ 9167 w 10000"/>
                                    <a:gd name="connsiteY16" fmla="*/ 8888 h 10000"/>
                                    <a:gd name="connsiteX17" fmla="*/ 9529 w 10000"/>
                                    <a:gd name="connsiteY17" fmla="*/ 9201 h 10000"/>
                                    <a:gd name="connsiteX18" fmla="*/ 9819 w 10000"/>
                                    <a:gd name="connsiteY18" fmla="*/ 10000 h 10000"/>
                                    <a:gd name="connsiteX19" fmla="*/ 10000 w 10000"/>
                                    <a:gd name="connsiteY19" fmla="*/ 9983 h 10000"/>
                                    <a:gd name="connsiteX20" fmla="*/ 9058 w 10000"/>
                                    <a:gd name="connsiteY20" fmla="*/ 8726 h 10000"/>
                                    <a:gd name="connsiteX21" fmla="*/ 8333 w 10000"/>
                                    <a:gd name="connsiteY21" fmla="*/ 8390 h 10000"/>
                                    <a:gd name="connsiteX22" fmla="*/ 6920 w 10000"/>
                                    <a:gd name="connsiteY22" fmla="*/ 7915 h 10000"/>
                                    <a:gd name="connsiteX23" fmla="*/ 5761 w 10000"/>
                                    <a:gd name="connsiteY23" fmla="*/ 7417 h 10000"/>
                                    <a:gd name="connsiteX24" fmla="*/ 4638 w 10000"/>
                                    <a:gd name="connsiteY24" fmla="*/ 6954 h 10000"/>
                                    <a:gd name="connsiteX25" fmla="*/ 4058 w 10000"/>
                                    <a:gd name="connsiteY25" fmla="*/ 6537 h 10000"/>
                                    <a:gd name="connsiteX26" fmla="*/ 3877 w 10000"/>
                                    <a:gd name="connsiteY26" fmla="*/ 6149 h 10000"/>
                                    <a:gd name="connsiteX27" fmla="*/ 3986 w 10000"/>
                                    <a:gd name="connsiteY27" fmla="*/ 5644 h 10000"/>
                                    <a:gd name="connsiteX28" fmla="*/ 4481 w 10000"/>
                                    <a:gd name="connsiteY28" fmla="*/ 4858 h 10000"/>
                                    <a:gd name="connsiteX29" fmla="*/ 3986 w 10000"/>
                                    <a:gd name="connsiteY29" fmla="*/ 4217 h 10000"/>
                                    <a:gd name="connsiteX30" fmla="*/ 3043 w 10000"/>
                                    <a:gd name="connsiteY30" fmla="*/ 3376 h 10000"/>
                                    <a:gd name="connsiteX31" fmla="*/ 2790 w 10000"/>
                                    <a:gd name="connsiteY31" fmla="*/ 2985 h 10000"/>
                                    <a:gd name="connsiteX32" fmla="*/ 2464 w 10000"/>
                                    <a:gd name="connsiteY32" fmla="*/ 2640 h 10000"/>
                                    <a:gd name="connsiteX33" fmla="*/ 2210 w 10000"/>
                                    <a:gd name="connsiteY33" fmla="*/ 2333 h 10000"/>
                                    <a:gd name="connsiteX34" fmla="*/ 1630 w 10000"/>
                                    <a:gd name="connsiteY34" fmla="*/ 1830 h 10000"/>
                                    <a:gd name="connsiteX35" fmla="*/ 1051 w 10000"/>
                                    <a:gd name="connsiteY35" fmla="*/ 735 h 10000"/>
                                    <a:gd name="connsiteX36" fmla="*/ 725 w 10000"/>
                                    <a:gd name="connsiteY36" fmla="*/ 81 h 10000"/>
                                    <a:gd name="connsiteX37" fmla="*/ 290 w 10000"/>
                                    <a:gd name="connsiteY37" fmla="*/ 0 h 10000"/>
                                    <a:gd name="connsiteX38" fmla="*/ 0 w 10000"/>
                                    <a:gd name="connsiteY38" fmla="*/ 41 h 10000"/>
                                    <a:gd name="connsiteX0" fmla="*/ 0 w 10000"/>
                                    <a:gd name="connsiteY0" fmla="*/ 41 h 10000"/>
                                    <a:gd name="connsiteX1" fmla="*/ 0 w 10000"/>
                                    <a:gd name="connsiteY1" fmla="*/ 191 h 10000"/>
                                    <a:gd name="connsiteX2" fmla="*/ 36 w 10000"/>
                                    <a:gd name="connsiteY2" fmla="*/ 87 h 10000"/>
                                    <a:gd name="connsiteX3" fmla="*/ 362 w 10000"/>
                                    <a:gd name="connsiteY3" fmla="*/ 69 h 10000"/>
                                    <a:gd name="connsiteX4" fmla="*/ 616 w 10000"/>
                                    <a:gd name="connsiteY4" fmla="*/ 208 h 10000"/>
                                    <a:gd name="connsiteX5" fmla="*/ 652 w 10000"/>
                                    <a:gd name="connsiteY5" fmla="*/ 452 h 10000"/>
                                    <a:gd name="connsiteX6" fmla="*/ 1498 w 10000"/>
                                    <a:gd name="connsiteY6" fmla="*/ 2056 h 10000"/>
                                    <a:gd name="connsiteX7" fmla="*/ 2633 w 10000"/>
                                    <a:gd name="connsiteY7" fmla="*/ 3445 h 10000"/>
                                    <a:gd name="connsiteX8" fmla="*/ 3986 w 10000"/>
                                    <a:gd name="connsiteY8" fmla="*/ 4617 h 10000"/>
                                    <a:gd name="connsiteX9" fmla="*/ 4287 w 10000"/>
                                    <a:gd name="connsiteY9" fmla="*/ 4987 h 10000"/>
                                    <a:gd name="connsiteX10" fmla="*/ 3816 w 10000"/>
                                    <a:gd name="connsiteY10" fmla="*/ 5439 h 10000"/>
                                    <a:gd name="connsiteX11" fmla="*/ 3816 w 10000"/>
                                    <a:gd name="connsiteY11" fmla="*/ 6366 h 10000"/>
                                    <a:gd name="connsiteX12" fmla="*/ 4215 w 10000"/>
                                    <a:gd name="connsiteY12" fmla="*/ 6792 h 10000"/>
                                    <a:gd name="connsiteX13" fmla="*/ 6232 w 10000"/>
                                    <a:gd name="connsiteY13" fmla="*/ 7742 h 10000"/>
                                    <a:gd name="connsiteX14" fmla="*/ 7790 w 10000"/>
                                    <a:gd name="connsiteY14" fmla="*/ 8263 h 10000"/>
                                    <a:gd name="connsiteX15" fmla="*/ 8913 w 10000"/>
                                    <a:gd name="connsiteY15" fmla="*/ 8703 h 10000"/>
                                    <a:gd name="connsiteX16" fmla="*/ 9167 w 10000"/>
                                    <a:gd name="connsiteY16" fmla="*/ 8888 h 10000"/>
                                    <a:gd name="connsiteX17" fmla="*/ 9529 w 10000"/>
                                    <a:gd name="connsiteY17" fmla="*/ 9201 h 10000"/>
                                    <a:gd name="connsiteX18" fmla="*/ 9819 w 10000"/>
                                    <a:gd name="connsiteY18" fmla="*/ 10000 h 10000"/>
                                    <a:gd name="connsiteX19" fmla="*/ 10000 w 10000"/>
                                    <a:gd name="connsiteY19" fmla="*/ 9983 h 10000"/>
                                    <a:gd name="connsiteX20" fmla="*/ 9058 w 10000"/>
                                    <a:gd name="connsiteY20" fmla="*/ 8726 h 10000"/>
                                    <a:gd name="connsiteX21" fmla="*/ 8333 w 10000"/>
                                    <a:gd name="connsiteY21" fmla="*/ 8390 h 10000"/>
                                    <a:gd name="connsiteX22" fmla="*/ 6920 w 10000"/>
                                    <a:gd name="connsiteY22" fmla="*/ 7915 h 10000"/>
                                    <a:gd name="connsiteX23" fmla="*/ 5761 w 10000"/>
                                    <a:gd name="connsiteY23" fmla="*/ 7417 h 10000"/>
                                    <a:gd name="connsiteX24" fmla="*/ 4638 w 10000"/>
                                    <a:gd name="connsiteY24" fmla="*/ 6954 h 10000"/>
                                    <a:gd name="connsiteX25" fmla="*/ 4058 w 10000"/>
                                    <a:gd name="connsiteY25" fmla="*/ 6537 h 10000"/>
                                    <a:gd name="connsiteX26" fmla="*/ 3877 w 10000"/>
                                    <a:gd name="connsiteY26" fmla="*/ 6149 h 10000"/>
                                    <a:gd name="connsiteX27" fmla="*/ 3986 w 10000"/>
                                    <a:gd name="connsiteY27" fmla="*/ 5644 h 10000"/>
                                    <a:gd name="connsiteX28" fmla="*/ 4481 w 10000"/>
                                    <a:gd name="connsiteY28" fmla="*/ 4858 h 10000"/>
                                    <a:gd name="connsiteX29" fmla="*/ 3986 w 10000"/>
                                    <a:gd name="connsiteY29" fmla="*/ 4217 h 10000"/>
                                    <a:gd name="connsiteX30" fmla="*/ 3043 w 10000"/>
                                    <a:gd name="connsiteY30" fmla="*/ 3376 h 10000"/>
                                    <a:gd name="connsiteX31" fmla="*/ 2790 w 10000"/>
                                    <a:gd name="connsiteY31" fmla="*/ 2985 h 10000"/>
                                    <a:gd name="connsiteX32" fmla="*/ 2343 w 10000"/>
                                    <a:gd name="connsiteY32" fmla="*/ 2515 h 10000"/>
                                    <a:gd name="connsiteX33" fmla="*/ 2210 w 10000"/>
                                    <a:gd name="connsiteY33" fmla="*/ 2333 h 10000"/>
                                    <a:gd name="connsiteX34" fmla="*/ 1630 w 10000"/>
                                    <a:gd name="connsiteY34" fmla="*/ 1830 h 10000"/>
                                    <a:gd name="connsiteX35" fmla="*/ 1051 w 10000"/>
                                    <a:gd name="connsiteY35" fmla="*/ 735 h 10000"/>
                                    <a:gd name="connsiteX36" fmla="*/ 725 w 10000"/>
                                    <a:gd name="connsiteY36" fmla="*/ 81 h 10000"/>
                                    <a:gd name="connsiteX37" fmla="*/ 290 w 10000"/>
                                    <a:gd name="connsiteY37" fmla="*/ 0 h 10000"/>
                                    <a:gd name="connsiteX38" fmla="*/ 0 w 10000"/>
                                    <a:gd name="connsiteY38" fmla="*/ 41 h 10000"/>
                                    <a:gd name="connsiteX0" fmla="*/ 0 w 10000"/>
                                    <a:gd name="connsiteY0" fmla="*/ 41 h 10000"/>
                                    <a:gd name="connsiteX1" fmla="*/ 0 w 10000"/>
                                    <a:gd name="connsiteY1" fmla="*/ 191 h 10000"/>
                                    <a:gd name="connsiteX2" fmla="*/ 36 w 10000"/>
                                    <a:gd name="connsiteY2" fmla="*/ 87 h 10000"/>
                                    <a:gd name="connsiteX3" fmla="*/ 362 w 10000"/>
                                    <a:gd name="connsiteY3" fmla="*/ 69 h 10000"/>
                                    <a:gd name="connsiteX4" fmla="*/ 616 w 10000"/>
                                    <a:gd name="connsiteY4" fmla="*/ 208 h 10000"/>
                                    <a:gd name="connsiteX5" fmla="*/ 652 w 10000"/>
                                    <a:gd name="connsiteY5" fmla="*/ 452 h 10000"/>
                                    <a:gd name="connsiteX6" fmla="*/ 1498 w 10000"/>
                                    <a:gd name="connsiteY6" fmla="*/ 2056 h 10000"/>
                                    <a:gd name="connsiteX7" fmla="*/ 2633 w 10000"/>
                                    <a:gd name="connsiteY7" fmla="*/ 3445 h 10000"/>
                                    <a:gd name="connsiteX8" fmla="*/ 3986 w 10000"/>
                                    <a:gd name="connsiteY8" fmla="*/ 4617 h 10000"/>
                                    <a:gd name="connsiteX9" fmla="*/ 4287 w 10000"/>
                                    <a:gd name="connsiteY9" fmla="*/ 4987 h 10000"/>
                                    <a:gd name="connsiteX10" fmla="*/ 3816 w 10000"/>
                                    <a:gd name="connsiteY10" fmla="*/ 5439 h 10000"/>
                                    <a:gd name="connsiteX11" fmla="*/ 3816 w 10000"/>
                                    <a:gd name="connsiteY11" fmla="*/ 6366 h 10000"/>
                                    <a:gd name="connsiteX12" fmla="*/ 4215 w 10000"/>
                                    <a:gd name="connsiteY12" fmla="*/ 6792 h 10000"/>
                                    <a:gd name="connsiteX13" fmla="*/ 6232 w 10000"/>
                                    <a:gd name="connsiteY13" fmla="*/ 7742 h 10000"/>
                                    <a:gd name="connsiteX14" fmla="*/ 7790 w 10000"/>
                                    <a:gd name="connsiteY14" fmla="*/ 8263 h 10000"/>
                                    <a:gd name="connsiteX15" fmla="*/ 8913 w 10000"/>
                                    <a:gd name="connsiteY15" fmla="*/ 8703 h 10000"/>
                                    <a:gd name="connsiteX16" fmla="*/ 9167 w 10000"/>
                                    <a:gd name="connsiteY16" fmla="*/ 8888 h 10000"/>
                                    <a:gd name="connsiteX17" fmla="*/ 9529 w 10000"/>
                                    <a:gd name="connsiteY17" fmla="*/ 9201 h 10000"/>
                                    <a:gd name="connsiteX18" fmla="*/ 9819 w 10000"/>
                                    <a:gd name="connsiteY18" fmla="*/ 10000 h 10000"/>
                                    <a:gd name="connsiteX19" fmla="*/ 10000 w 10000"/>
                                    <a:gd name="connsiteY19" fmla="*/ 9983 h 10000"/>
                                    <a:gd name="connsiteX20" fmla="*/ 9058 w 10000"/>
                                    <a:gd name="connsiteY20" fmla="*/ 8726 h 10000"/>
                                    <a:gd name="connsiteX21" fmla="*/ 8333 w 10000"/>
                                    <a:gd name="connsiteY21" fmla="*/ 8390 h 10000"/>
                                    <a:gd name="connsiteX22" fmla="*/ 6920 w 10000"/>
                                    <a:gd name="connsiteY22" fmla="*/ 7915 h 10000"/>
                                    <a:gd name="connsiteX23" fmla="*/ 5761 w 10000"/>
                                    <a:gd name="connsiteY23" fmla="*/ 7417 h 10000"/>
                                    <a:gd name="connsiteX24" fmla="*/ 4638 w 10000"/>
                                    <a:gd name="connsiteY24" fmla="*/ 6954 h 10000"/>
                                    <a:gd name="connsiteX25" fmla="*/ 4058 w 10000"/>
                                    <a:gd name="connsiteY25" fmla="*/ 6537 h 10000"/>
                                    <a:gd name="connsiteX26" fmla="*/ 3877 w 10000"/>
                                    <a:gd name="connsiteY26" fmla="*/ 6149 h 10000"/>
                                    <a:gd name="connsiteX27" fmla="*/ 3986 w 10000"/>
                                    <a:gd name="connsiteY27" fmla="*/ 5644 h 10000"/>
                                    <a:gd name="connsiteX28" fmla="*/ 4481 w 10000"/>
                                    <a:gd name="connsiteY28" fmla="*/ 4858 h 10000"/>
                                    <a:gd name="connsiteX29" fmla="*/ 3986 w 10000"/>
                                    <a:gd name="connsiteY29" fmla="*/ 4217 h 10000"/>
                                    <a:gd name="connsiteX30" fmla="*/ 3043 w 10000"/>
                                    <a:gd name="connsiteY30" fmla="*/ 3376 h 10000"/>
                                    <a:gd name="connsiteX31" fmla="*/ 2790 w 10000"/>
                                    <a:gd name="connsiteY31" fmla="*/ 2985 h 10000"/>
                                    <a:gd name="connsiteX32" fmla="*/ 2343 w 10000"/>
                                    <a:gd name="connsiteY32" fmla="*/ 2515 h 10000"/>
                                    <a:gd name="connsiteX33" fmla="*/ 2150 w 10000"/>
                                    <a:gd name="connsiteY33" fmla="*/ 2285 h 10000"/>
                                    <a:gd name="connsiteX34" fmla="*/ 1630 w 10000"/>
                                    <a:gd name="connsiteY34" fmla="*/ 1830 h 10000"/>
                                    <a:gd name="connsiteX35" fmla="*/ 1051 w 10000"/>
                                    <a:gd name="connsiteY35" fmla="*/ 735 h 10000"/>
                                    <a:gd name="connsiteX36" fmla="*/ 725 w 10000"/>
                                    <a:gd name="connsiteY36" fmla="*/ 81 h 10000"/>
                                    <a:gd name="connsiteX37" fmla="*/ 290 w 10000"/>
                                    <a:gd name="connsiteY37" fmla="*/ 0 h 10000"/>
                                    <a:gd name="connsiteX38" fmla="*/ 0 w 10000"/>
                                    <a:gd name="connsiteY38" fmla="*/ 41 h 1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</a:cxnLst>
                                  <a:rect l="l" t="t" r="r" b="b"/>
                                  <a:pathLst>
                                    <a:path w="10000" h="10000">
                                      <a:moveTo>
                                        <a:pt x="0" y="41"/>
                                      </a:moveTo>
                                      <a:lnTo>
                                        <a:pt x="0" y="191"/>
                                      </a:lnTo>
                                      <a:cubicBezTo>
                                        <a:pt x="12" y="156"/>
                                        <a:pt x="24" y="122"/>
                                        <a:pt x="36" y="87"/>
                                      </a:cubicBezTo>
                                      <a:lnTo>
                                        <a:pt x="362" y="69"/>
                                      </a:lnTo>
                                      <a:lnTo>
                                        <a:pt x="616" y="208"/>
                                      </a:lnTo>
                                      <a:cubicBezTo>
                                        <a:pt x="628" y="289"/>
                                        <a:pt x="640" y="371"/>
                                        <a:pt x="652" y="452"/>
                                      </a:cubicBezTo>
                                      <a:lnTo>
                                        <a:pt x="1498" y="2056"/>
                                      </a:lnTo>
                                      <a:lnTo>
                                        <a:pt x="2633" y="3445"/>
                                      </a:lnTo>
                                      <a:lnTo>
                                        <a:pt x="3986" y="4617"/>
                                      </a:lnTo>
                                      <a:lnTo>
                                        <a:pt x="4287" y="4987"/>
                                      </a:lnTo>
                                      <a:lnTo>
                                        <a:pt x="3816" y="5439"/>
                                      </a:lnTo>
                                      <a:lnTo>
                                        <a:pt x="3816" y="6366"/>
                                      </a:lnTo>
                                      <a:lnTo>
                                        <a:pt x="4215" y="6792"/>
                                      </a:lnTo>
                                      <a:lnTo>
                                        <a:pt x="6232" y="7742"/>
                                      </a:lnTo>
                                      <a:lnTo>
                                        <a:pt x="7790" y="8263"/>
                                      </a:lnTo>
                                      <a:lnTo>
                                        <a:pt x="8913" y="8703"/>
                                      </a:lnTo>
                                      <a:lnTo>
                                        <a:pt x="9167" y="8888"/>
                                      </a:lnTo>
                                      <a:lnTo>
                                        <a:pt x="9529" y="9201"/>
                                      </a:lnTo>
                                      <a:cubicBezTo>
                                        <a:pt x="9626" y="9467"/>
                                        <a:pt x="9722" y="9734"/>
                                        <a:pt x="9819" y="10000"/>
                                      </a:cubicBezTo>
                                      <a:lnTo>
                                        <a:pt x="10000" y="9983"/>
                                      </a:lnTo>
                                      <a:lnTo>
                                        <a:pt x="9058" y="8726"/>
                                      </a:lnTo>
                                      <a:lnTo>
                                        <a:pt x="8333" y="8390"/>
                                      </a:lnTo>
                                      <a:lnTo>
                                        <a:pt x="6920" y="7915"/>
                                      </a:lnTo>
                                      <a:lnTo>
                                        <a:pt x="5761" y="7417"/>
                                      </a:lnTo>
                                      <a:lnTo>
                                        <a:pt x="4638" y="6954"/>
                                      </a:lnTo>
                                      <a:lnTo>
                                        <a:pt x="4058" y="6537"/>
                                      </a:lnTo>
                                      <a:lnTo>
                                        <a:pt x="3877" y="6149"/>
                                      </a:lnTo>
                                      <a:cubicBezTo>
                                        <a:pt x="3913" y="5981"/>
                                        <a:pt x="3950" y="5812"/>
                                        <a:pt x="3986" y="5644"/>
                                      </a:cubicBezTo>
                                      <a:lnTo>
                                        <a:pt x="4481" y="4858"/>
                                      </a:lnTo>
                                      <a:lnTo>
                                        <a:pt x="3986" y="4217"/>
                                      </a:lnTo>
                                      <a:lnTo>
                                        <a:pt x="3043" y="3376"/>
                                      </a:lnTo>
                                      <a:lnTo>
                                        <a:pt x="2790" y="2985"/>
                                      </a:lnTo>
                                      <a:lnTo>
                                        <a:pt x="2343" y="2515"/>
                                      </a:lnTo>
                                      <a:cubicBezTo>
                                        <a:pt x="2258" y="2368"/>
                                        <a:pt x="2235" y="2432"/>
                                        <a:pt x="2150" y="2285"/>
                                      </a:cubicBezTo>
                                      <a:lnTo>
                                        <a:pt x="1630" y="1830"/>
                                      </a:lnTo>
                                      <a:lnTo>
                                        <a:pt x="1051" y="735"/>
                                      </a:lnTo>
                                      <a:lnTo>
                                        <a:pt x="725" y="81"/>
                                      </a:lnTo>
                                      <a:lnTo>
                                        <a:pt x="290" y="0"/>
                                      </a:lnTo>
                                      <a:lnTo>
                                        <a:pt x="0" y="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Freeform 8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2057" y="3391174"/>
                                  <a:ext cx="380365" cy="1526540"/>
                                </a:xfrm>
                                <a:custGeom>
                                  <a:avLst/>
                                  <a:gdLst>
                                    <a:gd name="T0" fmla="*/ 321945 w 599"/>
                                    <a:gd name="T1" fmla="*/ 1539240 h 2404"/>
                                    <a:gd name="T2" fmla="*/ 288925 w 599"/>
                                    <a:gd name="T3" fmla="*/ 1177290 h 2404"/>
                                    <a:gd name="T4" fmla="*/ 187325 w 599"/>
                                    <a:gd name="T5" fmla="*/ 911225 h 2404"/>
                                    <a:gd name="T6" fmla="*/ 45720 w 599"/>
                                    <a:gd name="T7" fmla="*/ 582295 h 2404"/>
                                    <a:gd name="T8" fmla="*/ 0 w 599"/>
                                    <a:gd name="T9" fmla="*/ 351790 h 2404"/>
                                    <a:gd name="T10" fmla="*/ 7620 w 599"/>
                                    <a:gd name="T11" fmla="*/ 21590 h 2404"/>
                                    <a:gd name="T12" fmla="*/ 26035 w 599"/>
                                    <a:gd name="T13" fmla="*/ 0 h 2404"/>
                                    <a:gd name="T14" fmla="*/ 48895 w 599"/>
                                    <a:gd name="T15" fmla="*/ 26035 h 2404"/>
                                    <a:gd name="T16" fmla="*/ 88265 w 599"/>
                                    <a:gd name="T17" fmla="*/ 157480 h 2404"/>
                                    <a:gd name="T18" fmla="*/ 144145 w 599"/>
                                    <a:gd name="T19" fmla="*/ 535940 h 2404"/>
                                    <a:gd name="T20" fmla="*/ 216535 w 599"/>
                                    <a:gd name="T21" fmla="*/ 828675 h 2404"/>
                                    <a:gd name="T22" fmla="*/ 311785 w 599"/>
                                    <a:gd name="T23" fmla="*/ 1042670 h 2404"/>
                                    <a:gd name="T24" fmla="*/ 367665 w 599"/>
                                    <a:gd name="T25" fmla="*/ 1220470 h 2404"/>
                                    <a:gd name="T26" fmla="*/ 384175 w 599"/>
                                    <a:gd name="T27" fmla="*/ 1473200 h 2404"/>
                                    <a:gd name="T28" fmla="*/ 356235 w 599"/>
                                    <a:gd name="T29" fmla="*/ 1220470 h 2404"/>
                                    <a:gd name="T30" fmla="*/ 311785 w 599"/>
                                    <a:gd name="T31" fmla="*/ 1052195 h 2404"/>
                                    <a:gd name="T32" fmla="*/ 219710 w 599"/>
                                    <a:gd name="T33" fmla="*/ 858520 h 2404"/>
                                    <a:gd name="T34" fmla="*/ 168910 w 599"/>
                                    <a:gd name="T35" fmla="*/ 723265 h 2404"/>
                                    <a:gd name="T36" fmla="*/ 140970 w 599"/>
                                    <a:gd name="T37" fmla="*/ 555625 h 2404"/>
                                    <a:gd name="T38" fmla="*/ 98425 w 599"/>
                                    <a:gd name="T39" fmla="*/ 243205 h 2404"/>
                                    <a:gd name="T40" fmla="*/ 62230 w 599"/>
                                    <a:gd name="T41" fmla="*/ 69215 h 2404"/>
                                    <a:gd name="T42" fmla="*/ 35560 w 599"/>
                                    <a:gd name="T43" fmla="*/ 31750 h 2404"/>
                                    <a:gd name="T44" fmla="*/ 15875 w 599"/>
                                    <a:gd name="T45" fmla="*/ 118110 h 2404"/>
                                    <a:gd name="T46" fmla="*/ 15875 w 599"/>
                                    <a:gd name="T47" fmla="*/ 361950 h 2404"/>
                                    <a:gd name="T48" fmla="*/ 59055 w 599"/>
                                    <a:gd name="T49" fmla="*/ 591820 h 2404"/>
                                    <a:gd name="T50" fmla="*/ 147320 w 599"/>
                                    <a:gd name="T51" fmla="*/ 805815 h 2404"/>
                                    <a:gd name="T52" fmla="*/ 269240 w 599"/>
                                    <a:gd name="T53" fmla="*/ 1092200 h 2404"/>
                                    <a:gd name="T54" fmla="*/ 302260 w 599"/>
                                    <a:gd name="T55" fmla="*/ 1200785 h 2404"/>
                                    <a:gd name="T56" fmla="*/ 321945 w 599"/>
                                    <a:gd name="T57" fmla="*/ 1539240 h 2404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</a:gdLst>
                                  <a:ahLst/>
                                  <a:cxnLst>
                                    <a:cxn ang="T58">
                                      <a:pos x="T0" y="T1"/>
                                    </a:cxn>
                                    <a:cxn ang="T59">
                                      <a:pos x="T2" y="T3"/>
                                    </a:cxn>
                                    <a:cxn ang="T60">
                                      <a:pos x="T4" y="T5"/>
                                    </a:cxn>
                                    <a:cxn ang="T61">
                                      <a:pos x="T6" y="T7"/>
                                    </a:cxn>
                                    <a:cxn ang="T62">
                                      <a:pos x="T8" y="T9"/>
                                    </a:cxn>
                                    <a:cxn ang="T63">
                                      <a:pos x="T10" y="T11"/>
                                    </a:cxn>
                                    <a:cxn ang="T64">
                                      <a:pos x="T12" y="T13"/>
                                    </a:cxn>
                                    <a:cxn ang="T65">
                                      <a:pos x="T14" y="T15"/>
                                    </a:cxn>
                                    <a:cxn ang="T66">
                                      <a:pos x="T16" y="T17"/>
                                    </a:cxn>
                                    <a:cxn ang="T67">
                                      <a:pos x="T18" y="T19"/>
                                    </a:cxn>
                                    <a:cxn ang="T68">
                                      <a:pos x="T20" y="T21"/>
                                    </a:cxn>
                                    <a:cxn ang="T69">
                                      <a:pos x="T22" y="T23"/>
                                    </a:cxn>
                                    <a:cxn ang="T70">
                                      <a:pos x="T24" y="T25"/>
                                    </a:cxn>
                                    <a:cxn ang="T71">
                                      <a:pos x="T26" y="T27"/>
                                    </a:cxn>
                                    <a:cxn ang="T72">
                                      <a:pos x="T28" y="T29"/>
                                    </a:cxn>
                                    <a:cxn ang="T73">
                                      <a:pos x="T30" y="T31"/>
                                    </a:cxn>
                                    <a:cxn ang="T74">
                                      <a:pos x="T32" y="T33"/>
                                    </a:cxn>
                                    <a:cxn ang="T75">
                                      <a:pos x="T34" y="T35"/>
                                    </a:cxn>
                                    <a:cxn ang="T76">
                                      <a:pos x="T36" y="T37"/>
                                    </a:cxn>
                                    <a:cxn ang="T77">
                                      <a:pos x="T38" y="T39"/>
                                    </a:cxn>
                                    <a:cxn ang="T78">
                                      <a:pos x="T40" y="T41"/>
                                    </a:cxn>
                                    <a:cxn ang="T79">
                                      <a:pos x="T42" y="T43"/>
                                    </a:cxn>
                                    <a:cxn ang="T80">
                                      <a:pos x="T44" y="T45"/>
                                    </a:cxn>
                                    <a:cxn ang="T81">
                                      <a:pos x="T46" y="T47"/>
                                    </a:cxn>
                                    <a:cxn ang="T82">
                                      <a:pos x="T48" y="T49"/>
                                    </a:cxn>
                                    <a:cxn ang="T83">
                                      <a:pos x="T50" y="T51"/>
                                    </a:cxn>
                                    <a:cxn ang="T84">
                                      <a:pos x="T52" y="T53"/>
                                    </a:cxn>
                                    <a:cxn ang="T85">
                                      <a:pos x="T54" y="T55"/>
                                    </a:cxn>
                                    <a:cxn ang="T86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599" h="2404">
                                      <a:moveTo>
                                        <a:pt x="501" y="2404"/>
                                      </a:moveTo>
                                      <a:lnTo>
                                        <a:pt x="450" y="1854"/>
                                      </a:lnTo>
                                      <a:lnTo>
                                        <a:pt x="390" y="1638"/>
                                      </a:lnTo>
                                      <a:lnTo>
                                        <a:pt x="289" y="1415"/>
                                      </a:lnTo>
                                      <a:lnTo>
                                        <a:pt x="213" y="1236"/>
                                      </a:lnTo>
                                      <a:lnTo>
                                        <a:pt x="117" y="987"/>
                                      </a:lnTo>
                                      <a:lnTo>
                                        <a:pt x="69" y="861"/>
                                      </a:lnTo>
                                      <a:lnTo>
                                        <a:pt x="0" y="546"/>
                                      </a:lnTo>
                                      <a:lnTo>
                                        <a:pt x="0" y="276"/>
                                      </a:lnTo>
                                      <a:lnTo>
                                        <a:pt x="24" y="33"/>
                                      </a:lnTo>
                                      <a:lnTo>
                                        <a:pt x="42" y="0"/>
                                      </a:lnTo>
                                      <a:lnTo>
                                        <a:pt x="71" y="21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210" y="693"/>
                                      </a:lnTo>
                                      <a:lnTo>
                                        <a:pt x="261" y="1026"/>
                                      </a:lnTo>
                                      <a:lnTo>
                                        <a:pt x="288" y="1143"/>
                                      </a:lnTo>
                                      <a:lnTo>
                                        <a:pt x="335" y="1285"/>
                                      </a:lnTo>
                                      <a:lnTo>
                                        <a:pt x="426" y="1452"/>
                                      </a:lnTo>
                                      <a:lnTo>
                                        <a:pt x="485" y="1622"/>
                                      </a:lnTo>
                                      <a:lnTo>
                                        <a:pt x="534" y="1746"/>
                                      </a:lnTo>
                                      <a:lnTo>
                                        <a:pt x="573" y="1902"/>
                                      </a:lnTo>
                                      <a:lnTo>
                                        <a:pt x="599" y="2300"/>
                                      </a:lnTo>
                                      <a:lnTo>
                                        <a:pt x="555" y="1902"/>
                                      </a:lnTo>
                                      <a:lnTo>
                                        <a:pt x="485" y="1637"/>
                                      </a:lnTo>
                                      <a:lnTo>
                                        <a:pt x="340" y="1332"/>
                                      </a:lnTo>
                                      <a:lnTo>
                                        <a:pt x="260" y="1119"/>
                                      </a:lnTo>
                                      <a:lnTo>
                                        <a:pt x="216" y="855"/>
                                      </a:lnTo>
                                      <a:lnTo>
                                        <a:pt x="149" y="363"/>
                                      </a:lnTo>
                                      <a:lnTo>
                                        <a:pt x="92" y="89"/>
                                      </a:lnTo>
                                      <a:lnTo>
                                        <a:pt x="50" y="30"/>
                                      </a:lnTo>
                                      <a:lnTo>
                                        <a:pt x="15" y="291"/>
                                      </a:lnTo>
                                      <a:lnTo>
                                        <a:pt x="19" y="550"/>
                                      </a:lnTo>
                                      <a:lnTo>
                                        <a:pt x="108" y="912"/>
                                      </a:lnTo>
                                      <a:lnTo>
                                        <a:pt x="243" y="1245"/>
                                      </a:lnTo>
                                      <a:lnTo>
                                        <a:pt x="282" y="1347"/>
                                      </a:lnTo>
                                      <a:lnTo>
                                        <a:pt x="418" y="1700"/>
                                      </a:lnTo>
                                      <a:lnTo>
                                        <a:pt x="444" y="1758"/>
                                      </a:lnTo>
                                      <a:lnTo>
                                        <a:pt x="470" y="1871"/>
                                      </a:lnTo>
                                      <a:lnTo>
                                        <a:pt x="501" y="24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Freeform 8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1395" y="3243160"/>
                                  <a:ext cx="436880" cy="1682115"/>
                                </a:xfrm>
                                <a:custGeom>
                                  <a:avLst/>
                                  <a:gdLst>
                                    <a:gd name="T0" fmla="*/ 368300 w 688"/>
                                    <a:gd name="T1" fmla="*/ 1598295 h 2649"/>
                                    <a:gd name="T2" fmla="*/ 338455 w 688"/>
                                    <a:gd name="T3" fmla="*/ 1289685 h 2649"/>
                                    <a:gd name="T4" fmla="*/ 292735 w 688"/>
                                    <a:gd name="T5" fmla="*/ 1141095 h 2649"/>
                                    <a:gd name="T6" fmla="*/ 170815 w 688"/>
                                    <a:gd name="T7" fmla="*/ 855345 h 2649"/>
                                    <a:gd name="T8" fmla="*/ 151130 w 688"/>
                                    <a:gd name="T9" fmla="*/ 756285 h 2649"/>
                                    <a:gd name="T10" fmla="*/ 98425 w 688"/>
                                    <a:gd name="T11" fmla="*/ 318770 h 2649"/>
                                    <a:gd name="T12" fmla="*/ 45720 w 688"/>
                                    <a:gd name="T13" fmla="*/ 121920 h 2649"/>
                                    <a:gd name="T14" fmla="*/ 16510 w 688"/>
                                    <a:gd name="T15" fmla="*/ 22860 h 2649"/>
                                    <a:gd name="T16" fmla="*/ 42545 w 688"/>
                                    <a:gd name="T17" fmla="*/ 22860 h 2649"/>
                                    <a:gd name="T18" fmla="*/ 243205 w 688"/>
                                    <a:gd name="T19" fmla="*/ 279400 h 2649"/>
                                    <a:gd name="T20" fmla="*/ 306070 w 688"/>
                                    <a:gd name="T21" fmla="*/ 467360 h 2649"/>
                                    <a:gd name="T22" fmla="*/ 321945 w 688"/>
                                    <a:gd name="T23" fmla="*/ 845185 h 2649"/>
                                    <a:gd name="T24" fmla="*/ 338455 w 688"/>
                                    <a:gd name="T25" fmla="*/ 1071245 h 2649"/>
                                    <a:gd name="T26" fmla="*/ 391160 w 688"/>
                                    <a:gd name="T27" fmla="*/ 1259840 h 2649"/>
                                    <a:gd name="T28" fmla="*/ 421005 w 688"/>
                                    <a:gd name="T29" fmla="*/ 1503045 h 2649"/>
                                    <a:gd name="T30" fmla="*/ 440690 w 688"/>
                                    <a:gd name="T31" fmla="*/ 1680845 h 2649"/>
                                    <a:gd name="T32" fmla="*/ 443865 w 688"/>
                                    <a:gd name="T33" fmla="*/ 1548130 h 2649"/>
                                    <a:gd name="T34" fmla="*/ 401320 w 688"/>
                                    <a:gd name="T35" fmla="*/ 1296035 h 2649"/>
                                    <a:gd name="T36" fmla="*/ 346710 w 688"/>
                                    <a:gd name="T37" fmla="*/ 1032510 h 2649"/>
                                    <a:gd name="T38" fmla="*/ 328295 w 688"/>
                                    <a:gd name="T39" fmla="*/ 748030 h 2649"/>
                                    <a:gd name="T40" fmla="*/ 310515 w 688"/>
                                    <a:gd name="T41" fmla="*/ 447040 h 2649"/>
                                    <a:gd name="T42" fmla="*/ 269875 w 688"/>
                                    <a:gd name="T43" fmla="*/ 302895 h 2649"/>
                                    <a:gd name="T44" fmla="*/ 108585 w 688"/>
                                    <a:gd name="T45" fmla="*/ 102235 h 2649"/>
                                    <a:gd name="T46" fmla="*/ 39370 w 688"/>
                                    <a:gd name="T47" fmla="*/ 0 h 2649"/>
                                    <a:gd name="T48" fmla="*/ 8890 w 688"/>
                                    <a:gd name="T49" fmla="*/ 13335 h 2649"/>
                                    <a:gd name="T50" fmla="*/ 0 w 688"/>
                                    <a:gd name="T51" fmla="*/ 49530 h 2649"/>
                                    <a:gd name="T52" fmla="*/ 39370 w 688"/>
                                    <a:gd name="T53" fmla="*/ 180975 h 2649"/>
                                    <a:gd name="T54" fmla="*/ 95250 w 688"/>
                                    <a:gd name="T55" fmla="*/ 404495 h 2649"/>
                                    <a:gd name="T56" fmla="*/ 114935 w 688"/>
                                    <a:gd name="T57" fmla="*/ 647700 h 2649"/>
                                    <a:gd name="T58" fmla="*/ 164465 w 688"/>
                                    <a:gd name="T59" fmla="*/ 852170 h 2649"/>
                                    <a:gd name="T60" fmla="*/ 246380 w 688"/>
                                    <a:gd name="T61" fmla="*/ 1047750 h 2649"/>
                                    <a:gd name="T62" fmla="*/ 310515 w 688"/>
                                    <a:gd name="T63" fmla="*/ 1203960 h 2649"/>
                                    <a:gd name="T64" fmla="*/ 346710 w 688"/>
                                    <a:gd name="T65" fmla="*/ 1395730 h 2649"/>
                                    <a:gd name="T66" fmla="*/ 368300 w 688"/>
                                    <a:gd name="T67" fmla="*/ 1598295 h 2649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688" h="2649">
                                      <a:moveTo>
                                        <a:pt x="574" y="2519"/>
                                      </a:moveTo>
                                      <a:lnTo>
                                        <a:pt x="527" y="2033"/>
                                      </a:lnTo>
                                      <a:lnTo>
                                        <a:pt x="455" y="1799"/>
                                      </a:lnTo>
                                      <a:lnTo>
                                        <a:pt x="263" y="1349"/>
                                      </a:lnTo>
                                      <a:lnTo>
                                        <a:pt x="232" y="1193"/>
                                      </a:lnTo>
                                      <a:lnTo>
                                        <a:pt x="149" y="504"/>
                                      </a:lnTo>
                                      <a:lnTo>
                                        <a:pt x="66" y="194"/>
                                      </a:lnTo>
                                      <a:lnTo>
                                        <a:pt x="20" y="38"/>
                                      </a:lnTo>
                                      <a:lnTo>
                                        <a:pt x="61" y="38"/>
                                      </a:lnTo>
                                      <a:lnTo>
                                        <a:pt x="312" y="381"/>
                                      </a:lnTo>
                                      <a:lnTo>
                                        <a:pt x="396" y="483"/>
                                      </a:lnTo>
                                      <a:lnTo>
                                        <a:pt x="435" y="603"/>
                                      </a:lnTo>
                                      <a:lnTo>
                                        <a:pt x="476" y="738"/>
                                      </a:lnTo>
                                      <a:lnTo>
                                        <a:pt x="501" y="1333"/>
                                      </a:lnTo>
                                      <a:lnTo>
                                        <a:pt x="527" y="1689"/>
                                      </a:lnTo>
                                      <a:lnTo>
                                        <a:pt x="610" y="1986"/>
                                      </a:lnTo>
                                      <a:lnTo>
                                        <a:pt x="657" y="2369"/>
                                      </a:lnTo>
                                      <a:lnTo>
                                        <a:pt x="688" y="2649"/>
                                      </a:lnTo>
                                      <a:lnTo>
                                        <a:pt x="684" y="2427"/>
                                      </a:lnTo>
                                      <a:lnTo>
                                        <a:pt x="626" y="2043"/>
                                      </a:lnTo>
                                      <a:lnTo>
                                        <a:pt x="540" y="1628"/>
                                      </a:lnTo>
                                      <a:lnTo>
                                        <a:pt x="511" y="1180"/>
                                      </a:lnTo>
                                      <a:lnTo>
                                        <a:pt x="480" y="720"/>
                                      </a:lnTo>
                                      <a:lnTo>
                                        <a:pt x="399" y="468"/>
                                      </a:lnTo>
                                      <a:lnTo>
                                        <a:pt x="165" y="163"/>
                                      </a:lnTo>
                                      <a:lnTo>
                                        <a:pt x="56" y="2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21" y="111"/>
                                      </a:lnTo>
                                      <a:lnTo>
                                        <a:pt x="36" y="186"/>
                                      </a:lnTo>
                                      <a:lnTo>
                                        <a:pt x="63" y="282"/>
                                      </a:lnTo>
                                      <a:lnTo>
                                        <a:pt x="102" y="399"/>
                                      </a:lnTo>
                                      <a:lnTo>
                                        <a:pt x="144" y="639"/>
                                      </a:lnTo>
                                      <a:lnTo>
                                        <a:pt x="171" y="885"/>
                                      </a:lnTo>
                                      <a:lnTo>
                                        <a:pt x="198" y="1083"/>
                                      </a:lnTo>
                                      <a:lnTo>
                                        <a:pt x="253" y="1344"/>
                                      </a:lnTo>
                                      <a:lnTo>
                                        <a:pt x="382" y="1652"/>
                                      </a:lnTo>
                                      <a:lnTo>
                                        <a:pt x="483" y="1898"/>
                                      </a:lnTo>
                                      <a:lnTo>
                                        <a:pt x="522" y="2064"/>
                                      </a:lnTo>
                                      <a:lnTo>
                                        <a:pt x="540" y="2200"/>
                                      </a:lnTo>
                                      <a:lnTo>
                                        <a:pt x="574" y="25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8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115060" cy="4926965"/>
                                </a:xfrm>
                                <a:custGeom>
                                  <a:avLst/>
                                  <a:gdLst>
                                    <a:gd name="T0" fmla="*/ 1118235 w 1756"/>
                                    <a:gd name="T1" fmla="*/ 4923790 h 7759"/>
                                    <a:gd name="T2" fmla="*/ 1095375 w 1756"/>
                                    <a:gd name="T3" fmla="*/ 4627880 h 7759"/>
                                    <a:gd name="T4" fmla="*/ 1032510 w 1756"/>
                                    <a:gd name="T5" fmla="*/ 4298950 h 7759"/>
                                    <a:gd name="T6" fmla="*/ 989965 w 1756"/>
                                    <a:gd name="T7" fmla="*/ 3900805 h 7759"/>
                                    <a:gd name="T8" fmla="*/ 953770 w 1756"/>
                                    <a:gd name="T9" fmla="*/ 3555365 h 7759"/>
                                    <a:gd name="T10" fmla="*/ 769620 w 1756"/>
                                    <a:gd name="T11" fmla="*/ 3285490 h 7759"/>
                                    <a:gd name="T12" fmla="*/ 661670 w 1756"/>
                                    <a:gd name="T13" fmla="*/ 3165475 h 7759"/>
                                    <a:gd name="T14" fmla="*/ 608330 w 1756"/>
                                    <a:gd name="T15" fmla="*/ 2930525 h 7759"/>
                                    <a:gd name="T16" fmla="*/ 523240 w 1756"/>
                                    <a:gd name="T17" fmla="*/ 2390775 h 7759"/>
                                    <a:gd name="T18" fmla="*/ 470535 w 1756"/>
                                    <a:gd name="T19" fmla="*/ 1726565 h 7759"/>
                                    <a:gd name="T20" fmla="*/ 404495 w 1756"/>
                                    <a:gd name="T21" fmla="*/ 1388110 h 7759"/>
                                    <a:gd name="T22" fmla="*/ 302895 w 1756"/>
                                    <a:gd name="T23" fmla="*/ 1131570 h 7759"/>
                                    <a:gd name="T24" fmla="*/ 177800 w 1756"/>
                                    <a:gd name="T25" fmla="*/ 890905 h 7759"/>
                                    <a:gd name="T26" fmla="*/ 33020 w 1756"/>
                                    <a:gd name="T27" fmla="*/ 489585 h 7759"/>
                                    <a:gd name="T28" fmla="*/ 0 w 1756"/>
                                    <a:gd name="T29" fmla="*/ 0 h 7759"/>
                                    <a:gd name="T30" fmla="*/ 16510 w 1756"/>
                                    <a:gd name="T31" fmla="*/ 513080 h 7759"/>
                                    <a:gd name="T32" fmla="*/ 325755 w 1756"/>
                                    <a:gd name="T33" fmla="*/ 1233170 h 7759"/>
                                    <a:gd name="T34" fmla="*/ 394970 w 1756"/>
                                    <a:gd name="T35" fmla="*/ 1397635 h 7759"/>
                                    <a:gd name="T36" fmla="*/ 434340 w 1756"/>
                                    <a:gd name="T37" fmla="*/ 1614805 h 7759"/>
                                    <a:gd name="T38" fmla="*/ 460375 w 1756"/>
                                    <a:gd name="T39" fmla="*/ 1848485 h 7759"/>
                                    <a:gd name="T40" fmla="*/ 582295 w 1756"/>
                                    <a:gd name="T41" fmla="*/ 2854960 h 7759"/>
                                    <a:gd name="T42" fmla="*/ 651510 w 1756"/>
                                    <a:gd name="T43" fmla="*/ 3176905 h 7759"/>
                                    <a:gd name="T44" fmla="*/ 743585 w 1756"/>
                                    <a:gd name="T45" fmla="*/ 3282315 h 7759"/>
                                    <a:gd name="T46" fmla="*/ 908050 w 1756"/>
                                    <a:gd name="T47" fmla="*/ 3496310 h 7759"/>
                                    <a:gd name="T48" fmla="*/ 953770 w 1756"/>
                                    <a:gd name="T49" fmla="*/ 3597910 h 7759"/>
                                    <a:gd name="T50" fmla="*/ 989965 w 1756"/>
                                    <a:gd name="T51" fmla="*/ 3903980 h 7759"/>
                                    <a:gd name="T52" fmla="*/ 1009650 w 1756"/>
                                    <a:gd name="T53" fmla="*/ 4239260 h 7759"/>
                                    <a:gd name="T54" fmla="*/ 1039495 w 1756"/>
                                    <a:gd name="T55" fmla="*/ 4377690 h 7759"/>
                                    <a:gd name="T56" fmla="*/ 1082040 w 1756"/>
                                    <a:gd name="T57" fmla="*/ 4634230 h 7759"/>
                                    <a:gd name="T58" fmla="*/ 1104900 w 1756"/>
                                    <a:gd name="T59" fmla="*/ 4782185 h 7759"/>
                                    <a:gd name="T60" fmla="*/ 1118235 w 1756"/>
                                    <a:gd name="T61" fmla="*/ 4923790 h 7759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607 w 10000"/>
                                    <a:gd name="connsiteY3" fmla="*/ 8979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479 w 10000"/>
                                    <a:gd name="connsiteY7" fmla="*/ 7212 h 10000"/>
                                    <a:gd name="connsiteX8" fmla="*/ 8326 w 10000"/>
                                    <a:gd name="connsiteY8" fmla="*/ 7139 h 10000"/>
                                    <a:gd name="connsiteX9" fmla="*/ 6902 w 10000"/>
                                    <a:gd name="connsiteY9" fmla="*/ 6670 h 10000"/>
                                    <a:gd name="connsiteX10" fmla="*/ 5934 w 10000"/>
                                    <a:gd name="connsiteY10" fmla="*/ 6426 h 10000"/>
                                    <a:gd name="connsiteX11" fmla="*/ 5456 w 10000"/>
                                    <a:gd name="connsiteY11" fmla="*/ 5949 h 10000"/>
                                    <a:gd name="connsiteX12" fmla="*/ 4692 w 10000"/>
                                    <a:gd name="connsiteY12" fmla="*/ 4852 h 10000"/>
                                    <a:gd name="connsiteX13" fmla="*/ 4220 w 10000"/>
                                    <a:gd name="connsiteY13" fmla="*/ 3504 h 10000"/>
                                    <a:gd name="connsiteX14" fmla="*/ 3628 w 10000"/>
                                    <a:gd name="connsiteY14" fmla="*/ 2817 h 10000"/>
                                    <a:gd name="connsiteX15" fmla="*/ 2716 w 10000"/>
                                    <a:gd name="connsiteY15" fmla="*/ 2297 h 10000"/>
                                    <a:gd name="connsiteX16" fmla="*/ 1856 w 10000"/>
                                    <a:gd name="connsiteY16" fmla="*/ 1910 h 10000"/>
                                    <a:gd name="connsiteX17" fmla="*/ 296 w 10000"/>
                                    <a:gd name="connsiteY17" fmla="*/ 994 h 10000"/>
                                    <a:gd name="connsiteX18" fmla="*/ 0 w 10000"/>
                                    <a:gd name="connsiteY18" fmla="*/ 0 h 10000"/>
                                    <a:gd name="connsiteX19" fmla="*/ 148 w 10000"/>
                                    <a:gd name="connsiteY19" fmla="*/ 1041 h 10000"/>
                                    <a:gd name="connsiteX20" fmla="*/ 1703 w 10000"/>
                                    <a:gd name="connsiteY20" fmla="*/ 1929 h 10000"/>
                                    <a:gd name="connsiteX21" fmla="*/ 2921 w 10000"/>
                                    <a:gd name="connsiteY21" fmla="*/ 2503 h 10000"/>
                                    <a:gd name="connsiteX22" fmla="*/ 3542 w 10000"/>
                                    <a:gd name="connsiteY22" fmla="*/ 2837 h 10000"/>
                                    <a:gd name="connsiteX23" fmla="*/ 3895 w 10000"/>
                                    <a:gd name="connsiteY23" fmla="*/ 3277 h 10000"/>
                                    <a:gd name="connsiteX24" fmla="*/ 4129 w 10000"/>
                                    <a:gd name="connsiteY24" fmla="*/ 3752 h 10000"/>
                                    <a:gd name="connsiteX25" fmla="*/ 5222 w 10000"/>
                                    <a:gd name="connsiteY25" fmla="*/ 5796 h 10000"/>
                                    <a:gd name="connsiteX26" fmla="*/ 5843 w 10000"/>
                                    <a:gd name="connsiteY26" fmla="*/ 6449 h 10000"/>
                                    <a:gd name="connsiteX27" fmla="*/ 6669 w 10000"/>
                                    <a:gd name="connsiteY27" fmla="*/ 6663 h 10000"/>
                                    <a:gd name="connsiteX28" fmla="*/ 8104 w 10000"/>
                                    <a:gd name="connsiteY28" fmla="*/ 7061 h 10000"/>
                                    <a:gd name="connsiteX29" fmla="*/ 8377 w 10000"/>
                                    <a:gd name="connsiteY29" fmla="*/ 7208 h 10000"/>
                                    <a:gd name="connsiteX30" fmla="*/ 8554 w 10000"/>
                                    <a:gd name="connsiteY30" fmla="*/ 7304 h 10000"/>
                                    <a:gd name="connsiteX31" fmla="*/ 8878 w 10000"/>
                                    <a:gd name="connsiteY31" fmla="*/ 7925 h 10000"/>
                                    <a:gd name="connsiteX32" fmla="*/ 9026 w 10000"/>
                                    <a:gd name="connsiteY32" fmla="*/ 8577 h 10000"/>
                                    <a:gd name="connsiteX33" fmla="*/ 9322 w 10000"/>
                                    <a:gd name="connsiteY33" fmla="*/ 8886 h 10000"/>
                                    <a:gd name="connsiteX34" fmla="*/ 9704 w 10000"/>
                                    <a:gd name="connsiteY34" fmla="*/ 9407 h 10000"/>
                                    <a:gd name="connsiteX35" fmla="*/ 9897 w 10000"/>
                                    <a:gd name="connsiteY35" fmla="*/ 9691 h 10000"/>
                                    <a:gd name="connsiteX36" fmla="*/ 9932 w 10000"/>
                                    <a:gd name="connsiteY36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73 w 10000"/>
                                    <a:gd name="connsiteY3" fmla="*/ 9037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479 w 10000"/>
                                    <a:gd name="connsiteY7" fmla="*/ 7212 h 10000"/>
                                    <a:gd name="connsiteX8" fmla="*/ 8326 w 10000"/>
                                    <a:gd name="connsiteY8" fmla="*/ 7139 h 10000"/>
                                    <a:gd name="connsiteX9" fmla="*/ 6902 w 10000"/>
                                    <a:gd name="connsiteY9" fmla="*/ 6670 h 10000"/>
                                    <a:gd name="connsiteX10" fmla="*/ 5934 w 10000"/>
                                    <a:gd name="connsiteY10" fmla="*/ 6426 h 10000"/>
                                    <a:gd name="connsiteX11" fmla="*/ 5456 w 10000"/>
                                    <a:gd name="connsiteY11" fmla="*/ 5949 h 10000"/>
                                    <a:gd name="connsiteX12" fmla="*/ 4692 w 10000"/>
                                    <a:gd name="connsiteY12" fmla="*/ 4852 h 10000"/>
                                    <a:gd name="connsiteX13" fmla="*/ 4220 w 10000"/>
                                    <a:gd name="connsiteY13" fmla="*/ 3504 h 10000"/>
                                    <a:gd name="connsiteX14" fmla="*/ 3628 w 10000"/>
                                    <a:gd name="connsiteY14" fmla="*/ 2817 h 10000"/>
                                    <a:gd name="connsiteX15" fmla="*/ 2716 w 10000"/>
                                    <a:gd name="connsiteY15" fmla="*/ 2297 h 10000"/>
                                    <a:gd name="connsiteX16" fmla="*/ 1856 w 10000"/>
                                    <a:gd name="connsiteY16" fmla="*/ 1910 h 10000"/>
                                    <a:gd name="connsiteX17" fmla="*/ 296 w 10000"/>
                                    <a:gd name="connsiteY17" fmla="*/ 994 h 10000"/>
                                    <a:gd name="connsiteX18" fmla="*/ 0 w 10000"/>
                                    <a:gd name="connsiteY18" fmla="*/ 0 h 10000"/>
                                    <a:gd name="connsiteX19" fmla="*/ 148 w 10000"/>
                                    <a:gd name="connsiteY19" fmla="*/ 1041 h 10000"/>
                                    <a:gd name="connsiteX20" fmla="*/ 1703 w 10000"/>
                                    <a:gd name="connsiteY20" fmla="*/ 1929 h 10000"/>
                                    <a:gd name="connsiteX21" fmla="*/ 2921 w 10000"/>
                                    <a:gd name="connsiteY21" fmla="*/ 2503 h 10000"/>
                                    <a:gd name="connsiteX22" fmla="*/ 3542 w 10000"/>
                                    <a:gd name="connsiteY22" fmla="*/ 2837 h 10000"/>
                                    <a:gd name="connsiteX23" fmla="*/ 3895 w 10000"/>
                                    <a:gd name="connsiteY23" fmla="*/ 3277 h 10000"/>
                                    <a:gd name="connsiteX24" fmla="*/ 4129 w 10000"/>
                                    <a:gd name="connsiteY24" fmla="*/ 3752 h 10000"/>
                                    <a:gd name="connsiteX25" fmla="*/ 5222 w 10000"/>
                                    <a:gd name="connsiteY25" fmla="*/ 5796 h 10000"/>
                                    <a:gd name="connsiteX26" fmla="*/ 5843 w 10000"/>
                                    <a:gd name="connsiteY26" fmla="*/ 6449 h 10000"/>
                                    <a:gd name="connsiteX27" fmla="*/ 6669 w 10000"/>
                                    <a:gd name="connsiteY27" fmla="*/ 6663 h 10000"/>
                                    <a:gd name="connsiteX28" fmla="*/ 8104 w 10000"/>
                                    <a:gd name="connsiteY28" fmla="*/ 7061 h 10000"/>
                                    <a:gd name="connsiteX29" fmla="*/ 8377 w 10000"/>
                                    <a:gd name="connsiteY29" fmla="*/ 7208 h 10000"/>
                                    <a:gd name="connsiteX30" fmla="*/ 8554 w 10000"/>
                                    <a:gd name="connsiteY30" fmla="*/ 7304 h 10000"/>
                                    <a:gd name="connsiteX31" fmla="*/ 8878 w 10000"/>
                                    <a:gd name="connsiteY31" fmla="*/ 7925 h 10000"/>
                                    <a:gd name="connsiteX32" fmla="*/ 9026 w 10000"/>
                                    <a:gd name="connsiteY32" fmla="*/ 8577 h 10000"/>
                                    <a:gd name="connsiteX33" fmla="*/ 9322 w 10000"/>
                                    <a:gd name="connsiteY33" fmla="*/ 8886 h 10000"/>
                                    <a:gd name="connsiteX34" fmla="*/ 9704 w 10000"/>
                                    <a:gd name="connsiteY34" fmla="*/ 9407 h 10000"/>
                                    <a:gd name="connsiteX35" fmla="*/ 9897 w 10000"/>
                                    <a:gd name="connsiteY35" fmla="*/ 9691 h 10000"/>
                                    <a:gd name="connsiteX36" fmla="*/ 9932 w 10000"/>
                                    <a:gd name="connsiteY36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479 w 10000"/>
                                    <a:gd name="connsiteY7" fmla="*/ 7212 h 10000"/>
                                    <a:gd name="connsiteX8" fmla="*/ 8326 w 10000"/>
                                    <a:gd name="connsiteY8" fmla="*/ 7139 h 10000"/>
                                    <a:gd name="connsiteX9" fmla="*/ 6902 w 10000"/>
                                    <a:gd name="connsiteY9" fmla="*/ 6670 h 10000"/>
                                    <a:gd name="connsiteX10" fmla="*/ 5934 w 10000"/>
                                    <a:gd name="connsiteY10" fmla="*/ 6426 h 10000"/>
                                    <a:gd name="connsiteX11" fmla="*/ 5456 w 10000"/>
                                    <a:gd name="connsiteY11" fmla="*/ 5949 h 10000"/>
                                    <a:gd name="connsiteX12" fmla="*/ 4692 w 10000"/>
                                    <a:gd name="connsiteY12" fmla="*/ 4852 h 10000"/>
                                    <a:gd name="connsiteX13" fmla="*/ 4220 w 10000"/>
                                    <a:gd name="connsiteY13" fmla="*/ 3504 h 10000"/>
                                    <a:gd name="connsiteX14" fmla="*/ 3628 w 10000"/>
                                    <a:gd name="connsiteY14" fmla="*/ 2817 h 10000"/>
                                    <a:gd name="connsiteX15" fmla="*/ 2716 w 10000"/>
                                    <a:gd name="connsiteY15" fmla="*/ 2297 h 10000"/>
                                    <a:gd name="connsiteX16" fmla="*/ 1856 w 10000"/>
                                    <a:gd name="connsiteY16" fmla="*/ 1910 h 10000"/>
                                    <a:gd name="connsiteX17" fmla="*/ 296 w 10000"/>
                                    <a:gd name="connsiteY17" fmla="*/ 994 h 10000"/>
                                    <a:gd name="connsiteX18" fmla="*/ 0 w 10000"/>
                                    <a:gd name="connsiteY18" fmla="*/ 0 h 10000"/>
                                    <a:gd name="connsiteX19" fmla="*/ 148 w 10000"/>
                                    <a:gd name="connsiteY19" fmla="*/ 1041 h 10000"/>
                                    <a:gd name="connsiteX20" fmla="*/ 1703 w 10000"/>
                                    <a:gd name="connsiteY20" fmla="*/ 1929 h 10000"/>
                                    <a:gd name="connsiteX21" fmla="*/ 2921 w 10000"/>
                                    <a:gd name="connsiteY21" fmla="*/ 2503 h 10000"/>
                                    <a:gd name="connsiteX22" fmla="*/ 3542 w 10000"/>
                                    <a:gd name="connsiteY22" fmla="*/ 2837 h 10000"/>
                                    <a:gd name="connsiteX23" fmla="*/ 3895 w 10000"/>
                                    <a:gd name="connsiteY23" fmla="*/ 3277 h 10000"/>
                                    <a:gd name="connsiteX24" fmla="*/ 4129 w 10000"/>
                                    <a:gd name="connsiteY24" fmla="*/ 3752 h 10000"/>
                                    <a:gd name="connsiteX25" fmla="*/ 5222 w 10000"/>
                                    <a:gd name="connsiteY25" fmla="*/ 5796 h 10000"/>
                                    <a:gd name="connsiteX26" fmla="*/ 5843 w 10000"/>
                                    <a:gd name="connsiteY26" fmla="*/ 6449 h 10000"/>
                                    <a:gd name="connsiteX27" fmla="*/ 6669 w 10000"/>
                                    <a:gd name="connsiteY27" fmla="*/ 6663 h 10000"/>
                                    <a:gd name="connsiteX28" fmla="*/ 8104 w 10000"/>
                                    <a:gd name="connsiteY28" fmla="*/ 7061 h 10000"/>
                                    <a:gd name="connsiteX29" fmla="*/ 8377 w 10000"/>
                                    <a:gd name="connsiteY29" fmla="*/ 7208 h 10000"/>
                                    <a:gd name="connsiteX30" fmla="*/ 8554 w 10000"/>
                                    <a:gd name="connsiteY30" fmla="*/ 7304 h 10000"/>
                                    <a:gd name="connsiteX31" fmla="*/ 8878 w 10000"/>
                                    <a:gd name="connsiteY31" fmla="*/ 7925 h 10000"/>
                                    <a:gd name="connsiteX32" fmla="*/ 9026 w 10000"/>
                                    <a:gd name="connsiteY32" fmla="*/ 8577 h 10000"/>
                                    <a:gd name="connsiteX33" fmla="*/ 9322 w 10000"/>
                                    <a:gd name="connsiteY33" fmla="*/ 8886 h 10000"/>
                                    <a:gd name="connsiteX34" fmla="*/ 9704 w 10000"/>
                                    <a:gd name="connsiteY34" fmla="*/ 9407 h 10000"/>
                                    <a:gd name="connsiteX35" fmla="*/ 9897 w 10000"/>
                                    <a:gd name="connsiteY35" fmla="*/ 9691 h 10000"/>
                                    <a:gd name="connsiteX36" fmla="*/ 9932 w 10000"/>
                                    <a:gd name="connsiteY36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479 w 10000"/>
                                    <a:gd name="connsiteY7" fmla="*/ 7212 h 10000"/>
                                    <a:gd name="connsiteX8" fmla="*/ 8326 w 10000"/>
                                    <a:gd name="connsiteY8" fmla="*/ 7139 h 10000"/>
                                    <a:gd name="connsiteX9" fmla="*/ 6902 w 10000"/>
                                    <a:gd name="connsiteY9" fmla="*/ 6670 h 10000"/>
                                    <a:gd name="connsiteX10" fmla="*/ 5934 w 10000"/>
                                    <a:gd name="connsiteY10" fmla="*/ 6426 h 10000"/>
                                    <a:gd name="connsiteX11" fmla="*/ 5456 w 10000"/>
                                    <a:gd name="connsiteY11" fmla="*/ 5949 h 10000"/>
                                    <a:gd name="connsiteX12" fmla="*/ 4692 w 10000"/>
                                    <a:gd name="connsiteY12" fmla="*/ 4852 h 10000"/>
                                    <a:gd name="connsiteX13" fmla="*/ 4220 w 10000"/>
                                    <a:gd name="connsiteY13" fmla="*/ 3504 h 10000"/>
                                    <a:gd name="connsiteX14" fmla="*/ 3628 w 10000"/>
                                    <a:gd name="connsiteY14" fmla="*/ 2817 h 10000"/>
                                    <a:gd name="connsiteX15" fmla="*/ 2716 w 10000"/>
                                    <a:gd name="connsiteY15" fmla="*/ 2297 h 10000"/>
                                    <a:gd name="connsiteX16" fmla="*/ 1856 w 10000"/>
                                    <a:gd name="connsiteY16" fmla="*/ 1910 h 10000"/>
                                    <a:gd name="connsiteX17" fmla="*/ 296 w 10000"/>
                                    <a:gd name="connsiteY17" fmla="*/ 994 h 10000"/>
                                    <a:gd name="connsiteX18" fmla="*/ 0 w 10000"/>
                                    <a:gd name="connsiteY18" fmla="*/ 0 h 10000"/>
                                    <a:gd name="connsiteX19" fmla="*/ 148 w 10000"/>
                                    <a:gd name="connsiteY19" fmla="*/ 1041 h 10000"/>
                                    <a:gd name="connsiteX20" fmla="*/ 1703 w 10000"/>
                                    <a:gd name="connsiteY20" fmla="*/ 1929 h 10000"/>
                                    <a:gd name="connsiteX21" fmla="*/ 2921 w 10000"/>
                                    <a:gd name="connsiteY21" fmla="*/ 2503 h 10000"/>
                                    <a:gd name="connsiteX22" fmla="*/ 3542 w 10000"/>
                                    <a:gd name="connsiteY22" fmla="*/ 2837 h 10000"/>
                                    <a:gd name="connsiteX23" fmla="*/ 3895 w 10000"/>
                                    <a:gd name="connsiteY23" fmla="*/ 3277 h 10000"/>
                                    <a:gd name="connsiteX24" fmla="*/ 4129 w 10000"/>
                                    <a:gd name="connsiteY24" fmla="*/ 3752 h 10000"/>
                                    <a:gd name="connsiteX25" fmla="*/ 5222 w 10000"/>
                                    <a:gd name="connsiteY25" fmla="*/ 5796 h 10000"/>
                                    <a:gd name="connsiteX26" fmla="*/ 5843 w 10000"/>
                                    <a:gd name="connsiteY26" fmla="*/ 6449 h 10000"/>
                                    <a:gd name="connsiteX27" fmla="*/ 6669 w 10000"/>
                                    <a:gd name="connsiteY27" fmla="*/ 6663 h 10000"/>
                                    <a:gd name="connsiteX28" fmla="*/ 8104 w 10000"/>
                                    <a:gd name="connsiteY28" fmla="*/ 7061 h 10000"/>
                                    <a:gd name="connsiteX29" fmla="*/ 8377 w 10000"/>
                                    <a:gd name="connsiteY29" fmla="*/ 7208 h 10000"/>
                                    <a:gd name="connsiteX30" fmla="*/ 8708 w 10000"/>
                                    <a:gd name="connsiteY30" fmla="*/ 7335 h 10000"/>
                                    <a:gd name="connsiteX31" fmla="*/ 8878 w 10000"/>
                                    <a:gd name="connsiteY31" fmla="*/ 7925 h 10000"/>
                                    <a:gd name="connsiteX32" fmla="*/ 9026 w 10000"/>
                                    <a:gd name="connsiteY32" fmla="*/ 8577 h 10000"/>
                                    <a:gd name="connsiteX33" fmla="*/ 9322 w 10000"/>
                                    <a:gd name="connsiteY33" fmla="*/ 8886 h 10000"/>
                                    <a:gd name="connsiteX34" fmla="*/ 9704 w 10000"/>
                                    <a:gd name="connsiteY34" fmla="*/ 9407 h 10000"/>
                                    <a:gd name="connsiteX35" fmla="*/ 9897 w 10000"/>
                                    <a:gd name="connsiteY35" fmla="*/ 9691 h 10000"/>
                                    <a:gd name="connsiteX36" fmla="*/ 9932 w 10000"/>
                                    <a:gd name="connsiteY36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986 w 10000"/>
                                    <a:gd name="connsiteY7" fmla="*/ 7370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708 w 10000"/>
                                    <a:gd name="connsiteY31" fmla="*/ 7335 h 10000"/>
                                    <a:gd name="connsiteX32" fmla="*/ 8878 w 10000"/>
                                    <a:gd name="connsiteY32" fmla="*/ 7925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986 w 10000"/>
                                    <a:gd name="connsiteY7" fmla="*/ 7370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878 w 10000"/>
                                    <a:gd name="connsiteY32" fmla="*/ 7925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878 w 10000"/>
                                    <a:gd name="connsiteY32" fmla="*/ 7925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998 w 10000"/>
                                    <a:gd name="connsiteY32" fmla="*/ 7910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793 w 10000"/>
                                    <a:gd name="connsiteY32" fmla="*/ 7929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878 w 10000"/>
                                    <a:gd name="connsiteY6" fmla="*/ 7919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708 w 10000"/>
                                    <a:gd name="connsiteY32" fmla="*/ 7948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929 w 10000"/>
                                    <a:gd name="connsiteY6" fmla="*/ 7907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708 w 10000"/>
                                    <a:gd name="connsiteY32" fmla="*/ 7948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929 w 10000"/>
                                    <a:gd name="connsiteY6" fmla="*/ 7907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845 w 10000"/>
                                    <a:gd name="connsiteY32" fmla="*/ 7882 h 10000"/>
                                    <a:gd name="connsiteX33" fmla="*/ 9026 w 10000"/>
                                    <a:gd name="connsiteY33" fmla="*/ 8577 h 10000"/>
                                    <a:gd name="connsiteX34" fmla="*/ 9322 w 10000"/>
                                    <a:gd name="connsiteY34" fmla="*/ 8886 h 10000"/>
                                    <a:gd name="connsiteX35" fmla="*/ 9704 w 10000"/>
                                    <a:gd name="connsiteY35" fmla="*/ 9407 h 10000"/>
                                    <a:gd name="connsiteX36" fmla="*/ 9897 w 10000"/>
                                    <a:gd name="connsiteY36" fmla="*/ 9691 h 10000"/>
                                    <a:gd name="connsiteX37" fmla="*/ 9932 w 10000"/>
                                    <a:gd name="connsiteY37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929 w 10000"/>
                                    <a:gd name="connsiteY6" fmla="*/ 7907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673 w 10000"/>
                                    <a:gd name="connsiteY32" fmla="*/ 7516 h 10000"/>
                                    <a:gd name="connsiteX33" fmla="*/ 8845 w 10000"/>
                                    <a:gd name="connsiteY33" fmla="*/ 7882 h 10000"/>
                                    <a:gd name="connsiteX34" fmla="*/ 9026 w 10000"/>
                                    <a:gd name="connsiteY34" fmla="*/ 8577 h 10000"/>
                                    <a:gd name="connsiteX35" fmla="*/ 9322 w 10000"/>
                                    <a:gd name="connsiteY35" fmla="*/ 8886 h 10000"/>
                                    <a:gd name="connsiteX36" fmla="*/ 9704 w 10000"/>
                                    <a:gd name="connsiteY36" fmla="*/ 9407 h 10000"/>
                                    <a:gd name="connsiteX37" fmla="*/ 9897 w 10000"/>
                                    <a:gd name="connsiteY37" fmla="*/ 9691 h 10000"/>
                                    <a:gd name="connsiteX38" fmla="*/ 9932 w 10000"/>
                                    <a:gd name="connsiteY38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929 w 10000"/>
                                    <a:gd name="connsiteY6" fmla="*/ 7907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673 w 10000"/>
                                    <a:gd name="connsiteY32" fmla="*/ 7516 h 10000"/>
                                    <a:gd name="connsiteX33" fmla="*/ 8845 w 10000"/>
                                    <a:gd name="connsiteY33" fmla="*/ 7882 h 10000"/>
                                    <a:gd name="connsiteX34" fmla="*/ 9026 w 10000"/>
                                    <a:gd name="connsiteY34" fmla="*/ 8577 h 10000"/>
                                    <a:gd name="connsiteX35" fmla="*/ 9072 w 10000"/>
                                    <a:gd name="connsiteY35" fmla="*/ 8680 h 10000"/>
                                    <a:gd name="connsiteX36" fmla="*/ 9322 w 10000"/>
                                    <a:gd name="connsiteY36" fmla="*/ 8886 h 10000"/>
                                    <a:gd name="connsiteX37" fmla="*/ 9704 w 10000"/>
                                    <a:gd name="connsiteY37" fmla="*/ 9407 h 10000"/>
                                    <a:gd name="connsiteX38" fmla="*/ 9897 w 10000"/>
                                    <a:gd name="connsiteY38" fmla="*/ 9691 h 10000"/>
                                    <a:gd name="connsiteX39" fmla="*/ 9932 w 10000"/>
                                    <a:gd name="connsiteY39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929 w 10000"/>
                                    <a:gd name="connsiteY6" fmla="*/ 7907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673 w 10000"/>
                                    <a:gd name="connsiteY32" fmla="*/ 7516 h 10000"/>
                                    <a:gd name="connsiteX33" fmla="*/ 8845 w 10000"/>
                                    <a:gd name="connsiteY33" fmla="*/ 7882 h 10000"/>
                                    <a:gd name="connsiteX34" fmla="*/ 9043 w 10000"/>
                                    <a:gd name="connsiteY34" fmla="*/ 8558 h 10000"/>
                                    <a:gd name="connsiteX35" fmla="*/ 9072 w 10000"/>
                                    <a:gd name="connsiteY35" fmla="*/ 8680 h 10000"/>
                                    <a:gd name="connsiteX36" fmla="*/ 9322 w 10000"/>
                                    <a:gd name="connsiteY36" fmla="*/ 8886 h 10000"/>
                                    <a:gd name="connsiteX37" fmla="*/ 9704 w 10000"/>
                                    <a:gd name="connsiteY37" fmla="*/ 9407 h 10000"/>
                                    <a:gd name="connsiteX38" fmla="*/ 9897 w 10000"/>
                                    <a:gd name="connsiteY38" fmla="*/ 9691 h 10000"/>
                                    <a:gd name="connsiteX39" fmla="*/ 9932 w 10000"/>
                                    <a:gd name="connsiteY39" fmla="*/ 10000 h 10000"/>
                                    <a:gd name="connsiteX0" fmla="*/ 9932 w 10000"/>
                                    <a:gd name="connsiteY0" fmla="*/ 10000 h 10000"/>
                                    <a:gd name="connsiteX1" fmla="*/ 10000 w 10000"/>
                                    <a:gd name="connsiteY1" fmla="*/ 9733 h 10000"/>
                                    <a:gd name="connsiteX2" fmla="*/ 9795 w 10000"/>
                                    <a:gd name="connsiteY2" fmla="*/ 9358 h 10000"/>
                                    <a:gd name="connsiteX3" fmla="*/ 9522 w 10000"/>
                                    <a:gd name="connsiteY3" fmla="*/ 9052 h 10000"/>
                                    <a:gd name="connsiteX4" fmla="*/ 9260 w 10000"/>
                                    <a:gd name="connsiteY4" fmla="*/ 8727 h 10000"/>
                                    <a:gd name="connsiteX5" fmla="*/ 9095 w 10000"/>
                                    <a:gd name="connsiteY5" fmla="*/ 8484 h 10000"/>
                                    <a:gd name="connsiteX6" fmla="*/ 8929 w 10000"/>
                                    <a:gd name="connsiteY6" fmla="*/ 7907 h 10000"/>
                                    <a:gd name="connsiteX7" fmla="*/ 8673 w 10000"/>
                                    <a:gd name="connsiteY7" fmla="*/ 7397 h 10000"/>
                                    <a:gd name="connsiteX8" fmla="*/ 8479 w 10000"/>
                                    <a:gd name="connsiteY8" fmla="*/ 7212 h 10000"/>
                                    <a:gd name="connsiteX9" fmla="*/ 8326 w 10000"/>
                                    <a:gd name="connsiteY9" fmla="*/ 7139 h 10000"/>
                                    <a:gd name="connsiteX10" fmla="*/ 6902 w 10000"/>
                                    <a:gd name="connsiteY10" fmla="*/ 6670 h 10000"/>
                                    <a:gd name="connsiteX11" fmla="*/ 5934 w 10000"/>
                                    <a:gd name="connsiteY11" fmla="*/ 6426 h 10000"/>
                                    <a:gd name="connsiteX12" fmla="*/ 5456 w 10000"/>
                                    <a:gd name="connsiteY12" fmla="*/ 5949 h 10000"/>
                                    <a:gd name="connsiteX13" fmla="*/ 4692 w 10000"/>
                                    <a:gd name="connsiteY13" fmla="*/ 4852 h 10000"/>
                                    <a:gd name="connsiteX14" fmla="*/ 4220 w 10000"/>
                                    <a:gd name="connsiteY14" fmla="*/ 3504 h 10000"/>
                                    <a:gd name="connsiteX15" fmla="*/ 3628 w 10000"/>
                                    <a:gd name="connsiteY15" fmla="*/ 2817 h 10000"/>
                                    <a:gd name="connsiteX16" fmla="*/ 2716 w 10000"/>
                                    <a:gd name="connsiteY16" fmla="*/ 2297 h 10000"/>
                                    <a:gd name="connsiteX17" fmla="*/ 1856 w 10000"/>
                                    <a:gd name="connsiteY17" fmla="*/ 1910 h 10000"/>
                                    <a:gd name="connsiteX18" fmla="*/ 296 w 10000"/>
                                    <a:gd name="connsiteY18" fmla="*/ 994 h 10000"/>
                                    <a:gd name="connsiteX19" fmla="*/ 0 w 10000"/>
                                    <a:gd name="connsiteY19" fmla="*/ 0 h 10000"/>
                                    <a:gd name="connsiteX20" fmla="*/ 148 w 10000"/>
                                    <a:gd name="connsiteY20" fmla="*/ 1041 h 10000"/>
                                    <a:gd name="connsiteX21" fmla="*/ 1703 w 10000"/>
                                    <a:gd name="connsiteY21" fmla="*/ 1929 h 10000"/>
                                    <a:gd name="connsiteX22" fmla="*/ 2921 w 10000"/>
                                    <a:gd name="connsiteY22" fmla="*/ 2503 h 10000"/>
                                    <a:gd name="connsiteX23" fmla="*/ 3542 w 10000"/>
                                    <a:gd name="connsiteY23" fmla="*/ 2837 h 10000"/>
                                    <a:gd name="connsiteX24" fmla="*/ 3895 w 10000"/>
                                    <a:gd name="connsiteY24" fmla="*/ 3277 h 10000"/>
                                    <a:gd name="connsiteX25" fmla="*/ 4129 w 10000"/>
                                    <a:gd name="connsiteY25" fmla="*/ 3752 h 10000"/>
                                    <a:gd name="connsiteX26" fmla="*/ 5222 w 10000"/>
                                    <a:gd name="connsiteY26" fmla="*/ 5796 h 10000"/>
                                    <a:gd name="connsiteX27" fmla="*/ 5843 w 10000"/>
                                    <a:gd name="connsiteY27" fmla="*/ 6449 h 10000"/>
                                    <a:gd name="connsiteX28" fmla="*/ 6669 w 10000"/>
                                    <a:gd name="connsiteY28" fmla="*/ 6663 h 10000"/>
                                    <a:gd name="connsiteX29" fmla="*/ 8104 w 10000"/>
                                    <a:gd name="connsiteY29" fmla="*/ 7061 h 10000"/>
                                    <a:gd name="connsiteX30" fmla="*/ 8377 w 10000"/>
                                    <a:gd name="connsiteY30" fmla="*/ 7208 h 10000"/>
                                    <a:gd name="connsiteX31" fmla="*/ 8554 w 10000"/>
                                    <a:gd name="connsiteY31" fmla="*/ 7385 h 10000"/>
                                    <a:gd name="connsiteX32" fmla="*/ 8673 w 10000"/>
                                    <a:gd name="connsiteY32" fmla="*/ 7516 h 10000"/>
                                    <a:gd name="connsiteX33" fmla="*/ 8845 w 10000"/>
                                    <a:gd name="connsiteY33" fmla="*/ 7882 h 10000"/>
                                    <a:gd name="connsiteX34" fmla="*/ 9043 w 10000"/>
                                    <a:gd name="connsiteY34" fmla="*/ 8558 h 10000"/>
                                    <a:gd name="connsiteX35" fmla="*/ 9123 w 10000"/>
                                    <a:gd name="connsiteY35" fmla="*/ 8665 h 10000"/>
                                    <a:gd name="connsiteX36" fmla="*/ 9322 w 10000"/>
                                    <a:gd name="connsiteY36" fmla="*/ 8886 h 10000"/>
                                    <a:gd name="connsiteX37" fmla="*/ 9704 w 10000"/>
                                    <a:gd name="connsiteY37" fmla="*/ 9407 h 10000"/>
                                    <a:gd name="connsiteX38" fmla="*/ 9897 w 10000"/>
                                    <a:gd name="connsiteY38" fmla="*/ 9691 h 10000"/>
                                    <a:gd name="connsiteX39" fmla="*/ 9932 w 10000"/>
                                    <a:gd name="connsiteY39" fmla="*/ 10000 h 1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</a:cxnLst>
                                  <a:rect l="l" t="t" r="r" b="b"/>
                                  <a:pathLst>
                                    <a:path w="10000" h="10000">
                                      <a:moveTo>
                                        <a:pt x="9932" y="10000"/>
                                      </a:moveTo>
                                      <a:cubicBezTo>
                                        <a:pt x="9955" y="9911"/>
                                        <a:pt x="9977" y="9822"/>
                                        <a:pt x="10000" y="9733"/>
                                      </a:cubicBezTo>
                                      <a:lnTo>
                                        <a:pt x="9795" y="9358"/>
                                      </a:lnTo>
                                      <a:cubicBezTo>
                                        <a:pt x="9732" y="9232"/>
                                        <a:pt x="9585" y="9178"/>
                                        <a:pt x="9522" y="9052"/>
                                      </a:cubicBezTo>
                                      <a:lnTo>
                                        <a:pt x="9260" y="8727"/>
                                      </a:lnTo>
                                      <a:lnTo>
                                        <a:pt x="9095" y="8484"/>
                                      </a:lnTo>
                                      <a:cubicBezTo>
                                        <a:pt x="9040" y="8292"/>
                                        <a:pt x="8984" y="8099"/>
                                        <a:pt x="8929" y="7907"/>
                                      </a:cubicBezTo>
                                      <a:cubicBezTo>
                                        <a:pt x="8817" y="7721"/>
                                        <a:pt x="8785" y="7583"/>
                                        <a:pt x="8673" y="7397"/>
                                      </a:cubicBezTo>
                                      <a:lnTo>
                                        <a:pt x="8479" y="7212"/>
                                      </a:lnTo>
                                      <a:lnTo>
                                        <a:pt x="8326" y="7139"/>
                                      </a:lnTo>
                                      <a:lnTo>
                                        <a:pt x="6902" y="6670"/>
                                      </a:lnTo>
                                      <a:lnTo>
                                        <a:pt x="5934" y="6426"/>
                                      </a:lnTo>
                                      <a:lnTo>
                                        <a:pt x="5456" y="5949"/>
                                      </a:lnTo>
                                      <a:lnTo>
                                        <a:pt x="4692" y="4852"/>
                                      </a:lnTo>
                                      <a:lnTo>
                                        <a:pt x="4220" y="3504"/>
                                      </a:lnTo>
                                      <a:lnTo>
                                        <a:pt x="3628" y="2817"/>
                                      </a:lnTo>
                                      <a:lnTo>
                                        <a:pt x="2716" y="2297"/>
                                      </a:lnTo>
                                      <a:lnTo>
                                        <a:pt x="1856" y="1910"/>
                                      </a:lnTo>
                                      <a:lnTo>
                                        <a:pt x="296" y="994"/>
                                      </a:lnTo>
                                      <a:cubicBezTo>
                                        <a:pt x="197" y="663"/>
                                        <a:pt x="99" y="331"/>
                                        <a:pt x="0" y="0"/>
                                      </a:cubicBezTo>
                                      <a:cubicBezTo>
                                        <a:pt x="49" y="347"/>
                                        <a:pt x="99" y="694"/>
                                        <a:pt x="148" y="1041"/>
                                      </a:cubicBezTo>
                                      <a:lnTo>
                                        <a:pt x="1703" y="1929"/>
                                      </a:lnTo>
                                      <a:lnTo>
                                        <a:pt x="2921" y="2503"/>
                                      </a:lnTo>
                                      <a:lnTo>
                                        <a:pt x="3542" y="2837"/>
                                      </a:lnTo>
                                      <a:lnTo>
                                        <a:pt x="3895" y="3277"/>
                                      </a:lnTo>
                                      <a:lnTo>
                                        <a:pt x="4129" y="3752"/>
                                      </a:lnTo>
                                      <a:lnTo>
                                        <a:pt x="5222" y="5796"/>
                                      </a:lnTo>
                                      <a:lnTo>
                                        <a:pt x="5843" y="6449"/>
                                      </a:lnTo>
                                      <a:lnTo>
                                        <a:pt x="6669" y="6663"/>
                                      </a:lnTo>
                                      <a:lnTo>
                                        <a:pt x="8104" y="7061"/>
                                      </a:lnTo>
                                      <a:lnTo>
                                        <a:pt x="8377" y="7208"/>
                                      </a:lnTo>
                                      <a:lnTo>
                                        <a:pt x="8554" y="7385"/>
                                      </a:lnTo>
                                      <a:cubicBezTo>
                                        <a:pt x="8590" y="7439"/>
                                        <a:pt x="8625" y="7433"/>
                                        <a:pt x="8673" y="7516"/>
                                      </a:cubicBezTo>
                                      <a:cubicBezTo>
                                        <a:pt x="8721" y="7599"/>
                                        <a:pt x="8773" y="7708"/>
                                        <a:pt x="8845" y="7882"/>
                                      </a:cubicBezTo>
                                      <a:cubicBezTo>
                                        <a:pt x="8894" y="8099"/>
                                        <a:pt x="8994" y="8341"/>
                                        <a:pt x="9043" y="8558"/>
                                      </a:cubicBezTo>
                                      <a:cubicBezTo>
                                        <a:pt x="9064" y="8598"/>
                                        <a:pt x="9102" y="8625"/>
                                        <a:pt x="9123" y="8665"/>
                                      </a:cubicBezTo>
                                      <a:cubicBezTo>
                                        <a:pt x="9189" y="8739"/>
                                        <a:pt x="9256" y="8812"/>
                                        <a:pt x="9322" y="8886"/>
                                      </a:cubicBezTo>
                                      <a:lnTo>
                                        <a:pt x="9704" y="9407"/>
                                      </a:lnTo>
                                      <a:cubicBezTo>
                                        <a:pt x="9768" y="9502"/>
                                        <a:pt x="9833" y="9596"/>
                                        <a:pt x="9897" y="9691"/>
                                      </a:cubicBezTo>
                                      <a:cubicBezTo>
                                        <a:pt x="9909" y="9794"/>
                                        <a:pt x="9920" y="9897"/>
                                        <a:pt x="9932" y="100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14F58C" id="Group 12" o:spid="_x0000_s1026" style="position:absolute;margin-left:259.7pt;margin-top:8pt;width:87.8pt;height:388.3pt;z-index:251664896" coordsize="11150,49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">
                      <v:shape id="Freeform 824" o:spid="_x0000_s1027" style="position:absolute;left:1282;top:9834;width:2299;height:6871;visibility:visible;mso-wrap-style:square;v-text-anchor:top" coordsize="362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" path="m,l58,31,208,366,342,651r14,95l362,909r-66,173l327,913,322,665,,xe" fillcolor="#333">
                        <v:path arrowok="t" o:connecttype="custom" o:connectlocs="0,0;93548200,129032000;137499725,257660775;146370675,356047675;113709450,452015225;137499725,313305825;123790075,224999550;0,0" o:connectangles="0,0,0,0,0,0,0,0"/>
                      </v:shape>
                      <v:shape id="Freeform 825" o:spid="_x0000_s1028" style="position:absolute;left:3618;top:16413;width:5257;height:32899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" path="m,41l,191c12,156,24,122,36,87l362,69,616,208v12,81,24,163,36,244l1498,2056,2633,3445,3986,4617r301,370l3816,5439r,927l4215,6792r2017,950l7790,8263r1123,440l9167,8888r362,313c9626,9467,9722,9734,9819,10000r181,-17l9058,8726,8333,8390,6920,7915,5761,7417,4638,6954,4058,6537,3877,6149v36,-168,73,-337,109,-505l4481,4858,3986,4217,3043,3376,2790,2985,2343,2515v-85,-147,-108,-83,-193,-230l1630,1830,1051,735,725,81,290,,,41xe" fillcolor="#333">
                        <v:path arrowok="t" o:connecttype="custom" o:connectlocs="0,13489;0,62838;1893,28622;19033,22701;32388,68431;34281,148705;78762,676411;138438,1133383;209576,1518963;225402,1640691;200638,1789396;200638,2094373;221616,2234524;327666,2547068;409583,2718473;468628,2863230;481983,2924094;501016,3027069;516263,3289935;525780,3284342;476252,2870797;438132,2760255;363840,2603984;302902,2440145;243857,2287821;213362,2150631;203845,2022981;209576,1856839;235602,1598250;209576,1387366;159995,1110682;146693,982046;123190,827419;113043,751750;85702,602058;55259,241810;38119,26648;15248,0;0,13489" o:connectangles="0,0,0,0,0,0,0,0,0,0,0,0,0,0,0,0,0,0,0,0,0,0,0,0,0,0,0,0,0,0,0,0,0,0,0,0,0,0,0"/>
                      </v:shape>
                      <v:shape id="Freeform 826" o:spid="_x0000_s1029" style="position:absolute;left:5920;top:33911;width:3804;height:15266;visibility:visible;mso-wrap-style:square;v-text-anchor:top" coordsize="599,2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" path="m501,2404l450,1854,390,1638,289,1415,213,1236,117,987,69,861,,546,,276,24,33,42,,71,21r62,207l210,693r51,333l288,1143r47,142l426,1452r59,170l534,1746r39,156l599,2300,555,1902,485,1637,340,1332,260,1119,216,855,149,363,92,89,50,30,15,291r4,259l108,912r135,333l282,1347r136,353l444,1758r26,113l501,2404xe" fillcolor="#333">
                        <v:path arrowok="t" o:connecttype="custom" o:connectlocs="204435075,977417400;183467375,747579150;118951375,578627875;29032200,369757325;0,223386650;4838700,13709650;16532225,0;31048325,16532225;56048275,99999800;91532075,340321900;137499725,526208625;197983475,662095450;233467275,774998450;243951125,935482000;226209225,774998450;197983475,668143825;139515850,545160200;107257850,459273275;89515950,352821875;62499875,154435175;39516050,43951525;22580600,20161250;10080625,74999850;10080625,229838250;37499925,375805700;93548200,511692525;170967400,693547000;191935100,762498475;204435075,977417400" o:connectangles="0,0,0,0,0,0,0,0,0,0,0,0,0,0,0,0,0,0,0,0,0,0,0,0,0,0,0,0,0"/>
                      </v:shape>
                      <v:shape id="Freeform 827" o:spid="_x0000_s1030" style="position:absolute;left:6413;top:32431;width:4369;height:16821;visibility:visible;mso-wrap-style:square;v-text-anchor:top" coordsize="688,2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" path="m574,2519l527,2033,455,1799,263,1349,232,1193,149,504,66,194,20,38r41,l312,381r84,102l435,603r41,135l501,1333r26,356l610,1986r47,383l688,2649r-4,-222l626,2043,540,1628,511,1180,480,720,399,468,165,163,56,2,15,,,27,3,63r18,48l36,186r27,96l102,399r42,240l171,885r27,198l253,1344r129,308l483,1898r39,166l540,2200r34,319xe" fillcolor="#333">
                        <v:path arrowok="t" o:connecttype="custom" o:connectlocs="233870500,1014917325;214918925,818949975;185886725,724595325;108467525,543144075;95967550,480240975;62499875,202418950;29032200,77419200;10483850,14516100;27016075,14516100;154435175,177419000;194354450,296773600;204435075,536692475;214918925,680240575;248386600,799998400;267338175,954433575;279838150,1067336575;281854275,983062550;254838200,822982225;220160850,655643850;208467325,474999050;197177025,283870400;171370625,192338325;68951475,64919225;24999950,0;5645150,8467725;0,31451550;24999950,114919125;60483750,256854325;72983725,411289500;104435275,541127950;156451300,665321250;197177025,764514600;220160850,886288550;233870500,1014917325" o:connectangles="0,0,0,0,0,0,0,0,0,0,0,0,0,0,0,0,0,0,0,0,0,0,0,0,0,0,0,0,0,0,0,0,0,0"/>
                      </v:shape>
                      <v:shape id="Freeform 828" o:spid="_x0000_s1031" style="position:absolute;width:11150;height:49269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" path="m9932,10000v23,-89,45,-178,68,-267l9795,9358v-63,-126,-210,-180,-273,-306l9260,8727,9095,8484v-55,-192,-111,-385,-166,-577c8817,7721,8785,7583,8673,7397l8479,7212r-153,-73l6902,6670,5934,6426,5456,5949,4692,4852,4220,3504,3628,2817,2716,2297,1856,1910,296,994c197,663,99,331,,,49,347,99,694,148,1041r1555,888l2921,2503r621,334l3895,3277r234,475l5222,5796r621,653l6669,6663r1435,398l8377,7208r177,177c8590,7439,8625,7433,8673,7516v48,83,100,192,172,366c8894,8099,8994,8341,9043,8558v21,40,59,67,80,107c9189,8739,9256,8812,9322,8886r382,521c9768,9502,9833,9596,9897,9691v12,103,23,206,35,309xe" fillcolor="#333">
                        <v:path arrowok="t" o:connecttype="custom" o:connectlocs="1107478,4926965;1115060,4795415;1092201,4610654;1061760,4459889;1032546,4299762;1014147,4180037;995637,3895751;967092,3644476;945459,3553327;928399,3517360;769614,3286286;661677,3166068;608377,2931051;523186,2390563;470555,1726409;404544,1387926;302850,1131724;206955,941050;33006,489740;0,0;16503,512897;189895,950412;325709,1233219;394954,1397780;434316,1614566;460408,1848597;582284,2855669;651530,3177400;743634,3282837;903645,3478930;934086,3551356;953822,3638564;967092,3703107;986271,3883434;1008349,4216497;1017269,4269215;1039459,4378101;1082054,4634796;1103575,4774722;1107478,4926965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88265</wp:posOffset>
                      </wp:positionV>
                      <wp:extent cx="1520190" cy="4968875"/>
                      <wp:effectExtent l="0" t="0" r="3810" b="3175"/>
                      <wp:wrapNone/>
                      <wp:docPr id="116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0190" cy="4968875"/>
                                <a:chOff x="0" y="0"/>
                                <a:chExt cx="1520262" cy="4968661"/>
                              </a:xfrm>
                            </wpg:grpSpPr>
                            <wps:wsp>
                              <wps:cNvPr id="117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7945" cy="4953635"/>
                                </a:xfrm>
                                <a:custGeom>
                                  <a:avLst/>
                                  <a:gdLst>
                                    <a:gd name="T0" fmla="*/ 1323340 w 2107"/>
                                    <a:gd name="T1" fmla="*/ 0 h 7801"/>
                                    <a:gd name="T2" fmla="*/ 1337945 w 2107"/>
                                    <a:gd name="T3" fmla="*/ 245745 h 7801"/>
                                    <a:gd name="T4" fmla="*/ 1337945 w 2107"/>
                                    <a:gd name="T5" fmla="*/ 436880 h 7801"/>
                                    <a:gd name="T6" fmla="*/ 1262380 w 2107"/>
                                    <a:gd name="T7" fmla="*/ 624840 h 7801"/>
                                    <a:gd name="T8" fmla="*/ 1138555 w 2107"/>
                                    <a:gd name="T9" fmla="*/ 846455 h 7801"/>
                                    <a:gd name="T10" fmla="*/ 1003300 w 2107"/>
                                    <a:gd name="T11" fmla="*/ 1050925 h 7801"/>
                                    <a:gd name="T12" fmla="*/ 855980 w 2107"/>
                                    <a:gd name="T13" fmla="*/ 1276350 h 7801"/>
                                    <a:gd name="T14" fmla="*/ 757555 w 2107"/>
                                    <a:gd name="T15" fmla="*/ 1525270 h 7801"/>
                                    <a:gd name="T16" fmla="*/ 633730 w 2107"/>
                                    <a:gd name="T17" fmla="*/ 2078355 h 7801"/>
                                    <a:gd name="T18" fmla="*/ 389255 w 2107"/>
                                    <a:gd name="T19" fmla="*/ 3084830 h 7801"/>
                                    <a:gd name="T20" fmla="*/ 335280 w 2107"/>
                                    <a:gd name="T21" fmla="*/ 3214370 h 7801"/>
                                    <a:gd name="T22" fmla="*/ 273050 w 2107"/>
                                    <a:gd name="T23" fmla="*/ 3303270 h 7801"/>
                                    <a:gd name="T24" fmla="*/ 170815 w 2107"/>
                                    <a:gd name="T25" fmla="*/ 3403600 h 7801"/>
                                    <a:gd name="T26" fmla="*/ 109220 w 2107"/>
                                    <a:gd name="T27" fmla="*/ 3528060 h 7801"/>
                                    <a:gd name="T28" fmla="*/ 76835 w 2107"/>
                                    <a:gd name="T29" fmla="*/ 3620770 h 7801"/>
                                    <a:gd name="T30" fmla="*/ 34290 w 2107"/>
                                    <a:gd name="T31" fmla="*/ 3892550 h 7801"/>
                                    <a:gd name="T32" fmla="*/ 15875 w 2107"/>
                                    <a:gd name="T33" fmla="*/ 4008755 h 7801"/>
                                    <a:gd name="T34" fmla="*/ 15875 w 2107"/>
                                    <a:gd name="T35" fmla="*/ 4159885 h 7801"/>
                                    <a:gd name="T36" fmla="*/ 14605 w 2107"/>
                                    <a:gd name="T37" fmla="*/ 4495165 h 7801"/>
                                    <a:gd name="T38" fmla="*/ 14605 w 2107"/>
                                    <a:gd name="T39" fmla="*/ 4953635 h 7801"/>
                                    <a:gd name="T40" fmla="*/ 0 w 2107"/>
                                    <a:gd name="T41" fmla="*/ 4241800 h 7801"/>
                                    <a:gd name="T42" fmla="*/ 10795 w 2107"/>
                                    <a:gd name="T43" fmla="*/ 3956050 h 7801"/>
                                    <a:gd name="T44" fmla="*/ 59690 w 2107"/>
                                    <a:gd name="T45" fmla="*/ 3616960 h 7801"/>
                                    <a:gd name="T46" fmla="*/ 109220 w 2107"/>
                                    <a:gd name="T47" fmla="*/ 3466465 h 7801"/>
                                    <a:gd name="T48" fmla="*/ 177165 w 2107"/>
                                    <a:gd name="T49" fmla="*/ 3355340 h 7801"/>
                                    <a:gd name="T50" fmla="*/ 309245 w 2107"/>
                                    <a:gd name="T51" fmla="*/ 3223895 h 7801"/>
                                    <a:gd name="T52" fmla="*/ 382270 w 2107"/>
                                    <a:gd name="T53" fmla="*/ 3036570 h 7801"/>
                                    <a:gd name="T54" fmla="*/ 549910 w 2107"/>
                                    <a:gd name="T55" fmla="*/ 2436495 h 7801"/>
                                    <a:gd name="T56" fmla="*/ 688975 w 2107"/>
                                    <a:gd name="T57" fmla="*/ 1740535 h 7801"/>
                                    <a:gd name="T58" fmla="*/ 743585 w 2107"/>
                                    <a:gd name="T59" fmla="*/ 1525270 h 7801"/>
                                    <a:gd name="T60" fmla="*/ 822325 w 2107"/>
                                    <a:gd name="T61" fmla="*/ 1323975 h 7801"/>
                                    <a:gd name="T62" fmla="*/ 914400 w 2107"/>
                                    <a:gd name="T63" fmla="*/ 1144270 h 7801"/>
                                    <a:gd name="T64" fmla="*/ 1249045 w 2107"/>
                                    <a:gd name="T65" fmla="*/ 614680 h 7801"/>
                                    <a:gd name="T66" fmla="*/ 1310005 w 2107"/>
                                    <a:gd name="T67" fmla="*/ 464185 h 7801"/>
                                    <a:gd name="T68" fmla="*/ 1323340 w 2107"/>
                                    <a:gd name="T69" fmla="*/ 43815 h 7801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</a:gdLst>
                                  <a:ahLst/>
                                  <a:cxnLst>
                                    <a:cxn ang="T70">
                                      <a:pos x="T0" y="T1"/>
                                    </a:cxn>
                                    <a:cxn ang="T71">
                                      <a:pos x="T2" y="T3"/>
                                    </a:cxn>
                                    <a:cxn ang="T72">
                                      <a:pos x="T4" y="T5"/>
                                    </a:cxn>
                                    <a:cxn ang="T73">
                                      <a:pos x="T6" y="T7"/>
                                    </a:cxn>
                                    <a:cxn ang="T74">
                                      <a:pos x="T8" y="T9"/>
                                    </a:cxn>
                                    <a:cxn ang="T75">
                                      <a:pos x="T10" y="T11"/>
                                    </a:cxn>
                                    <a:cxn ang="T76">
                                      <a:pos x="T12" y="T13"/>
                                    </a:cxn>
                                    <a:cxn ang="T77">
                                      <a:pos x="T14" y="T15"/>
                                    </a:cxn>
                                    <a:cxn ang="T78">
                                      <a:pos x="T16" y="T17"/>
                                    </a:cxn>
                                    <a:cxn ang="T79">
                                      <a:pos x="T18" y="T19"/>
                                    </a:cxn>
                                    <a:cxn ang="T80">
                                      <a:pos x="T20" y="T21"/>
                                    </a:cxn>
                                    <a:cxn ang="T81">
                                      <a:pos x="T22" y="T23"/>
                                    </a:cxn>
                                    <a:cxn ang="T82">
                                      <a:pos x="T24" y="T25"/>
                                    </a:cxn>
                                    <a:cxn ang="T83">
                                      <a:pos x="T26" y="T27"/>
                                    </a:cxn>
                                    <a:cxn ang="T84">
                                      <a:pos x="T28" y="T29"/>
                                    </a:cxn>
                                    <a:cxn ang="T85">
                                      <a:pos x="T30" y="T31"/>
                                    </a:cxn>
                                    <a:cxn ang="T86">
                                      <a:pos x="T32" y="T33"/>
                                    </a:cxn>
                                    <a:cxn ang="T87">
                                      <a:pos x="T34" y="T35"/>
                                    </a:cxn>
                                    <a:cxn ang="T88">
                                      <a:pos x="T36" y="T37"/>
                                    </a:cxn>
                                    <a:cxn ang="T89">
                                      <a:pos x="T38" y="T39"/>
                                    </a:cxn>
                                    <a:cxn ang="T90">
                                      <a:pos x="T40" y="T41"/>
                                    </a:cxn>
                                    <a:cxn ang="T91">
                                      <a:pos x="T42" y="T43"/>
                                    </a:cxn>
                                    <a:cxn ang="T92">
                                      <a:pos x="T44" y="T45"/>
                                    </a:cxn>
                                    <a:cxn ang="T93">
                                      <a:pos x="T46" y="T47"/>
                                    </a:cxn>
                                    <a:cxn ang="T94">
                                      <a:pos x="T48" y="T49"/>
                                    </a:cxn>
                                    <a:cxn ang="T95">
                                      <a:pos x="T50" y="T51"/>
                                    </a:cxn>
                                    <a:cxn ang="T96">
                                      <a:pos x="T52" y="T53"/>
                                    </a:cxn>
                                    <a:cxn ang="T97">
                                      <a:pos x="T54" y="T55"/>
                                    </a:cxn>
                                    <a:cxn ang="T98">
                                      <a:pos x="T56" y="T57"/>
                                    </a:cxn>
                                    <a:cxn ang="T99">
                                      <a:pos x="T58" y="T59"/>
                                    </a:cxn>
                                    <a:cxn ang="T100">
                                      <a:pos x="T60" y="T61"/>
                                    </a:cxn>
                                    <a:cxn ang="T101">
                                      <a:pos x="T62" y="T63"/>
                                    </a:cxn>
                                    <a:cxn ang="T102">
                                      <a:pos x="T64" y="T65"/>
                                    </a:cxn>
                                    <a:cxn ang="T103">
                                      <a:pos x="T66" y="T67"/>
                                    </a:cxn>
                                    <a:cxn ang="T104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107" h="7801">
                                      <a:moveTo>
                                        <a:pt x="2084" y="0"/>
                                      </a:moveTo>
                                      <a:lnTo>
                                        <a:pt x="2107" y="387"/>
                                      </a:lnTo>
                                      <a:lnTo>
                                        <a:pt x="2095" y="590"/>
                                      </a:lnTo>
                                      <a:lnTo>
                                        <a:pt x="2068" y="764"/>
                                      </a:lnTo>
                                      <a:lnTo>
                                        <a:pt x="1988" y="984"/>
                                      </a:lnTo>
                                      <a:lnTo>
                                        <a:pt x="1787" y="1291"/>
                                      </a:lnTo>
                                      <a:lnTo>
                                        <a:pt x="1580" y="1655"/>
                                      </a:lnTo>
                                      <a:lnTo>
                                        <a:pt x="1348" y="2010"/>
                                      </a:lnTo>
                                      <a:lnTo>
                                        <a:pt x="1193" y="2402"/>
                                      </a:lnTo>
                                      <a:lnTo>
                                        <a:pt x="998" y="3232"/>
                                      </a:lnTo>
                                      <a:lnTo>
                                        <a:pt x="840" y="3921"/>
                                      </a:lnTo>
                                      <a:lnTo>
                                        <a:pt x="686" y="4575"/>
                                      </a:lnTo>
                                      <a:lnTo>
                                        <a:pt x="567" y="4945"/>
                                      </a:lnTo>
                                      <a:lnTo>
                                        <a:pt x="528" y="5062"/>
                                      </a:lnTo>
                                      <a:lnTo>
                                        <a:pt x="486" y="5111"/>
                                      </a:lnTo>
                                      <a:lnTo>
                                        <a:pt x="378" y="5211"/>
                                      </a:lnTo>
                                      <a:lnTo>
                                        <a:pt x="263" y="5330"/>
                                      </a:lnTo>
                                      <a:lnTo>
                                        <a:pt x="186" y="5469"/>
                                      </a:lnTo>
                                      <a:lnTo>
                                        <a:pt x="163" y="5550"/>
                                      </a:lnTo>
                                      <a:lnTo>
                                        <a:pt x="121" y="5702"/>
                                      </a:lnTo>
                                      <a:lnTo>
                                        <a:pt x="70" y="5911"/>
                                      </a:lnTo>
                                      <a:lnTo>
                                        <a:pt x="39" y="6166"/>
                                      </a:lnTo>
                                      <a:lnTo>
                                        <a:pt x="25" y="6313"/>
                                      </a:lnTo>
                                      <a:lnTo>
                                        <a:pt x="25" y="6551"/>
                                      </a:lnTo>
                                      <a:lnTo>
                                        <a:pt x="23" y="7079"/>
                                      </a:lnTo>
                                      <a:lnTo>
                                        <a:pt x="23" y="7801"/>
                                      </a:lnTo>
                                      <a:lnTo>
                                        <a:pt x="0" y="6680"/>
                                      </a:lnTo>
                                      <a:lnTo>
                                        <a:pt x="17" y="6230"/>
                                      </a:lnTo>
                                      <a:lnTo>
                                        <a:pt x="94" y="5696"/>
                                      </a:lnTo>
                                      <a:lnTo>
                                        <a:pt x="172" y="5459"/>
                                      </a:lnTo>
                                      <a:lnTo>
                                        <a:pt x="279" y="5284"/>
                                      </a:lnTo>
                                      <a:lnTo>
                                        <a:pt x="487" y="5077"/>
                                      </a:lnTo>
                                      <a:lnTo>
                                        <a:pt x="602" y="4782"/>
                                      </a:lnTo>
                                      <a:lnTo>
                                        <a:pt x="829" y="3855"/>
                                      </a:lnTo>
                                      <a:lnTo>
                                        <a:pt x="913" y="3490"/>
                                      </a:lnTo>
                                      <a:lnTo>
                                        <a:pt x="1085" y="2741"/>
                                      </a:lnTo>
                                      <a:lnTo>
                                        <a:pt x="1171" y="2402"/>
                                      </a:lnTo>
                                      <a:lnTo>
                                        <a:pt x="1295" y="2085"/>
                                      </a:lnTo>
                                      <a:lnTo>
                                        <a:pt x="1440" y="1802"/>
                                      </a:lnTo>
                                      <a:lnTo>
                                        <a:pt x="1967" y="968"/>
                                      </a:lnTo>
                                      <a:lnTo>
                                        <a:pt x="2038" y="752"/>
                                      </a:lnTo>
                                      <a:lnTo>
                                        <a:pt x="2061" y="590"/>
                                      </a:lnTo>
                                      <a:lnTo>
                                        <a:pt x="2084" y="6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061" y="3276386"/>
                                  <a:ext cx="328295" cy="1692275"/>
                                </a:xfrm>
                                <a:custGeom>
                                  <a:avLst/>
                                  <a:gdLst>
                                    <a:gd name="T0" fmla="*/ 23495 w 517"/>
                                    <a:gd name="T1" fmla="*/ 1692275 h 2665"/>
                                    <a:gd name="T2" fmla="*/ 0 w 517"/>
                                    <a:gd name="T3" fmla="*/ 1221105 h 2665"/>
                                    <a:gd name="T4" fmla="*/ 0 w 517"/>
                                    <a:gd name="T5" fmla="*/ 758825 h 2665"/>
                                    <a:gd name="T6" fmla="*/ 36195 w 517"/>
                                    <a:gd name="T7" fmla="*/ 499110 h 2665"/>
                                    <a:gd name="T8" fmla="*/ 92710 w 517"/>
                                    <a:gd name="T9" fmla="*/ 264160 h 2665"/>
                                    <a:gd name="T10" fmla="*/ 145415 w 517"/>
                                    <a:gd name="T11" fmla="*/ 142875 h 2665"/>
                                    <a:gd name="T12" fmla="*/ 315595 w 517"/>
                                    <a:gd name="T13" fmla="*/ 0 h 2665"/>
                                    <a:gd name="T14" fmla="*/ 339090 w 517"/>
                                    <a:gd name="T15" fmla="*/ 81915 h 2665"/>
                                    <a:gd name="T16" fmla="*/ 303530 w 517"/>
                                    <a:gd name="T17" fmla="*/ 207645 h 2665"/>
                                    <a:gd name="T18" fmla="*/ 214630 w 517"/>
                                    <a:gd name="T19" fmla="*/ 600075 h 2665"/>
                                    <a:gd name="T20" fmla="*/ 167005 w 517"/>
                                    <a:gd name="T21" fmla="*/ 861060 h 2665"/>
                                    <a:gd name="T22" fmla="*/ 119380 w 517"/>
                                    <a:gd name="T23" fmla="*/ 1199515 h 2665"/>
                                    <a:gd name="T24" fmla="*/ 78105 w 517"/>
                                    <a:gd name="T25" fmla="*/ 1651000 h 2665"/>
                                    <a:gd name="T26" fmla="*/ 145415 w 517"/>
                                    <a:gd name="T27" fmla="*/ 932180 h 2665"/>
                                    <a:gd name="T28" fmla="*/ 232410 w 517"/>
                                    <a:gd name="T29" fmla="*/ 439420 h 2665"/>
                                    <a:gd name="T30" fmla="*/ 325120 w 517"/>
                                    <a:gd name="T31" fmla="*/ 116205 h 2665"/>
                                    <a:gd name="T32" fmla="*/ 303530 w 517"/>
                                    <a:gd name="T33" fmla="*/ 41910 h 2665"/>
                                    <a:gd name="T34" fmla="*/ 167005 w 517"/>
                                    <a:gd name="T35" fmla="*/ 142875 h 2665"/>
                                    <a:gd name="T36" fmla="*/ 103505 w 517"/>
                                    <a:gd name="T37" fmla="*/ 282575 h 2665"/>
                                    <a:gd name="T38" fmla="*/ 24130 w 517"/>
                                    <a:gd name="T39" fmla="*/ 671195 h 2665"/>
                                    <a:gd name="T40" fmla="*/ 635 w 517"/>
                                    <a:gd name="T41" fmla="*/ 932180 h 2665"/>
                                    <a:gd name="T42" fmla="*/ 15240 w 517"/>
                                    <a:gd name="T43" fmla="*/ 1383665 h 2665"/>
                                    <a:gd name="T44" fmla="*/ 23495 w 517"/>
                                    <a:gd name="T45" fmla="*/ 1692275 h 2665"/>
                                    <a:gd name="T46" fmla="*/ 0 60000 65536"/>
                                    <a:gd name="T47" fmla="*/ 0 60000 65536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</a:gdLst>
                                  <a:ahLst/>
                                  <a:cxnLst>
                                    <a:cxn ang="T46">
                                      <a:pos x="T0" y="T1"/>
                                    </a:cxn>
                                    <a:cxn ang="T47">
                                      <a:pos x="T2" y="T3"/>
                                    </a:cxn>
                                    <a:cxn ang="T48">
                                      <a:pos x="T4" y="T5"/>
                                    </a:cxn>
                                    <a:cxn ang="T49">
                                      <a:pos x="T6" y="T7"/>
                                    </a:cxn>
                                    <a:cxn ang="T50">
                                      <a:pos x="T8" y="T9"/>
                                    </a:cxn>
                                    <a:cxn ang="T51">
                                      <a:pos x="T10" y="T11"/>
                                    </a:cxn>
                                    <a:cxn ang="T52">
                                      <a:pos x="T12" y="T13"/>
                                    </a:cxn>
                                    <a:cxn ang="T53">
                                      <a:pos x="T14" y="T15"/>
                                    </a:cxn>
                                    <a:cxn ang="T54">
                                      <a:pos x="T16" y="T17"/>
                                    </a:cxn>
                                    <a:cxn ang="T55">
                                      <a:pos x="T18" y="T19"/>
                                    </a:cxn>
                                    <a:cxn ang="T56">
                                      <a:pos x="T20" y="T21"/>
                                    </a:cxn>
                                    <a:cxn ang="T57">
                                      <a:pos x="T22" y="T23"/>
                                    </a:cxn>
                                    <a:cxn ang="T58">
                                      <a:pos x="T24" y="T25"/>
                                    </a:cxn>
                                    <a:cxn ang="T59">
                                      <a:pos x="T26" y="T27"/>
                                    </a:cxn>
                                    <a:cxn ang="T60">
                                      <a:pos x="T28" y="T29"/>
                                    </a:cxn>
                                    <a:cxn ang="T61">
                                      <a:pos x="T30" y="T31"/>
                                    </a:cxn>
                                    <a:cxn ang="T62">
                                      <a:pos x="T32" y="T33"/>
                                    </a:cxn>
                                    <a:cxn ang="T63">
                                      <a:pos x="T34" y="T35"/>
                                    </a:cxn>
                                    <a:cxn ang="T64">
                                      <a:pos x="T36" y="T37"/>
                                    </a:cxn>
                                    <a:cxn ang="T65">
                                      <a:pos x="T38" y="T39"/>
                                    </a:cxn>
                                    <a:cxn ang="T66">
                                      <a:pos x="T40" y="T41"/>
                                    </a:cxn>
                                    <a:cxn ang="T67">
                                      <a:pos x="T42" y="T43"/>
                                    </a:cxn>
                                    <a:cxn ang="T68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517" h="2665">
                                      <a:moveTo>
                                        <a:pt x="37" y="2665"/>
                                      </a:moveTo>
                                      <a:lnTo>
                                        <a:pt x="0" y="1923"/>
                                      </a:lnTo>
                                      <a:lnTo>
                                        <a:pt x="3" y="1173"/>
                                      </a:lnTo>
                                      <a:lnTo>
                                        <a:pt x="60" y="811"/>
                                      </a:lnTo>
                                      <a:lnTo>
                                        <a:pt x="91" y="661"/>
                                      </a:lnTo>
                                      <a:lnTo>
                                        <a:pt x="146" y="416"/>
                                      </a:lnTo>
                                      <a:lnTo>
                                        <a:pt x="229" y="225"/>
                                      </a:lnTo>
                                      <a:lnTo>
                                        <a:pt x="438" y="33"/>
                                      </a:lnTo>
                                      <a:lnTo>
                                        <a:pt x="497" y="0"/>
                                      </a:lnTo>
                                      <a:lnTo>
                                        <a:pt x="511" y="33"/>
                                      </a:lnTo>
                                      <a:lnTo>
                                        <a:pt x="517" y="172"/>
                                      </a:lnTo>
                                      <a:lnTo>
                                        <a:pt x="496" y="310"/>
                                      </a:lnTo>
                                      <a:lnTo>
                                        <a:pt x="451" y="496"/>
                                      </a:lnTo>
                                      <a:lnTo>
                                        <a:pt x="361" y="850"/>
                                      </a:lnTo>
                                      <a:lnTo>
                                        <a:pt x="301" y="1186"/>
                                      </a:lnTo>
                                      <a:lnTo>
                                        <a:pt x="250" y="1462"/>
                                      </a:lnTo>
                                      <a:lnTo>
                                        <a:pt x="214" y="1735"/>
                                      </a:lnTo>
                                      <a:lnTo>
                                        <a:pt x="187" y="1978"/>
                                      </a:lnTo>
                                      <a:lnTo>
                                        <a:pt x="123" y="2600"/>
                                      </a:lnTo>
                                      <a:lnTo>
                                        <a:pt x="229" y="1468"/>
                                      </a:lnTo>
                                      <a:lnTo>
                                        <a:pt x="313" y="1051"/>
                                      </a:lnTo>
                                      <a:lnTo>
                                        <a:pt x="388" y="721"/>
                                      </a:lnTo>
                                      <a:lnTo>
                                        <a:pt x="469" y="319"/>
                                      </a:lnTo>
                                      <a:lnTo>
                                        <a:pt x="496" y="151"/>
                                      </a:lnTo>
                                      <a:lnTo>
                                        <a:pt x="511" y="85"/>
                                      </a:lnTo>
                                      <a:lnTo>
                                        <a:pt x="490" y="25"/>
                                      </a:lnTo>
                                      <a:lnTo>
                                        <a:pt x="415" y="79"/>
                                      </a:lnTo>
                                      <a:lnTo>
                                        <a:pt x="263" y="225"/>
                                      </a:lnTo>
                                      <a:lnTo>
                                        <a:pt x="163" y="445"/>
                                      </a:lnTo>
                                      <a:lnTo>
                                        <a:pt x="30" y="1000"/>
                                      </a:lnTo>
                                      <a:lnTo>
                                        <a:pt x="38" y="1057"/>
                                      </a:lnTo>
                                      <a:lnTo>
                                        <a:pt x="1" y="1468"/>
                                      </a:lnTo>
                                      <a:lnTo>
                                        <a:pt x="24" y="2179"/>
                                      </a:lnTo>
                                      <a:lnTo>
                                        <a:pt x="37" y="26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9395" y="3497902"/>
                                  <a:ext cx="291465" cy="1453515"/>
                                </a:xfrm>
                                <a:custGeom>
                                  <a:avLst/>
                                  <a:gdLst>
                                    <a:gd name="T0" fmla="*/ 0 w 459"/>
                                    <a:gd name="T1" fmla="*/ 1408430 h 2289"/>
                                    <a:gd name="T2" fmla="*/ 15875 w 459"/>
                                    <a:gd name="T3" fmla="*/ 1070610 h 2289"/>
                                    <a:gd name="T4" fmla="*/ 123825 w 459"/>
                                    <a:gd name="T5" fmla="*/ 427990 h 2289"/>
                                    <a:gd name="T6" fmla="*/ 200660 w 459"/>
                                    <a:gd name="T7" fmla="*/ 66040 h 2289"/>
                                    <a:gd name="T8" fmla="*/ 224155 w 459"/>
                                    <a:gd name="T9" fmla="*/ 15875 h 2289"/>
                                    <a:gd name="T10" fmla="*/ 247015 w 459"/>
                                    <a:gd name="T11" fmla="*/ 42545 h 2289"/>
                                    <a:gd name="T12" fmla="*/ 274955 w 459"/>
                                    <a:gd name="T13" fmla="*/ 250825 h 2289"/>
                                    <a:gd name="T14" fmla="*/ 274955 w 459"/>
                                    <a:gd name="T15" fmla="*/ 359410 h 2289"/>
                                    <a:gd name="T16" fmla="*/ 244475 w 459"/>
                                    <a:gd name="T17" fmla="*/ 565785 h 2289"/>
                                    <a:gd name="T18" fmla="*/ 161290 w 459"/>
                                    <a:gd name="T19" fmla="*/ 866775 h 2289"/>
                                    <a:gd name="T20" fmla="*/ 92075 w 459"/>
                                    <a:gd name="T21" fmla="*/ 1083310 h 2289"/>
                                    <a:gd name="T22" fmla="*/ 52705 w 459"/>
                                    <a:gd name="T23" fmla="*/ 1358265 h 2289"/>
                                    <a:gd name="T24" fmla="*/ 52705 w 459"/>
                                    <a:gd name="T25" fmla="*/ 1469390 h 2289"/>
                                    <a:gd name="T26" fmla="*/ 86995 w 459"/>
                                    <a:gd name="T27" fmla="*/ 1152525 h 2289"/>
                                    <a:gd name="T28" fmla="*/ 150495 w 459"/>
                                    <a:gd name="T29" fmla="*/ 935355 h 2289"/>
                                    <a:gd name="T30" fmla="*/ 247015 w 459"/>
                                    <a:gd name="T31" fmla="*/ 600075 h 2289"/>
                                    <a:gd name="T32" fmla="*/ 293370 w 459"/>
                                    <a:gd name="T33" fmla="*/ 364490 h 2289"/>
                                    <a:gd name="T34" fmla="*/ 282575 w 459"/>
                                    <a:gd name="T35" fmla="*/ 193040 h 2289"/>
                                    <a:gd name="T36" fmla="*/ 261620 w 459"/>
                                    <a:gd name="T37" fmla="*/ 34290 h 2289"/>
                                    <a:gd name="T38" fmla="*/ 234950 w 459"/>
                                    <a:gd name="T39" fmla="*/ 0 h 2289"/>
                                    <a:gd name="T40" fmla="*/ 208280 w 459"/>
                                    <a:gd name="T41" fmla="*/ 15875 h 2289"/>
                                    <a:gd name="T42" fmla="*/ 182245 w 459"/>
                                    <a:gd name="T43" fmla="*/ 84455 h 2289"/>
                                    <a:gd name="T44" fmla="*/ 105410 w 459"/>
                                    <a:gd name="T45" fmla="*/ 491490 h 2289"/>
                                    <a:gd name="T46" fmla="*/ 47625 w 459"/>
                                    <a:gd name="T47" fmla="*/ 837565 h 2289"/>
                                    <a:gd name="T48" fmla="*/ 10160 w 459"/>
                                    <a:gd name="T49" fmla="*/ 1083310 h 2289"/>
                                    <a:gd name="T50" fmla="*/ 0 w 459"/>
                                    <a:gd name="T51" fmla="*/ 1408430 h 2289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459" h="2289">
                                      <a:moveTo>
                                        <a:pt x="0" y="2193"/>
                                      </a:moveTo>
                                      <a:lnTo>
                                        <a:pt x="3" y="2001"/>
                                      </a:lnTo>
                                      <a:lnTo>
                                        <a:pt x="42" y="1596"/>
                                      </a:lnTo>
                                      <a:lnTo>
                                        <a:pt x="102" y="1158"/>
                                      </a:lnTo>
                                      <a:lnTo>
                                        <a:pt x="177" y="759"/>
                                      </a:lnTo>
                                      <a:lnTo>
                                        <a:pt x="264" y="435"/>
                                      </a:lnTo>
                                      <a:lnTo>
                                        <a:pt x="306" y="204"/>
                                      </a:lnTo>
                                      <a:lnTo>
                                        <a:pt x="354" y="69"/>
                                      </a:lnTo>
                                      <a:lnTo>
                                        <a:pt x="381" y="0"/>
                                      </a:lnTo>
                                      <a:lnTo>
                                        <a:pt x="408" y="48"/>
                                      </a:lnTo>
                                      <a:lnTo>
                                        <a:pt x="441" y="186"/>
                                      </a:lnTo>
                                      <a:lnTo>
                                        <a:pt x="459" y="411"/>
                                      </a:lnTo>
                                      <a:lnTo>
                                        <a:pt x="444" y="603"/>
                                      </a:lnTo>
                                      <a:lnTo>
                                        <a:pt x="420" y="786"/>
                                      </a:lnTo>
                                      <a:lnTo>
                                        <a:pt x="348" y="1089"/>
                                      </a:lnTo>
                                      <a:lnTo>
                                        <a:pt x="273" y="1359"/>
                                      </a:lnTo>
                                      <a:lnTo>
                                        <a:pt x="207" y="1563"/>
                                      </a:lnTo>
                                      <a:lnTo>
                                        <a:pt x="165" y="1728"/>
                                      </a:lnTo>
                                      <a:lnTo>
                                        <a:pt x="141" y="1854"/>
                                      </a:lnTo>
                                      <a:lnTo>
                                        <a:pt x="114" y="2151"/>
                                      </a:lnTo>
                                      <a:lnTo>
                                        <a:pt x="90" y="2289"/>
                                      </a:lnTo>
                                      <a:lnTo>
                                        <a:pt x="117" y="1965"/>
                                      </a:lnTo>
                                      <a:lnTo>
                                        <a:pt x="144" y="1761"/>
                                      </a:lnTo>
                                      <a:lnTo>
                                        <a:pt x="222" y="1485"/>
                                      </a:lnTo>
                                      <a:lnTo>
                                        <a:pt x="324" y="1158"/>
                                      </a:lnTo>
                                      <a:lnTo>
                                        <a:pt x="411" y="780"/>
                                      </a:lnTo>
                                      <a:lnTo>
                                        <a:pt x="450" y="468"/>
                                      </a:lnTo>
                                      <a:lnTo>
                                        <a:pt x="441" y="258"/>
                                      </a:lnTo>
                                      <a:lnTo>
                                        <a:pt x="402" y="72"/>
                                      </a:lnTo>
                                      <a:lnTo>
                                        <a:pt x="381" y="30"/>
                                      </a:lnTo>
                                      <a:lnTo>
                                        <a:pt x="354" y="120"/>
                                      </a:lnTo>
                                      <a:lnTo>
                                        <a:pt x="324" y="213"/>
                                      </a:lnTo>
                                      <a:lnTo>
                                        <a:pt x="291" y="444"/>
                                      </a:lnTo>
                                      <a:lnTo>
                                        <a:pt x="204" y="726"/>
                                      </a:lnTo>
                                      <a:lnTo>
                                        <a:pt x="111" y="1206"/>
                                      </a:lnTo>
                                      <a:lnTo>
                                        <a:pt x="44" y="1681"/>
                                      </a:lnTo>
                                      <a:lnTo>
                                        <a:pt x="0" y="219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6971" y="1635617"/>
                                  <a:ext cx="548005" cy="3316605"/>
                                </a:xfrm>
                                <a:custGeom>
                                  <a:avLst/>
                                  <a:gdLst>
                                    <a:gd name="T0" fmla="*/ 0 w 863"/>
                                    <a:gd name="T1" fmla="*/ 3322955 h 5223"/>
                                    <a:gd name="T2" fmla="*/ 0 w 863"/>
                                    <a:gd name="T3" fmla="*/ 3146425 h 5223"/>
                                    <a:gd name="T4" fmla="*/ 18415 w 863"/>
                                    <a:gd name="T5" fmla="*/ 2999105 h 5223"/>
                                    <a:gd name="T6" fmla="*/ 95250 w 863"/>
                                    <a:gd name="T7" fmla="*/ 2748280 h 5223"/>
                                    <a:gd name="T8" fmla="*/ 191770 w 863"/>
                                    <a:gd name="T9" fmla="*/ 2418080 h 5223"/>
                                    <a:gd name="T10" fmla="*/ 223520 w 863"/>
                                    <a:gd name="T11" fmla="*/ 2251710 h 5223"/>
                                    <a:gd name="T12" fmla="*/ 223520 w 863"/>
                                    <a:gd name="T13" fmla="*/ 2135505 h 5223"/>
                                    <a:gd name="T14" fmla="*/ 200660 w 863"/>
                                    <a:gd name="T15" fmla="*/ 1889125 h 5223"/>
                                    <a:gd name="T16" fmla="*/ 153035 w 863"/>
                                    <a:gd name="T17" fmla="*/ 1667510 h 5223"/>
                                    <a:gd name="T18" fmla="*/ 153035 w 863"/>
                                    <a:gd name="T19" fmla="*/ 1540510 h 5223"/>
                                    <a:gd name="T20" fmla="*/ 216535 w 863"/>
                                    <a:gd name="T21" fmla="*/ 1321435 h 5223"/>
                                    <a:gd name="T22" fmla="*/ 316865 w 863"/>
                                    <a:gd name="T23" fmla="*/ 914400 h 5223"/>
                                    <a:gd name="T24" fmla="*/ 539115 w 863"/>
                                    <a:gd name="T25" fmla="*/ 0 h 5223"/>
                                    <a:gd name="T26" fmla="*/ 320040 w 863"/>
                                    <a:gd name="T27" fmla="*/ 972185 h 5223"/>
                                    <a:gd name="T28" fmla="*/ 177165 w 863"/>
                                    <a:gd name="T29" fmla="*/ 1543050 h 5223"/>
                                    <a:gd name="T30" fmla="*/ 167005 w 863"/>
                                    <a:gd name="T31" fmla="*/ 1624965 h 5223"/>
                                    <a:gd name="T32" fmla="*/ 209550 w 863"/>
                                    <a:gd name="T33" fmla="*/ 1884045 h 5223"/>
                                    <a:gd name="T34" fmla="*/ 234950 w 863"/>
                                    <a:gd name="T35" fmla="*/ 2164080 h 5223"/>
                                    <a:gd name="T36" fmla="*/ 232410 w 863"/>
                                    <a:gd name="T37" fmla="*/ 2275205 h 5223"/>
                                    <a:gd name="T38" fmla="*/ 213995 w 863"/>
                                    <a:gd name="T39" fmla="*/ 2375535 h 5223"/>
                                    <a:gd name="T40" fmla="*/ 167005 w 863"/>
                                    <a:gd name="T41" fmla="*/ 2547620 h 5223"/>
                                    <a:gd name="T42" fmla="*/ 58420 w 863"/>
                                    <a:gd name="T43" fmla="*/ 2880360 h 5223"/>
                                    <a:gd name="T44" fmla="*/ 13335 w 863"/>
                                    <a:gd name="T45" fmla="*/ 3100070 h 5223"/>
                                    <a:gd name="T46" fmla="*/ 8255 w 863"/>
                                    <a:gd name="T47" fmla="*/ 3276600 h 5223"/>
                                    <a:gd name="T48" fmla="*/ 0 60000 65536"/>
                                    <a:gd name="T49" fmla="*/ 0 60000 65536"/>
                                    <a:gd name="T50" fmla="*/ 0 60000 65536"/>
                                    <a:gd name="T51" fmla="*/ 0 60000 65536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</a:gdLst>
                                  <a:ahLst/>
                                  <a:cxnLst>
                                    <a:cxn ang="T48">
                                      <a:pos x="T0" y="T1"/>
                                    </a:cxn>
                                    <a:cxn ang="T49">
                                      <a:pos x="T2" y="T3"/>
                                    </a:cxn>
                                    <a:cxn ang="T50">
                                      <a:pos x="T4" y="T5"/>
                                    </a:cxn>
                                    <a:cxn ang="T51">
                                      <a:pos x="T6" y="T7"/>
                                    </a:cxn>
                                    <a:cxn ang="T52">
                                      <a:pos x="T8" y="T9"/>
                                    </a:cxn>
                                    <a:cxn ang="T53">
                                      <a:pos x="T10" y="T11"/>
                                    </a:cxn>
                                    <a:cxn ang="T54">
                                      <a:pos x="T12" y="T13"/>
                                    </a:cxn>
                                    <a:cxn ang="T55">
                                      <a:pos x="T14" y="T15"/>
                                    </a:cxn>
                                    <a:cxn ang="T56">
                                      <a:pos x="T16" y="T17"/>
                                    </a:cxn>
                                    <a:cxn ang="T57">
                                      <a:pos x="T18" y="T19"/>
                                    </a:cxn>
                                    <a:cxn ang="T58">
                                      <a:pos x="T20" y="T21"/>
                                    </a:cxn>
                                    <a:cxn ang="T59">
                                      <a:pos x="T22" y="T23"/>
                                    </a:cxn>
                                    <a:cxn ang="T60">
                                      <a:pos x="T24" y="T25"/>
                                    </a:cxn>
                                    <a:cxn ang="T61">
                                      <a:pos x="T26" y="T27"/>
                                    </a:cxn>
                                    <a:cxn ang="T62">
                                      <a:pos x="T28" y="T29"/>
                                    </a:cxn>
                                    <a:cxn ang="T63">
                                      <a:pos x="T30" y="T31"/>
                                    </a:cxn>
                                    <a:cxn ang="T64">
                                      <a:pos x="T32" y="T33"/>
                                    </a:cxn>
                                    <a:cxn ang="T65">
                                      <a:pos x="T34" y="T35"/>
                                    </a:cxn>
                                    <a:cxn ang="T66">
                                      <a:pos x="T36" y="T37"/>
                                    </a:cxn>
                                    <a:cxn ang="T67">
                                      <a:pos x="T38" y="T39"/>
                                    </a:cxn>
                                    <a:cxn ang="T68">
                                      <a:pos x="T40" y="T41"/>
                                    </a:cxn>
                                    <a:cxn ang="T69">
                                      <a:pos x="T42" y="T43"/>
                                    </a:cxn>
                                    <a:cxn ang="T70">
                                      <a:pos x="T44" y="T45"/>
                                    </a:cxn>
                                    <a:cxn ang="T71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863" h="5223">
                                      <a:moveTo>
                                        <a:pt x="0" y="5223"/>
                                      </a:moveTo>
                                      <a:lnTo>
                                        <a:pt x="10" y="5014"/>
                                      </a:lnTo>
                                      <a:lnTo>
                                        <a:pt x="52" y="4687"/>
                                      </a:lnTo>
                                      <a:lnTo>
                                        <a:pt x="85" y="4570"/>
                                      </a:lnTo>
                                      <a:lnTo>
                                        <a:pt x="154" y="4348"/>
                                      </a:lnTo>
                                      <a:lnTo>
                                        <a:pt x="313" y="3835"/>
                                      </a:lnTo>
                                      <a:lnTo>
                                        <a:pt x="352" y="3646"/>
                                      </a:lnTo>
                                      <a:lnTo>
                                        <a:pt x="385" y="3370"/>
                                      </a:lnTo>
                                      <a:lnTo>
                                        <a:pt x="316" y="2965"/>
                                      </a:lnTo>
                                      <a:lnTo>
                                        <a:pt x="241" y="2616"/>
                                      </a:lnTo>
                                      <a:lnTo>
                                        <a:pt x="265" y="2365"/>
                                      </a:lnTo>
                                      <a:lnTo>
                                        <a:pt x="341" y="2070"/>
                                      </a:lnTo>
                                      <a:lnTo>
                                        <a:pt x="499" y="1429"/>
                                      </a:lnTo>
                                      <a:lnTo>
                                        <a:pt x="840" y="27"/>
                                      </a:lnTo>
                                      <a:lnTo>
                                        <a:pt x="863" y="0"/>
                                      </a:lnTo>
                                      <a:lnTo>
                                        <a:pt x="786" y="358"/>
                                      </a:lnTo>
                                      <a:lnTo>
                                        <a:pt x="504" y="1520"/>
                                      </a:lnTo>
                                      <a:lnTo>
                                        <a:pt x="279" y="2419"/>
                                      </a:lnTo>
                                      <a:lnTo>
                                        <a:pt x="263" y="2548"/>
                                      </a:lnTo>
                                      <a:lnTo>
                                        <a:pt x="330" y="2957"/>
                                      </a:lnTo>
                                      <a:lnTo>
                                        <a:pt x="409" y="3364"/>
                                      </a:lnTo>
                                      <a:lnTo>
                                        <a:pt x="385" y="3565"/>
                                      </a:lnTo>
                                      <a:lnTo>
                                        <a:pt x="340" y="3823"/>
                                      </a:lnTo>
                                      <a:lnTo>
                                        <a:pt x="205" y="4219"/>
                                      </a:lnTo>
                                      <a:lnTo>
                                        <a:pt x="112" y="4549"/>
                                      </a:lnTo>
                                      <a:lnTo>
                                        <a:pt x="21" y="4872"/>
                                      </a:lnTo>
                                      <a:lnTo>
                                        <a:pt x="13" y="515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9097" y="1058644"/>
                                  <a:ext cx="239395" cy="626110"/>
                                </a:xfrm>
                                <a:custGeom>
                                  <a:avLst/>
                                  <a:gdLst>
                                    <a:gd name="T0" fmla="*/ 24130 w 377"/>
                                    <a:gd name="T1" fmla="*/ 592455 h 986"/>
                                    <a:gd name="T2" fmla="*/ 0 w 377"/>
                                    <a:gd name="T3" fmla="*/ 510540 h 986"/>
                                    <a:gd name="T4" fmla="*/ 0 w 377"/>
                                    <a:gd name="T5" fmla="*/ 438785 h 986"/>
                                    <a:gd name="T6" fmla="*/ 15875 w 377"/>
                                    <a:gd name="T7" fmla="*/ 343535 h 986"/>
                                    <a:gd name="T8" fmla="*/ 134620 w 377"/>
                                    <a:gd name="T9" fmla="*/ 113665 h 986"/>
                                    <a:gd name="T10" fmla="*/ 243205 w 377"/>
                                    <a:gd name="T11" fmla="*/ 0 h 986"/>
                                    <a:gd name="T12" fmla="*/ 150495 w 377"/>
                                    <a:gd name="T13" fmla="*/ 145415 h 986"/>
                                    <a:gd name="T14" fmla="*/ 76835 w 377"/>
                                    <a:gd name="T15" fmla="*/ 254000 h 986"/>
                                    <a:gd name="T16" fmla="*/ 31750 w 377"/>
                                    <a:gd name="T17" fmla="*/ 388620 h 986"/>
                                    <a:gd name="T18" fmla="*/ 24130 w 377"/>
                                    <a:gd name="T19" fmla="*/ 592455 h 98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  <a:gd name="T27" fmla="*/ 0 60000 65536"/>
                                    <a:gd name="T28" fmla="*/ 0 60000 65536"/>
                                    <a:gd name="T29" fmla="*/ 0 60000 65536"/>
                                  </a:gdLst>
                                  <a:ahLst/>
                                  <a:cxnLst>
                                    <a:cxn ang="T20">
                                      <a:pos x="T0" y="T1"/>
                                    </a:cxn>
                                    <a:cxn ang="T21">
                                      <a:pos x="T2" y="T3"/>
                                    </a:cxn>
                                    <a:cxn ang="T22">
                                      <a:pos x="T4" y="T5"/>
                                    </a:cxn>
                                    <a:cxn ang="T23">
                                      <a:pos x="T6" y="T7"/>
                                    </a:cxn>
                                    <a:cxn ang="T24">
                                      <a:pos x="T8" y="T9"/>
                                    </a:cxn>
                                    <a:cxn ang="T25">
                                      <a:pos x="T10" y="T11"/>
                                    </a:cxn>
                                    <a:cxn ang="T26">
                                      <a:pos x="T12" y="T13"/>
                                    </a:cxn>
                                    <a:cxn ang="T27">
                                      <a:pos x="T14" y="T15"/>
                                    </a:cxn>
                                    <a:cxn ang="T28">
                                      <a:pos x="T16" y="T17"/>
                                    </a:cxn>
                                    <a:cxn ang="T29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77" h="986">
                                      <a:moveTo>
                                        <a:pt x="38" y="986"/>
                                      </a:moveTo>
                                      <a:lnTo>
                                        <a:pt x="0" y="857"/>
                                      </a:lnTo>
                                      <a:lnTo>
                                        <a:pt x="0" y="744"/>
                                      </a:lnTo>
                                      <a:lnTo>
                                        <a:pt x="25" y="594"/>
                                      </a:lnTo>
                                      <a:lnTo>
                                        <a:pt x="212" y="232"/>
                                      </a:lnTo>
                                      <a:lnTo>
                                        <a:pt x="377" y="0"/>
                                      </a:lnTo>
                                      <a:lnTo>
                                        <a:pt x="373" y="24"/>
                                      </a:lnTo>
                                      <a:lnTo>
                                        <a:pt x="215" y="282"/>
                                      </a:lnTo>
                                      <a:lnTo>
                                        <a:pt x="121" y="453"/>
                                      </a:lnTo>
                                      <a:lnTo>
                                        <a:pt x="50" y="665"/>
                                      </a:lnTo>
                                      <a:lnTo>
                                        <a:pt x="38" y="9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2432" y="558943"/>
                                  <a:ext cx="417830" cy="544195"/>
                                </a:xfrm>
                                <a:custGeom>
                                  <a:avLst/>
                                  <a:gdLst>
                                    <a:gd name="T0" fmla="*/ 0 w 658"/>
                                    <a:gd name="T1" fmla="*/ 544195 h 857"/>
                                    <a:gd name="T2" fmla="*/ 24130 w 658"/>
                                    <a:gd name="T3" fmla="*/ 390525 h 857"/>
                                    <a:gd name="T4" fmla="*/ 203835 w 658"/>
                                    <a:gd name="T5" fmla="*/ 71120 h 857"/>
                                    <a:gd name="T6" fmla="*/ 267335 w 658"/>
                                    <a:gd name="T7" fmla="*/ 0 h 857"/>
                                    <a:gd name="T8" fmla="*/ 290830 w 658"/>
                                    <a:gd name="T9" fmla="*/ 10160 h 857"/>
                                    <a:gd name="T10" fmla="*/ 333375 w 658"/>
                                    <a:gd name="T11" fmla="*/ 126365 h 857"/>
                                    <a:gd name="T12" fmla="*/ 417830 w 658"/>
                                    <a:gd name="T13" fmla="*/ 401320 h 857"/>
                                    <a:gd name="T14" fmla="*/ 408940 w 658"/>
                                    <a:gd name="T15" fmla="*/ 459740 h 857"/>
                                    <a:gd name="T16" fmla="*/ 381000 w 658"/>
                                    <a:gd name="T17" fmla="*/ 313055 h 857"/>
                                    <a:gd name="T18" fmla="*/ 288290 w 658"/>
                                    <a:gd name="T19" fmla="*/ 31115 h 857"/>
                                    <a:gd name="T20" fmla="*/ 269875 w 658"/>
                                    <a:gd name="T21" fmla="*/ 34290 h 857"/>
                                    <a:gd name="T22" fmla="*/ 142875 w 658"/>
                                    <a:gd name="T23" fmla="*/ 229870 h 857"/>
                                    <a:gd name="T24" fmla="*/ 36830 w 658"/>
                                    <a:gd name="T25" fmla="*/ 425450 h 857"/>
                                    <a:gd name="T26" fmla="*/ 15875 w 658"/>
                                    <a:gd name="T27" fmla="*/ 478155 h 857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658" h="857">
                                      <a:moveTo>
                                        <a:pt x="0" y="857"/>
                                      </a:moveTo>
                                      <a:lnTo>
                                        <a:pt x="38" y="615"/>
                                      </a:lnTo>
                                      <a:lnTo>
                                        <a:pt x="326" y="162"/>
                                      </a:lnTo>
                                      <a:lnTo>
                                        <a:pt x="421" y="0"/>
                                      </a:lnTo>
                                      <a:lnTo>
                                        <a:pt x="458" y="16"/>
                                      </a:lnTo>
                                      <a:lnTo>
                                        <a:pt x="525" y="199"/>
                                      </a:lnTo>
                                      <a:lnTo>
                                        <a:pt x="658" y="632"/>
                                      </a:lnTo>
                                      <a:lnTo>
                                        <a:pt x="644" y="724"/>
                                      </a:lnTo>
                                      <a:lnTo>
                                        <a:pt x="600" y="493"/>
                                      </a:lnTo>
                                      <a:lnTo>
                                        <a:pt x="454" y="49"/>
                                      </a:lnTo>
                                      <a:lnTo>
                                        <a:pt x="425" y="54"/>
                                      </a:lnTo>
                                      <a:lnTo>
                                        <a:pt x="225" y="362"/>
                                      </a:lnTo>
                                      <a:lnTo>
                                        <a:pt x="58" y="670"/>
                                      </a:lnTo>
                                      <a:lnTo>
                                        <a:pt x="25" y="75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676288" id="Group 28" o:spid="_x0000_s1026" style="position:absolute;margin-left:146.3pt;margin-top:6.95pt;width:119.7pt;height:391.25pt;z-index:251662848" coordsize="15202,49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">
                      <v:shape id="Freeform 22" o:spid="_x0000_s1027" style="position:absolute;width:13379;height:49536;visibility:visible;mso-wrap-style:square;v-text-anchor:top" coordsize="2107,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" path="m2084,r23,387l2095,590r-27,174l1988,984r-201,307l1580,1655r-232,355l1193,2402,998,3232,840,3921,686,4575,567,4945r-39,117l486,5111,378,5211,263,5330r-77,139l163,5550r-42,152l70,5911,39,6166,25,6313r,238l23,7079r,722l,6680,17,6230,94,5696r78,-237l279,5284,487,5077,602,4782,829,3855r84,-365l1085,2741r86,-339l1295,2085r145,-283l1967,968r71,-216l2061,590,2084,69e" fillcolor="#333">
                        <v:path arrowok="t" o:connecttype="custom" o:connectlocs="840320900,0;849595075,156048075;849595075,277418800;801611300,396773400;722982425,537498925;637095500,667337375;543547300,810482250;481047425,968546450;402418550,1319755425;247176925,1958867050;212902800,2041124950;173386750,2097576450;108467525,2147483646;69354700,2147483646;48790225,2147483646;21774150,2147483646;10080625,2147483646;10080625,2147483646;9274175,2147483646;9274175,2147483646;0,2147483646;6854825,2147483646;37903150,2147483646;69354700,2147483646;112499775,2130640900;196370575,2047173325;242741450,1928221950;349192850,1547174325;437499125,1105239725;472176475,968546450;522176375,840724125;580644000,726611450;793143575,390321800;831853175,294757475;840320900,27822525" o:connectangles="0,0,0,0,0,0,0,0,0,0,0,0,0,0,0,0,0,0,0,0,0,0,0,0,0,0,0,0,0,0,0,0,0,0,0"/>
                      </v:shape>
                      <v:shape id="Freeform 23" o:spid="_x0000_s1028" style="position:absolute;left:360;top:32763;width:3283;height:16923;visibility:visible;mso-wrap-style:square;v-text-anchor:top" coordsize="517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" path="m37,2665l,1923,3,1173,60,811,91,661,146,416,229,225,438,33,497,r14,33l517,172,496,310,451,496,361,850r-60,336l250,1462r-36,273l187,1978r-64,622l229,1468r84,-417l388,721,469,319,496,151,511,85,490,25,415,79,263,225,163,445,30,1000r8,57l1,1468r23,711l37,2665xe" fillcolor="#333">
                        <v:path arrowok="t" o:connecttype="custom" o:connectlocs="14919325,1074594625;0,775401675;0,481853875;22983825,316934850;58870850,167741600;92338525,90725625;200402825,0;215322150,52016025;192741550,131854575;136290050,381047625;106048175,546773100;75806300,761692025;49596675,1048385000;92338525,591934300;147580350,279031700;206451200,73790175;192741550,26612850;106048175,90725625;65725675,179435125;15322550,426208825;403225,591934300;9677400,878627275;14919325,1074594625" o:connectangles="0,0,0,0,0,0,0,0,0,0,0,0,0,0,0,0,0,0,0,0,0,0,0"/>
                      </v:shape>
                      <v:shape id="Freeform 24" o:spid="_x0000_s1029" style="position:absolute;left:1493;top:34979;width:2915;height:14535;visibility:visible;mso-wrap-style:square;v-text-anchor:top" coordsize="459,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" path="m,2193l3,2001,42,1596r60,-438l177,759,264,435,306,204,354,69,381,r27,48l441,186r18,225l444,603,420,786r-72,303l273,1359r-66,204l165,1728r-24,126l114,2151,90,2289r27,-324l144,1761r78,-276l324,1158,411,780,450,468,441,258,402,72,381,30r-27,90l324,213,291,444,204,726r-93,480l44,1681,,2193xe" fillcolor="#333">
                        <v:path arrowok="t" o:connecttype="custom" o:connectlocs="0,894353050;10080625,679837350;78628875,271773650;127419100,41935400;142338425,10080625;156854525,27016075;174596425,159273875;174596425,228225350;155241625,359273475;102419150,550402125;58467625,687901850;33467675,862498275;33467675,933062650;55241825,731853375;95564325,593950425;156854525,381047625;186289950,231451150;179435125,122580400;166128700,21774150;149193250,0;132257800,10080625;115725575,53628925;66935350,312096150;30241875,531853775;6451600,687901850;0,894353050" o:connectangles="0,0,0,0,0,0,0,0,0,0,0,0,0,0,0,0,0,0,0,0,0,0,0,0,0,0"/>
                      </v:shape>
                      <v:shape id="Freeform 25" o:spid="_x0000_s1030" style="position:absolute;left:2369;top:16356;width:5480;height:33166;visibility:visible;mso-wrap-style:square;v-text-anchor:top" coordsize="863,5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" path="m,5223l10,5014,52,4687,85,4570r69,-222l313,3835r39,-189l385,3370,316,2965,241,2616r24,-251l341,2070,499,1429,840,27,863,,786,358,504,1520,279,2419r-16,129l330,2957r79,407l385,3565r-45,258l205,4219r-93,330l21,4872r-8,278e" fillcolor="#333">
                        <v:path arrowok="t" o:connecttype="custom" o:connectlocs="0,2110076425;0,1997979875;11693525,1904431675;60483750,1745157800;121773950,1535480800;141935200,1429835850;141935200,1356045675;127419100,1199594375;97177225,1058868850;97177225,978223850;137499725,839111225;201209275,580644000;342338025,0;203225400,617337475;112499775,979836750;106048175,1031852775;133064250,1196368575;149193250,1374190800;147580350,1444755175;135886825,1508464725;106048175,1617738700;37096700,1829028600;8467725,1968544450;5241925,2080641000" o:connectangles="0,0,0,0,0,0,0,0,0,0,0,0,0,0,0,0,0,0,0,0,0,0,0,0"/>
                      </v:shape>
                      <v:shape id="Freeform 26" o:spid="_x0000_s1031" style="position:absolute;left:8190;top:10586;width:2394;height:6261;visibility:visible;mso-wrap-style:square;v-text-anchor:top" coordsize="377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" path="m38,986l,857,,744,25,594,212,232,377,r-4,24l215,282,121,453,50,665,38,986xe" fillcolor="#333">
                        <v:path arrowok="t" o:connecttype="custom" o:connectlocs="15322550,376208925;0,324192900;0,278628475;10080625,218144725;85483700,72177275;154435175,0;95564325,92338525;48790225,161290000;20161250,246773700;15322550,376208925" o:connectangles="0,0,0,0,0,0,0,0,0,0"/>
                      </v:shape>
                      <v:shape id="Freeform 27" o:spid="_x0000_s1032" style="position:absolute;left:11024;top:5589;width:4178;height:5442;visibility:visible;mso-wrap-style:square;v-text-anchor:top" coordsize="658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" path="m,857l38,615,326,162,421,r37,16l525,199,658,632r-14,92l600,493,454,49r-29,5l225,362,58,670,25,753e" fillcolor="#333">
                        <v:path arrowok="t" o:connecttype="custom" o:connectlocs="0,345563825;15322550,247983375;129435225,45161200;169757725,0;184677050,6451600;211693125,80241775;265322050,254838200;259676900,291934900;241935000,198789925;183064150,19758025;171370625,21774150;90725625,145967450;23387050,270160750;10080625,303628425" o:connectangles="0,0,0,0,0,0,0,0,0,0,0,0,0,0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115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3" o:spid="_x0000_s1026" type="#_x0000_t202" style="position:absolute;left:0;text-align:left;margin-left:389.35pt;margin-top:339.25pt;width:124.8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qjzAIAAOE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-53975</wp:posOffset>
                      </wp:positionV>
                      <wp:extent cx="3608070" cy="5118735"/>
                      <wp:effectExtent l="6985" t="5715" r="4445" b="9525"/>
                      <wp:wrapNone/>
                      <wp:docPr id="7" name="Group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08070" cy="5118735"/>
                                <a:chOff x="3146" y="3204"/>
                                <a:chExt cx="5682" cy="8061"/>
                              </a:xfrm>
                            </wpg:grpSpPr>
                            <wpg:grpSp>
                              <wpg:cNvPr id="8" name="Group 7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75" y="3204"/>
                                  <a:ext cx="4388" cy="8061"/>
                                  <a:chOff x="3875" y="3204"/>
                                  <a:chExt cx="4388" cy="8061"/>
                                </a:xfrm>
                              </wpg:grpSpPr>
                              <wps:wsp>
                                <wps:cNvPr id="9" name="Freeform 7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99" y="4105"/>
                                    <a:ext cx="170" cy="149"/>
                                  </a:xfrm>
                                  <a:custGeom>
                                    <a:avLst/>
                                    <a:gdLst>
                                      <a:gd name="T0" fmla="*/ 19 w 89"/>
                                      <a:gd name="T1" fmla="*/ 0 h 97"/>
                                      <a:gd name="T2" fmla="*/ 79 w 89"/>
                                      <a:gd name="T3" fmla="*/ 11 h 97"/>
                                      <a:gd name="T4" fmla="*/ 82 w 89"/>
                                      <a:gd name="T5" fmla="*/ 57 h 97"/>
                                      <a:gd name="T6" fmla="*/ 50 w 89"/>
                                      <a:gd name="T7" fmla="*/ 46 h 97"/>
                                      <a:gd name="T8" fmla="*/ 36 w 89"/>
                                      <a:gd name="T9" fmla="*/ 96 h 97"/>
                                      <a:gd name="T10" fmla="*/ 33 w 89"/>
                                      <a:gd name="T11" fmla="*/ 39 h 97"/>
                                      <a:gd name="T12" fmla="*/ 40 w 89"/>
                                      <a:gd name="T13" fmla="*/ 18 h 97"/>
                                      <a:gd name="T14" fmla="*/ 4 w 89"/>
                                      <a:gd name="T15" fmla="*/ 14 h 97"/>
                                      <a:gd name="T16" fmla="*/ 19 w 89"/>
                                      <a:gd name="T17" fmla="*/ 0 h 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89" h="97">
                                        <a:moveTo>
                                          <a:pt x="19" y="0"/>
                                        </a:moveTo>
                                        <a:cubicBezTo>
                                          <a:pt x="31" y="0"/>
                                          <a:pt x="69" y="2"/>
                                          <a:pt x="79" y="11"/>
                                        </a:cubicBezTo>
                                        <a:cubicBezTo>
                                          <a:pt x="89" y="20"/>
                                          <a:pt x="87" y="51"/>
                                          <a:pt x="82" y="57"/>
                                        </a:cubicBezTo>
                                        <a:cubicBezTo>
                                          <a:pt x="77" y="63"/>
                                          <a:pt x="58" y="40"/>
                                          <a:pt x="50" y="46"/>
                                        </a:cubicBezTo>
                                        <a:cubicBezTo>
                                          <a:pt x="42" y="52"/>
                                          <a:pt x="39" y="97"/>
                                          <a:pt x="36" y="96"/>
                                        </a:cubicBezTo>
                                        <a:cubicBezTo>
                                          <a:pt x="33" y="95"/>
                                          <a:pt x="32" y="52"/>
                                          <a:pt x="33" y="39"/>
                                        </a:cubicBezTo>
                                        <a:cubicBezTo>
                                          <a:pt x="34" y="26"/>
                                          <a:pt x="45" y="22"/>
                                          <a:pt x="40" y="18"/>
                                        </a:cubicBezTo>
                                        <a:cubicBezTo>
                                          <a:pt x="35" y="14"/>
                                          <a:pt x="8" y="17"/>
                                          <a:pt x="4" y="14"/>
                                        </a:cubicBezTo>
                                        <a:cubicBezTo>
                                          <a:pt x="0" y="11"/>
                                          <a:pt x="7" y="0"/>
                                          <a:pt x="1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7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68" y="3204"/>
                                    <a:ext cx="509" cy="708"/>
                                  </a:xfrm>
                                  <a:custGeom>
                                    <a:avLst/>
                                    <a:gdLst>
                                      <a:gd name="T0" fmla="*/ 29 w 267"/>
                                      <a:gd name="T1" fmla="*/ 4 h 458"/>
                                      <a:gd name="T2" fmla="*/ 163 w 267"/>
                                      <a:gd name="T3" fmla="*/ 128 h 458"/>
                                      <a:gd name="T4" fmla="*/ 266 w 267"/>
                                      <a:gd name="T5" fmla="*/ 435 h 458"/>
                                      <a:gd name="T6" fmla="*/ 156 w 267"/>
                                      <a:gd name="T7" fmla="*/ 266 h 458"/>
                                      <a:gd name="T8" fmla="*/ 19 w 267"/>
                                      <a:gd name="T9" fmla="*/ 153 h 458"/>
                                      <a:gd name="T10" fmla="*/ 29 w 267"/>
                                      <a:gd name="T11" fmla="*/ 4 h 4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67" h="458">
                                        <a:moveTo>
                                          <a:pt x="29" y="4"/>
                                        </a:moveTo>
                                        <a:cubicBezTo>
                                          <a:pt x="53" y="0"/>
                                          <a:pt x="124" y="56"/>
                                          <a:pt x="163" y="128"/>
                                        </a:cubicBezTo>
                                        <a:cubicBezTo>
                                          <a:pt x="202" y="200"/>
                                          <a:pt x="267" y="412"/>
                                          <a:pt x="266" y="435"/>
                                        </a:cubicBezTo>
                                        <a:cubicBezTo>
                                          <a:pt x="265" y="458"/>
                                          <a:pt x="197" y="313"/>
                                          <a:pt x="156" y="266"/>
                                        </a:cubicBezTo>
                                        <a:cubicBezTo>
                                          <a:pt x="115" y="219"/>
                                          <a:pt x="38" y="196"/>
                                          <a:pt x="19" y="153"/>
                                        </a:cubicBezTo>
                                        <a:cubicBezTo>
                                          <a:pt x="0" y="110"/>
                                          <a:pt x="5" y="8"/>
                                          <a:pt x="29" y="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7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179" y="3432"/>
                                    <a:ext cx="182" cy="574"/>
                                  </a:xfrm>
                                  <a:custGeom>
                                    <a:avLst/>
                                    <a:gdLst>
                                      <a:gd name="T0" fmla="*/ 57 w 95"/>
                                      <a:gd name="T1" fmla="*/ 54 h 371"/>
                                      <a:gd name="T2" fmla="*/ 29 w 95"/>
                                      <a:gd name="T3" fmla="*/ 195 h 371"/>
                                      <a:gd name="T4" fmla="*/ 4 w 95"/>
                                      <a:gd name="T5" fmla="*/ 361 h 371"/>
                                      <a:gd name="T6" fmla="*/ 54 w 95"/>
                                      <a:gd name="T7" fmla="*/ 255 h 371"/>
                                      <a:gd name="T8" fmla="*/ 85 w 95"/>
                                      <a:gd name="T9" fmla="*/ 220 h 371"/>
                                      <a:gd name="T10" fmla="*/ 82 w 95"/>
                                      <a:gd name="T11" fmla="*/ 100 h 371"/>
                                      <a:gd name="T12" fmla="*/ 92 w 95"/>
                                      <a:gd name="T13" fmla="*/ 5 h 371"/>
                                      <a:gd name="T14" fmla="*/ 57 w 95"/>
                                      <a:gd name="T15" fmla="*/ 54 h 3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95" h="371">
                                        <a:moveTo>
                                          <a:pt x="57" y="54"/>
                                        </a:moveTo>
                                        <a:cubicBezTo>
                                          <a:pt x="46" y="86"/>
                                          <a:pt x="38" y="144"/>
                                          <a:pt x="29" y="195"/>
                                        </a:cubicBezTo>
                                        <a:cubicBezTo>
                                          <a:pt x="20" y="246"/>
                                          <a:pt x="0" y="351"/>
                                          <a:pt x="4" y="361"/>
                                        </a:cubicBezTo>
                                        <a:cubicBezTo>
                                          <a:pt x="8" y="371"/>
                                          <a:pt x="41" y="278"/>
                                          <a:pt x="54" y="255"/>
                                        </a:cubicBezTo>
                                        <a:cubicBezTo>
                                          <a:pt x="67" y="232"/>
                                          <a:pt x="80" y="246"/>
                                          <a:pt x="85" y="220"/>
                                        </a:cubicBezTo>
                                        <a:cubicBezTo>
                                          <a:pt x="90" y="194"/>
                                          <a:pt x="81" y="136"/>
                                          <a:pt x="82" y="100"/>
                                        </a:cubicBezTo>
                                        <a:cubicBezTo>
                                          <a:pt x="83" y="64"/>
                                          <a:pt x="95" y="10"/>
                                          <a:pt x="92" y="5"/>
                                        </a:cubicBezTo>
                                        <a:cubicBezTo>
                                          <a:pt x="89" y="0"/>
                                          <a:pt x="68" y="22"/>
                                          <a:pt x="57" y="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7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1" y="4385"/>
                                    <a:ext cx="176" cy="1011"/>
                                  </a:xfrm>
                                  <a:custGeom>
                                    <a:avLst/>
                                    <a:gdLst>
                                      <a:gd name="T0" fmla="*/ 32 w 92"/>
                                      <a:gd name="T1" fmla="*/ 31 h 655"/>
                                      <a:gd name="T2" fmla="*/ 84 w 92"/>
                                      <a:gd name="T3" fmla="*/ 296 h 655"/>
                                      <a:gd name="T4" fmla="*/ 77 w 92"/>
                                      <a:gd name="T5" fmla="*/ 525 h 655"/>
                                      <a:gd name="T6" fmla="*/ 14 w 92"/>
                                      <a:gd name="T7" fmla="*/ 652 h 655"/>
                                      <a:gd name="T8" fmla="*/ 46 w 92"/>
                                      <a:gd name="T9" fmla="*/ 507 h 655"/>
                                      <a:gd name="T10" fmla="*/ 53 w 92"/>
                                      <a:gd name="T11" fmla="*/ 366 h 655"/>
                                      <a:gd name="T12" fmla="*/ 21 w 92"/>
                                      <a:gd name="T13" fmla="*/ 211 h 655"/>
                                      <a:gd name="T14" fmla="*/ 0 w 92"/>
                                      <a:gd name="T15" fmla="*/ 144 h 655"/>
                                      <a:gd name="T16" fmla="*/ 21 w 92"/>
                                      <a:gd name="T17" fmla="*/ 109 h 655"/>
                                      <a:gd name="T18" fmla="*/ 32 w 92"/>
                                      <a:gd name="T19" fmla="*/ 31 h 65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92" h="655">
                                        <a:moveTo>
                                          <a:pt x="32" y="31"/>
                                        </a:moveTo>
                                        <a:cubicBezTo>
                                          <a:pt x="42" y="62"/>
                                          <a:pt x="76" y="214"/>
                                          <a:pt x="84" y="296"/>
                                        </a:cubicBezTo>
                                        <a:cubicBezTo>
                                          <a:pt x="92" y="378"/>
                                          <a:pt x="89" y="466"/>
                                          <a:pt x="77" y="525"/>
                                        </a:cubicBezTo>
                                        <a:cubicBezTo>
                                          <a:pt x="65" y="584"/>
                                          <a:pt x="19" y="655"/>
                                          <a:pt x="14" y="652"/>
                                        </a:cubicBezTo>
                                        <a:cubicBezTo>
                                          <a:pt x="9" y="649"/>
                                          <a:pt x="40" y="555"/>
                                          <a:pt x="46" y="507"/>
                                        </a:cubicBezTo>
                                        <a:cubicBezTo>
                                          <a:pt x="52" y="459"/>
                                          <a:pt x="57" y="415"/>
                                          <a:pt x="53" y="366"/>
                                        </a:cubicBezTo>
                                        <a:cubicBezTo>
                                          <a:pt x="49" y="317"/>
                                          <a:pt x="30" y="248"/>
                                          <a:pt x="21" y="211"/>
                                        </a:cubicBezTo>
                                        <a:cubicBezTo>
                                          <a:pt x="12" y="174"/>
                                          <a:pt x="0" y="161"/>
                                          <a:pt x="0" y="144"/>
                                        </a:cubicBezTo>
                                        <a:cubicBezTo>
                                          <a:pt x="0" y="127"/>
                                          <a:pt x="14" y="128"/>
                                          <a:pt x="21" y="109"/>
                                        </a:cubicBezTo>
                                        <a:cubicBezTo>
                                          <a:pt x="28" y="90"/>
                                          <a:pt x="22" y="0"/>
                                          <a:pt x="32" y="3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7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76" y="5387"/>
                                    <a:ext cx="840" cy="722"/>
                                  </a:xfrm>
                                  <a:custGeom>
                                    <a:avLst/>
                                    <a:gdLst>
                                      <a:gd name="T0" fmla="*/ 12 w 440"/>
                                      <a:gd name="T1" fmla="*/ 14 h 467"/>
                                      <a:gd name="T2" fmla="*/ 227 w 440"/>
                                      <a:gd name="T3" fmla="*/ 187 h 467"/>
                                      <a:gd name="T4" fmla="*/ 414 w 440"/>
                                      <a:gd name="T5" fmla="*/ 444 h 467"/>
                                      <a:gd name="T6" fmla="*/ 386 w 440"/>
                                      <a:gd name="T7" fmla="*/ 328 h 467"/>
                                      <a:gd name="T8" fmla="*/ 347 w 440"/>
                                      <a:gd name="T9" fmla="*/ 229 h 467"/>
                                      <a:gd name="T10" fmla="*/ 157 w 440"/>
                                      <a:gd name="T11" fmla="*/ 106 h 467"/>
                                      <a:gd name="T12" fmla="*/ 12 w 440"/>
                                      <a:gd name="T13" fmla="*/ 14 h 4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40" h="467">
                                        <a:moveTo>
                                          <a:pt x="12" y="14"/>
                                        </a:moveTo>
                                        <a:cubicBezTo>
                                          <a:pt x="24" y="28"/>
                                          <a:pt x="160" y="115"/>
                                          <a:pt x="227" y="187"/>
                                        </a:cubicBezTo>
                                        <a:cubicBezTo>
                                          <a:pt x="294" y="259"/>
                                          <a:pt x="388" y="421"/>
                                          <a:pt x="414" y="444"/>
                                        </a:cubicBezTo>
                                        <a:cubicBezTo>
                                          <a:pt x="440" y="467"/>
                                          <a:pt x="397" y="364"/>
                                          <a:pt x="386" y="328"/>
                                        </a:cubicBezTo>
                                        <a:cubicBezTo>
                                          <a:pt x="375" y="292"/>
                                          <a:pt x="385" y="266"/>
                                          <a:pt x="347" y="229"/>
                                        </a:cubicBezTo>
                                        <a:cubicBezTo>
                                          <a:pt x="309" y="192"/>
                                          <a:pt x="213" y="142"/>
                                          <a:pt x="157" y="106"/>
                                        </a:cubicBezTo>
                                        <a:cubicBezTo>
                                          <a:pt x="101" y="70"/>
                                          <a:pt x="0" y="0"/>
                                          <a:pt x="12" y="1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Freeform 7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316" y="5360"/>
                                    <a:ext cx="901" cy="712"/>
                                  </a:xfrm>
                                  <a:custGeom>
                                    <a:avLst/>
                                    <a:gdLst>
                                      <a:gd name="T0" fmla="*/ 33 w 472"/>
                                      <a:gd name="T1" fmla="*/ 445 h 461"/>
                                      <a:gd name="T2" fmla="*/ 174 w 472"/>
                                      <a:gd name="T3" fmla="*/ 236 h 461"/>
                                      <a:gd name="T4" fmla="*/ 446 w 472"/>
                                      <a:gd name="T5" fmla="*/ 25 h 461"/>
                                      <a:gd name="T6" fmla="*/ 329 w 472"/>
                                      <a:gd name="T7" fmla="*/ 85 h 461"/>
                                      <a:gd name="T8" fmla="*/ 146 w 472"/>
                                      <a:gd name="T9" fmla="*/ 222 h 461"/>
                                      <a:gd name="T10" fmla="*/ 18 w 472"/>
                                      <a:gd name="T11" fmla="*/ 332 h 461"/>
                                      <a:gd name="T12" fmla="*/ 33 w 472"/>
                                      <a:gd name="T13" fmla="*/ 445 h 46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72" h="461">
                                        <a:moveTo>
                                          <a:pt x="33" y="445"/>
                                        </a:moveTo>
                                        <a:cubicBezTo>
                                          <a:pt x="59" y="429"/>
                                          <a:pt x="105" y="306"/>
                                          <a:pt x="174" y="236"/>
                                        </a:cubicBezTo>
                                        <a:cubicBezTo>
                                          <a:pt x="243" y="166"/>
                                          <a:pt x="420" y="50"/>
                                          <a:pt x="446" y="25"/>
                                        </a:cubicBezTo>
                                        <a:cubicBezTo>
                                          <a:pt x="472" y="0"/>
                                          <a:pt x="379" y="52"/>
                                          <a:pt x="329" y="85"/>
                                        </a:cubicBezTo>
                                        <a:cubicBezTo>
                                          <a:pt x="279" y="118"/>
                                          <a:pt x="198" y="181"/>
                                          <a:pt x="146" y="222"/>
                                        </a:cubicBezTo>
                                        <a:cubicBezTo>
                                          <a:pt x="94" y="263"/>
                                          <a:pt x="36" y="294"/>
                                          <a:pt x="18" y="332"/>
                                        </a:cubicBezTo>
                                        <a:cubicBezTo>
                                          <a:pt x="0" y="370"/>
                                          <a:pt x="7" y="461"/>
                                          <a:pt x="33" y="44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7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242" y="4320"/>
                                    <a:ext cx="292" cy="677"/>
                                  </a:xfrm>
                                  <a:custGeom>
                                    <a:avLst/>
                                    <a:gdLst>
                                      <a:gd name="T0" fmla="*/ 102 w 153"/>
                                      <a:gd name="T1" fmla="*/ 9 h 439"/>
                                      <a:gd name="T2" fmla="*/ 59 w 153"/>
                                      <a:gd name="T3" fmla="*/ 158 h 439"/>
                                      <a:gd name="T4" fmla="*/ 49 w 153"/>
                                      <a:gd name="T5" fmla="*/ 324 h 439"/>
                                      <a:gd name="T6" fmla="*/ 6 w 153"/>
                                      <a:gd name="T7" fmla="*/ 437 h 439"/>
                                      <a:gd name="T8" fmla="*/ 88 w 153"/>
                                      <a:gd name="T9" fmla="*/ 338 h 439"/>
                                      <a:gd name="T10" fmla="*/ 148 w 153"/>
                                      <a:gd name="T11" fmla="*/ 274 h 439"/>
                                      <a:gd name="T12" fmla="*/ 119 w 153"/>
                                      <a:gd name="T13" fmla="*/ 105 h 439"/>
                                      <a:gd name="T14" fmla="*/ 102 w 153"/>
                                      <a:gd name="T15" fmla="*/ 9 h 4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53" h="439">
                                        <a:moveTo>
                                          <a:pt x="102" y="9"/>
                                        </a:moveTo>
                                        <a:cubicBezTo>
                                          <a:pt x="92" y="18"/>
                                          <a:pt x="68" y="106"/>
                                          <a:pt x="59" y="158"/>
                                        </a:cubicBezTo>
                                        <a:cubicBezTo>
                                          <a:pt x="50" y="210"/>
                                          <a:pt x="58" y="278"/>
                                          <a:pt x="49" y="324"/>
                                        </a:cubicBezTo>
                                        <a:cubicBezTo>
                                          <a:pt x="40" y="370"/>
                                          <a:pt x="0" y="435"/>
                                          <a:pt x="6" y="437"/>
                                        </a:cubicBezTo>
                                        <a:cubicBezTo>
                                          <a:pt x="12" y="439"/>
                                          <a:pt x="64" y="365"/>
                                          <a:pt x="88" y="338"/>
                                        </a:cubicBezTo>
                                        <a:cubicBezTo>
                                          <a:pt x="112" y="311"/>
                                          <a:pt x="143" y="313"/>
                                          <a:pt x="148" y="274"/>
                                        </a:cubicBezTo>
                                        <a:cubicBezTo>
                                          <a:pt x="153" y="235"/>
                                          <a:pt x="124" y="149"/>
                                          <a:pt x="119" y="105"/>
                                        </a:cubicBezTo>
                                        <a:cubicBezTo>
                                          <a:pt x="114" y="61"/>
                                          <a:pt x="112" y="0"/>
                                          <a:pt x="102" y="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7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60" y="4801"/>
                                    <a:ext cx="702" cy="418"/>
                                  </a:xfrm>
                                  <a:custGeom>
                                    <a:avLst/>
                                    <a:gdLst>
                                      <a:gd name="T0" fmla="*/ 6 w 368"/>
                                      <a:gd name="T1" fmla="*/ 1 h 270"/>
                                      <a:gd name="T2" fmla="*/ 182 w 368"/>
                                      <a:gd name="T3" fmla="*/ 195 h 270"/>
                                      <a:gd name="T4" fmla="*/ 362 w 368"/>
                                      <a:gd name="T5" fmla="*/ 269 h 270"/>
                                      <a:gd name="T6" fmla="*/ 221 w 368"/>
                                      <a:gd name="T7" fmla="*/ 202 h 270"/>
                                      <a:gd name="T8" fmla="*/ 6 w 368"/>
                                      <a:gd name="T9" fmla="*/ 1 h 27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68" h="270">
                                        <a:moveTo>
                                          <a:pt x="6" y="1"/>
                                        </a:moveTo>
                                        <a:cubicBezTo>
                                          <a:pt x="0" y="0"/>
                                          <a:pt x="123" y="150"/>
                                          <a:pt x="182" y="195"/>
                                        </a:cubicBezTo>
                                        <a:cubicBezTo>
                                          <a:pt x="241" y="240"/>
                                          <a:pt x="356" y="268"/>
                                          <a:pt x="362" y="269"/>
                                        </a:cubicBezTo>
                                        <a:cubicBezTo>
                                          <a:pt x="368" y="270"/>
                                          <a:pt x="279" y="245"/>
                                          <a:pt x="221" y="202"/>
                                        </a:cubicBezTo>
                                        <a:cubicBezTo>
                                          <a:pt x="163" y="159"/>
                                          <a:pt x="12" y="2"/>
                                          <a:pt x="6" y="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7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69" y="7655"/>
                                    <a:ext cx="1024" cy="1159"/>
                                  </a:xfrm>
                                  <a:custGeom>
                                    <a:avLst/>
                                    <a:gdLst>
                                      <a:gd name="T0" fmla="*/ 99 w 536"/>
                                      <a:gd name="T1" fmla="*/ 0 h 750"/>
                                      <a:gd name="T2" fmla="*/ 166 w 536"/>
                                      <a:gd name="T3" fmla="*/ 127 h 750"/>
                                      <a:gd name="T4" fmla="*/ 180 w 536"/>
                                      <a:gd name="T5" fmla="*/ 243 h 750"/>
                                      <a:gd name="T6" fmla="*/ 176 w 536"/>
                                      <a:gd name="T7" fmla="*/ 339 h 750"/>
                                      <a:gd name="T8" fmla="*/ 109 w 536"/>
                                      <a:gd name="T9" fmla="*/ 307 h 750"/>
                                      <a:gd name="T10" fmla="*/ 67 w 536"/>
                                      <a:gd name="T11" fmla="*/ 370 h 750"/>
                                      <a:gd name="T12" fmla="*/ 74 w 536"/>
                                      <a:gd name="T13" fmla="*/ 445 h 750"/>
                                      <a:gd name="T14" fmla="*/ 53 w 536"/>
                                      <a:gd name="T15" fmla="*/ 487 h 750"/>
                                      <a:gd name="T16" fmla="*/ 25 w 536"/>
                                      <a:gd name="T17" fmla="*/ 610 h 750"/>
                                      <a:gd name="T18" fmla="*/ 120 w 536"/>
                                      <a:gd name="T19" fmla="*/ 695 h 750"/>
                                      <a:gd name="T20" fmla="*/ 233 w 536"/>
                                      <a:gd name="T21" fmla="*/ 678 h 750"/>
                                      <a:gd name="T22" fmla="*/ 321 w 536"/>
                                      <a:gd name="T23" fmla="*/ 596 h 750"/>
                                      <a:gd name="T24" fmla="*/ 367 w 536"/>
                                      <a:gd name="T25" fmla="*/ 522 h 750"/>
                                      <a:gd name="T26" fmla="*/ 431 w 536"/>
                                      <a:gd name="T27" fmla="*/ 438 h 750"/>
                                      <a:gd name="T28" fmla="*/ 526 w 536"/>
                                      <a:gd name="T29" fmla="*/ 399 h 750"/>
                                      <a:gd name="T30" fmla="*/ 491 w 536"/>
                                      <a:gd name="T31" fmla="*/ 434 h 750"/>
                                      <a:gd name="T32" fmla="*/ 406 w 536"/>
                                      <a:gd name="T33" fmla="*/ 480 h 750"/>
                                      <a:gd name="T34" fmla="*/ 367 w 536"/>
                                      <a:gd name="T35" fmla="*/ 593 h 750"/>
                                      <a:gd name="T36" fmla="*/ 409 w 536"/>
                                      <a:gd name="T37" fmla="*/ 610 h 750"/>
                                      <a:gd name="T38" fmla="*/ 328 w 536"/>
                                      <a:gd name="T39" fmla="*/ 674 h 750"/>
                                      <a:gd name="T40" fmla="*/ 236 w 536"/>
                                      <a:gd name="T41" fmla="*/ 741 h 750"/>
                                      <a:gd name="T42" fmla="*/ 134 w 536"/>
                                      <a:gd name="T43" fmla="*/ 727 h 750"/>
                                      <a:gd name="T44" fmla="*/ 49 w 536"/>
                                      <a:gd name="T45" fmla="*/ 663 h 750"/>
                                      <a:gd name="T46" fmla="*/ 3 w 536"/>
                                      <a:gd name="T47" fmla="*/ 603 h 750"/>
                                      <a:gd name="T48" fmla="*/ 28 w 536"/>
                                      <a:gd name="T49" fmla="*/ 469 h 750"/>
                                      <a:gd name="T50" fmla="*/ 56 w 536"/>
                                      <a:gd name="T51" fmla="*/ 328 h 750"/>
                                      <a:gd name="T52" fmla="*/ 88 w 536"/>
                                      <a:gd name="T53" fmla="*/ 219 h 750"/>
                                      <a:gd name="T54" fmla="*/ 131 w 536"/>
                                      <a:gd name="T55" fmla="*/ 215 h 750"/>
                                      <a:gd name="T56" fmla="*/ 141 w 536"/>
                                      <a:gd name="T57" fmla="*/ 134 h 750"/>
                                      <a:gd name="T58" fmla="*/ 113 w 536"/>
                                      <a:gd name="T59" fmla="*/ 18 h 7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536" h="750">
                                        <a:moveTo>
                                          <a:pt x="99" y="0"/>
                                        </a:moveTo>
                                        <a:cubicBezTo>
                                          <a:pt x="125" y="43"/>
                                          <a:pt x="152" y="86"/>
                                          <a:pt x="166" y="127"/>
                                        </a:cubicBezTo>
                                        <a:cubicBezTo>
                                          <a:pt x="180" y="168"/>
                                          <a:pt x="178" y="208"/>
                                          <a:pt x="180" y="243"/>
                                        </a:cubicBezTo>
                                        <a:cubicBezTo>
                                          <a:pt x="182" y="278"/>
                                          <a:pt x="188" y="328"/>
                                          <a:pt x="176" y="339"/>
                                        </a:cubicBezTo>
                                        <a:cubicBezTo>
                                          <a:pt x="164" y="350"/>
                                          <a:pt x="127" y="302"/>
                                          <a:pt x="109" y="307"/>
                                        </a:cubicBezTo>
                                        <a:cubicBezTo>
                                          <a:pt x="91" y="312"/>
                                          <a:pt x="73" y="347"/>
                                          <a:pt x="67" y="370"/>
                                        </a:cubicBezTo>
                                        <a:cubicBezTo>
                                          <a:pt x="61" y="393"/>
                                          <a:pt x="76" y="426"/>
                                          <a:pt x="74" y="445"/>
                                        </a:cubicBezTo>
                                        <a:cubicBezTo>
                                          <a:pt x="72" y="464"/>
                                          <a:pt x="61" y="460"/>
                                          <a:pt x="53" y="487"/>
                                        </a:cubicBezTo>
                                        <a:cubicBezTo>
                                          <a:pt x="45" y="514"/>
                                          <a:pt x="14" y="575"/>
                                          <a:pt x="25" y="610"/>
                                        </a:cubicBezTo>
                                        <a:cubicBezTo>
                                          <a:pt x="36" y="645"/>
                                          <a:pt x="85" y="684"/>
                                          <a:pt x="120" y="695"/>
                                        </a:cubicBezTo>
                                        <a:cubicBezTo>
                                          <a:pt x="155" y="706"/>
                                          <a:pt x="199" y="695"/>
                                          <a:pt x="233" y="678"/>
                                        </a:cubicBezTo>
                                        <a:cubicBezTo>
                                          <a:pt x="267" y="661"/>
                                          <a:pt x="299" y="622"/>
                                          <a:pt x="321" y="596"/>
                                        </a:cubicBezTo>
                                        <a:cubicBezTo>
                                          <a:pt x="343" y="570"/>
                                          <a:pt x="349" y="548"/>
                                          <a:pt x="367" y="522"/>
                                        </a:cubicBezTo>
                                        <a:cubicBezTo>
                                          <a:pt x="385" y="496"/>
                                          <a:pt x="405" y="458"/>
                                          <a:pt x="431" y="438"/>
                                        </a:cubicBezTo>
                                        <a:cubicBezTo>
                                          <a:pt x="457" y="418"/>
                                          <a:pt x="516" y="400"/>
                                          <a:pt x="526" y="399"/>
                                        </a:cubicBezTo>
                                        <a:cubicBezTo>
                                          <a:pt x="536" y="398"/>
                                          <a:pt x="511" y="421"/>
                                          <a:pt x="491" y="434"/>
                                        </a:cubicBezTo>
                                        <a:cubicBezTo>
                                          <a:pt x="471" y="447"/>
                                          <a:pt x="427" y="454"/>
                                          <a:pt x="406" y="480"/>
                                        </a:cubicBezTo>
                                        <a:cubicBezTo>
                                          <a:pt x="385" y="506"/>
                                          <a:pt x="367" y="571"/>
                                          <a:pt x="367" y="593"/>
                                        </a:cubicBezTo>
                                        <a:cubicBezTo>
                                          <a:pt x="367" y="615"/>
                                          <a:pt x="415" y="597"/>
                                          <a:pt x="409" y="610"/>
                                        </a:cubicBezTo>
                                        <a:cubicBezTo>
                                          <a:pt x="403" y="623"/>
                                          <a:pt x="357" y="652"/>
                                          <a:pt x="328" y="674"/>
                                        </a:cubicBezTo>
                                        <a:cubicBezTo>
                                          <a:pt x="299" y="696"/>
                                          <a:pt x="268" y="732"/>
                                          <a:pt x="236" y="741"/>
                                        </a:cubicBezTo>
                                        <a:cubicBezTo>
                                          <a:pt x="204" y="750"/>
                                          <a:pt x="165" y="740"/>
                                          <a:pt x="134" y="727"/>
                                        </a:cubicBezTo>
                                        <a:cubicBezTo>
                                          <a:pt x="103" y="714"/>
                                          <a:pt x="71" y="684"/>
                                          <a:pt x="49" y="663"/>
                                        </a:cubicBezTo>
                                        <a:cubicBezTo>
                                          <a:pt x="27" y="642"/>
                                          <a:pt x="6" y="635"/>
                                          <a:pt x="3" y="603"/>
                                        </a:cubicBezTo>
                                        <a:cubicBezTo>
                                          <a:pt x="0" y="571"/>
                                          <a:pt x="19" y="515"/>
                                          <a:pt x="28" y="469"/>
                                        </a:cubicBezTo>
                                        <a:cubicBezTo>
                                          <a:pt x="37" y="423"/>
                                          <a:pt x="46" y="370"/>
                                          <a:pt x="56" y="328"/>
                                        </a:cubicBezTo>
                                        <a:cubicBezTo>
                                          <a:pt x="66" y="286"/>
                                          <a:pt x="76" y="238"/>
                                          <a:pt x="88" y="219"/>
                                        </a:cubicBezTo>
                                        <a:cubicBezTo>
                                          <a:pt x="100" y="200"/>
                                          <a:pt x="122" y="229"/>
                                          <a:pt x="131" y="215"/>
                                        </a:cubicBezTo>
                                        <a:cubicBezTo>
                                          <a:pt x="140" y="201"/>
                                          <a:pt x="144" y="167"/>
                                          <a:pt x="141" y="134"/>
                                        </a:cubicBezTo>
                                        <a:cubicBezTo>
                                          <a:pt x="138" y="101"/>
                                          <a:pt x="118" y="37"/>
                                          <a:pt x="113" y="1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7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893" y="7690"/>
                                    <a:ext cx="936" cy="1140"/>
                                  </a:xfrm>
                                  <a:custGeom>
                                    <a:avLst/>
                                    <a:gdLst>
                                      <a:gd name="T0" fmla="*/ 41 w 491"/>
                                      <a:gd name="T1" fmla="*/ 257 h 738"/>
                                      <a:gd name="T2" fmla="*/ 158 w 491"/>
                                      <a:gd name="T3" fmla="*/ 352 h 738"/>
                                      <a:gd name="T4" fmla="*/ 225 w 491"/>
                                      <a:gd name="T5" fmla="*/ 285 h 738"/>
                                      <a:gd name="T6" fmla="*/ 334 w 491"/>
                                      <a:gd name="T7" fmla="*/ 264 h 738"/>
                                      <a:gd name="T8" fmla="*/ 387 w 491"/>
                                      <a:gd name="T9" fmla="*/ 239 h 738"/>
                                      <a:gd name="T10" fmla="*/ 398 w 491"/>
                                      <a:gd name="T11" fmla="*/ 151 h 738"/>
                                      <a:gd name="T12" fmla="*/ 398 w 491"/>
                                      <a:gd name="T13" fmla="*/ 59 h 738"/>
                                      <a:gd name="T14" fmla="*/ 475 w 491"/>
                                      <a:gd name="T15" fmla="*/ 13 h 738"/>
                                      <a:gd name="T16" fmla="*/ 454 w 491"/>
                                      <a:gd name="T17" fmla="*/ 137 h 738"/>
                                      <a:gd name="T18" fmla="*/ 436 w 491"/>
                                      <a:gd name="T19" fmla="*/ 250 h 738"/>
                                      <a:gd name="T20" fmla="*/ 355 w 491"/>
                                      <a:gd name="T21" fmla="*/ 271 h 738"/>
                                      <a:gd name="T22" fmla="*/ 256 w 491"/>
                                      <a:gd name="T23" fmla="*/ 285 h 738"/>
                                      <a:gd name="T24" fmla="*/ 221 w 491"/>
                                      <a:gd name="T25" fmla="*/ 334 h 738"/>
                                      <a:gd name="T26" fmla="*/ 207 w 491"/>
                                      <a:gd name="T27" fmla="*/ 412 h 738"/>
                                      <a:gd name="T28" fmla="*/ 246 w 491"/>
                                      <a:gd name="T29" fmla="*/ 465 h 738"/>
                                      <a:gd name="T30" fmla="*/ 218 w 491"/>
                                      <a:gd name="T31" fmla="*/ 514 h 738"/>
                                      <a:gd name="T32" fmla="*/ 274 w 491"/>
                                      <a:gd name="T33" fmla="*/ 634 h 738"/>
                                      <a:gd name="T34" fmla="*/ 405 w 491"/>
                                      <a:gd name="T35" fmla="*/ 648 h 738"/>
                                      <a:gd name="T36" fmla="*/ 451 w 491"/>
                                      <a:gd name="T37" fmla="*/ 588 h 738"/>
                                      <a:gd name="T38" fmla="*/ 486 w 491"/>
                                      <a:gd name="T39" fmla="*/ 490 h 738"/>
                                      <a:gd name="T40" fmla="*/ 479 w 491"/>
                                      <a:gd name="T41" fmla="*/ 571 h 738"/>
                                      <a:gd name="T42" fmla="*/ 468 w 491"/>
                                      <a:gd name="T43" fmla="*/ 677 h 738"/>
                                      <a:gd name="T44" fmla="*/ 369 w 491"/>
                                      <a:gd name="T45" fmla="*/ 733 h 738"/>
                                      <a:gd name="T46" fmla="*/ 249 w 491"/>
                                      <a:gd name="T47" fmla="*/ 708 h 738"/>
                                      <a:gd name="T48" fmla="*/ 189 w 491"/>
                                      <a:gd name="T49" fmla="*/ 648 h 738"/>
                                      <a:gd name="T50" fmla="*/ 161 w 491"/>
                                      <a:gd name="T51" fmla="*/ 525 h 738"/>
                                      <a:gd name="T52" fmla="*/ 158 w 491"/>
                                      <a:gd name="T53" fmla="*/ 430 h 738"/>
                                      <a:gd name="T54" fmla="*/ 73 w 491"/>
                                      <a:gd name="T55" fmla="*/ 405 h 738"/>
                                      <a:gd name="T56" fmla="*/ 6 w 491"/>
                                      <a:gd name="T57" fmla="*/ 345 h 738"/>
                                      <a:gd name="T58" fmla="*/ 41 w 491"/>
                                      <a:gd name="T59" fmla="*/ 257 h 7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491" h="738">
                                        <a:moveTo>
                                          <a:pt x="41" y="257"/>
                                        </a:moveTo>
                                        <a:cubicBezTo>
                                          <a:pt x="66" y="258"/>
                                          <a:pt x="127" y="347"/>
                                          <a:pt x="158" y="352"/>
                                        </a:cubicBezTo>
                                        <a:cubicBezTo>
                                          <a:pt x="189" y="357"/>
                                          <a:pt x="196" y="300"/>
                                          <a:pt x="225" y="285"/>
                                        </a:cubicBezTo>
                                        <a:cubicBezTo>
                                          <a:pt x="254" y="270"/>
                                          <a:pt x="307" y="272"/>
                                          <a:pt x="334" y="264"/>
                                        </a:cubicBezTo>
                                        <a:cubicBezTo>
                                          <a:pt x="361" y="256"/>
                                          <a:pt x="376" y="258"/>
                                          <a:pt x="387" y="239"/>
                                        </a:cubicBezTo>
                                        <a:cubicBezTo>
                                          <a:pt x="398" y="220"/>
                                          <a:pt x="396" y="181"/>
                                          <a:pt x="398" y="151"/>
                                        </a:cubicBezTo>
                                        <a:cubicBezTo>
                                          <a:pt x="400" y="121"/>
                                          <a:pt x="385" y="82"/>
                                          <a:pt x="398" y="59"/>
                                        </a:cubicBezTo>
                                        <a:cubicBezTo>
                                          <a:pt x="411" y="36"/>
                                          <a:pt x="466" y="0"/>
                                          <a:pt x="475" y="13"/>
                                        </a:cubicBezTo>
                                        <a:cubicBezTo>
                                          <a:pt x="484" y="26"/>
                                          <a:pt x="460" y="98"/>
                                          <a:pt x="454" y="137"/>
                                        </a:cubicBezTo>
                                        <a:cubicBezTo>
                                          <a:pt x="448" y="176"/>
                                          <a:pt x="453" y="228"/>
                                          <a:pt x="436" y="250"/>
                                        </a:cubicBezTo>
                                        <a:cubicBezTo>
                                          <a:pt x="419" y="272"/>
                                          <a:pt x="385" y="265"/>
                                          <a:pt x="355" y="271"/>
                                        </a:cubicBezTo>
                                        <a:cubicBezTo>
                                          <a:pt x="325" y="277"/>
                                          <a:pt x="278" y="275"/>
                                          <a:pt x="256" y="285"/>
                                        </a:cubicBezTo>
                                        <a:cubicBezTo>
                                          <a:pt x="234" y="295"/>
                                          <a:pt x="229" y="313"/>
                                          <a:pt x="221" y="334"/>
                                        </a:cubicBezTo>
                                        <a:cubicBezTo>
                                          <a:pt x="213" y="355"/>
                                          <a:pt x="203" y="390"/>
                                          <a:pt x="207" y="412"/>
                                        </a:cubicBezTo>
                                        <a:cubicBezTo>
                                          <a:pt x="211" y="434"/>
                                          <a:pt x="244" y="448"/>
                                          <a:pt x="246" y="465"/>
                                        </a:cubicBezTo>
                                        <a:cubicBezTo>
                                          <a:pt x="248" y="482"/>
                                          <a:pt x="213" y="486"/>
                                          <a:pt x="218" y="514"/>
                                        </a:cubicBezTo>
                                        <a:cubicBezTo>
                                          <a:pt x="223" y="542"/>
                                          <a:pt x="243" y="612"/>
                                          <a:pt x="274" y="634"/>
                                        </a:cubicBezTo>
                                        <a:cubicBezTo>
                                          <a:pt x="305" y="656"/>
                                          <a:pt x="376" y="656"/>
                                          <a:pt x="405" y="648"/>
                                        </a:cubicBezTo>
                                        <a:cubicBezTo>
                                          <a:pt x="434" y="640"/>
                                          <a:pt x="438" y="614"/>
                                          <a:pt x="451" y="588"/>
                                        </a:cubicBezTo>
                                        <a:cubicBezTo>
                                          <a:pt x="464" y="562"/>
                                          <a:pt x="481" y="493"/>
                                          <a:pt x="486" y="490"/>
                                        </a:cubicBezTo>
                                        <a:cubicBezTo>
                                          <a:pt x="491" y="487"/>
                                          <a:pt x="482" y="540"/>
                                          <a:pt x="479" y="571"/>
                                        </a:cubicBezTo>
                                        <a:cubicBezTo>
                                          <a:pt x="476" y="602"/>
                                          <a:pt x="486" y="650"/>
                                          <a:pt x="468" y="677"/>
                                        </a:cubicBezTo>
                                        <a:cubicBezTo>
                                          <a:pt x="450" y="704"/>
                                          <a:pt x="405" y="728"/>
                                          <a:pt x="369" y="733"/>
                                        </a:cubicBezTo>
                                        <a:cubicBezTo>
                                          <a:pt x="333" y="738"/>
                                          <a:pt x="279" y="722"/>
                                          <a:pt x="249" y="708"/>
                                        </a:cubicBezTo>
                                        <a:cubicBezTo>
                                          <a:pt x="219" y="694"/>
                                          <a:pt x="204" y="678"/>
                                          <a:pt x="189" y="648"/>
                                        </a:cubicBezTo>
                                        <a:cubicBezTo>
                                          <a:pt x="174" y="618"/>
                                          <a:pt x="166" y="561"/>
                                          <a:pt x="161" y="525"/>
                                        </a:cubicBezTo>
                                        <a:cubicBezTo>
                                          <a:pt x="156" y="489"/>
                                          <a:pt x="173" y="450"/>
                                          <a:pt x="158" y="430"/>
                                        </a:cubicBezTo>
                                        <a:cubicBezTo>
                                          <a:pt x="143" y="410"/>
                                          <a:pt x="98" y="419"/>
                                          <a:pt x="73" y="405"/>
                                        </a:cubicBezTo>
                                        <a:cubicBezTo>
                                          <a:pt x="48" y="391"/>
                                          <a:pt x="12" y="370"/>
                                          <a:pt x="6" y="345"/>
                                        </a:cubicBezTo>
                                        <a:cubicBezTo>
                                          <a:pt x="0" y="320"/>
                                          <a:pt x="16" y="256"/>
                                          <a:pt x="41" y="25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7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61" y="8736"/>
                                    <a:ext cx="679" cy="1127"/>
                                  </a:xfrm>
                                  <a:custGeom>
                                    <a:avLst/>
                                    <a:gdLst>
                                      <a:gd name="T0" fmla="*/ 55 w 356"/>
                                      <a:gd name="T1" fmla="*/ 154 h 729"/>
                                      <a:gd name="T2" fmla="*/ 157 w 356"/>
                                      <a:gd name="T3" fmla="*/ 256 h 729"/>
                                      <a:gd name="T4" fmla="*/ 312 w 356"/>
                                      <a:gd name="T5" fmla="*/ 595 h 729"/>
                                      <a:gd name="T6" fmla="*/ 348 w 356"/>
                                      <a:gd name="T7" fmla="*/ 701 h 729"/>
                                      <a:gd name="T8" fmla="*/ 266 w 356"/>
                                      <a:gd name="T9" fmla="*/ 429 h 729"/>
                                      <a:gd name="T10" fmla="*/ 210 w 356"/>
                                      <a:gd name="T11" fmla="*/ 253 h 729"/>
                                      <a:gd name="T12" fmla="*/ 72 w 356"/>
                                      <a:gd name="T13" fmla="*/ 73 h 729"/>
                                      <a:gd name="T14" fmla="*/ 2 w 356"/>
                                      <a:gd name="T15" fmla="*/ 6 h 729"/>
                                      <a:gd name="T16" fmla="*/ 58 w 356"/>
                                      <a:gd name="T17" fmla="*/ 112 h 729"/>
                                      <a:gd name="T18" fmla="*/ 55 w 356"/>
                                      <a:gd name="T19" fmla="*/ 154 h 7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56" h="729">
                                        <a:moveTo>
                                          <a:pt x="55" y="154"/>
                                        </a:moveTo>
                                        <a:cubicBezTo>
                                          <a:pt x="71" y="178"/>
                                          <a:pt x="114" y="183"/>
                                          <a:pt x="157" y="256"/>
                                        </a:cubicBezTo>
                                        <a:cubicBezTo>
                                          <a:pt x="200" y="329"/>
                                          <a:pt x="280" y="521"/>
                                          <a:pt x="312" y="595"/>
                                        </a:cubicBezTo>
                                        <a:cubicBezTo>
                                          <a:pt x="344" y="669"/>
                                          <a:pt x="356" y="729"/>
                                          <a:pt x="348" y="701"/>
                                        </a:cubicBezTo>
                                        <a:cubicBezTo>
                                          <a:pt x="340" y="673"/>
                                          <a:pt x="289" y="504"/>
                                          <a:pt x="266" y="429"/>
                                        </a:cubicBezTo>
                                        <a:cubicBezTo>
                                          <a:pt x="243" y="354"/>
                                          <a:pt x="242" y="312"/>
                                          <a:pt x="210" y="253"/>
                                        </a:cubicBezTo>
                                        <a:cubicBezTo>
                                          <a:pt x="178" y="194"/>
                                          <a:pt x="107" y="114"/>
                                          <a:pt x="72" y="73"/>
                                        </a:cubicBezTo>
                                        <a:cubicBezTo>
                                          <a:pt x="37" y="32"/>
                                          <a:pt x="4" y="0"/>
                                          <a:pt x="2" y="6"/>
                                        </a:cubicBezTo>
                                        <a:cubicBezTo>
                                          <a:pt x="0" y="12"/>
                                          <a:pt x="49" y="88"/>
                                          <a:pt x="58" y="112"/>
                                        </a:cubicBezTo>
                                        <a:cubicBezTo>
                                          <a:pt x="67" y="136"/>
                                          <a:pt x="39" y="130"/>
                                          <a:pt x="55" y="1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7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90" y="8790"/>
                                    <a:ext cx="366" cy="662"/>
                                  </a:xfrm>
                                  <a:custGeom>
                                    <a:avLst/>
                                    <a:gdLst>
                                      <a:gd name="T0" fmla="*/ 160 w 191"/>
                                      <a:gd name="T1" fmla="*/ 32 h 429"/>
                                      <a:gd name="T2" fmla="*/ 79 w 191"/>
                                      <a:gd name="T3" fmla="*/ 191 h 429"/>
                                      <a:gd name="T4" fmla="*/ 1 w 191"/>
                                      <a:gd name="T5" fmla="*/ 416 h 429"/>
                                      <a:gd name="T6" fmla="*/ 72 w 191"/>
                                      <a:gd name="T7" fmla="*/ 268 h 429"/>
                                      <a:gd name="T8" fmla="*/ 150 w 191"/>
                                      <a:gd name="T9" fmla="*/ 169 h 429"/>
                                      <a:gd name="T10" fmla="*/ 174 w 191"/>
                                      <a:gd name="T11" fmla="*/ 141 h 429"/>
                                      <a:gd name="T12" fmla="*/ 188 w 191"/>
                                      <a:gd name="T13" fmla="*/ 14 h 429"/>
                                      <a:gd name="T14" fmla="*/ 157 w 191"/>
                                      <a:gd name="T15" fmla="*/ 56 h 4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91" h="429">
                                        <a:moveTo>
                                          <a:pt x="160" y="32"/>
                                        </a:moveTo>
                                        <a:cubicBezTo>
                                          <a:pt x="133" y="79"/>
                                          <a:pt x="106" y="127"/>
                                          <a:pt x="79" y="191"/>
                                        </a:cubicBezTo>
                                        <a:cubicBezTo>
                                          <a:pt x="52" y="255"/>
                                          <a:pt x="2" y="403"/>
                                          <a:pt x="1" y="416"/>
                                        </a:cubicBezTo>
                                        <a:cubicBezTo>
                                          <a:pt x="0" y="429"/>
                                          <a:pt x="47" y="309"/>
                                          <a:pt x="72" y="268"/>
                                        </a:cubicBezTo>
                                        <a:cubicBezTo>
                                          <a:pt x="97" y="227"/>
                                          <a:pt x="133" y="190"/>
                                          <a:pt x="150" y="169"/>
                                        </a:cubicBezTo>
                                        <a:cubicBezTo>
                                          <a:pt x="167" y="148"/>
                                          <a:pt x="168" y="167"/>
                                          <a:pt x="174" y="141"/>
                                        </a:cubicBezTo>
                                        <a:cubicBezTo>
                                          <a:pt x="180" y="115"/>
                                          <a:pt x="191" y="28"/>
                                          <a:pt x="188" y="14"/>
                                        </a:cubicBezTo>
                                        <a:cubicBezTo>
                                          <a:pt x="185" y="0"/>
                                          <a:pt x="171" y="28"/>
                                          <a:pt x="157" y="5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7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56" y="3286"/>
                                    <a:ext cx="2090" cy="7936"/>
                                  </a:xfrm>
                                  <a:custGeom>
                                    <a:avLst/>
                                    <a:gdLst>
                                      <a:gd name="T0" fmla="*/ 2090 w 2090"/>
                                      <a:gd name="T1" fmla="*/ 0 h 7936"/>
                                      <a:gd name="T2" fmla="*/ 2083 w 2090"/>
                                      <a:gd name="T3" fmla="*/ 408 h 7936"/>
                                      <a:gd name="T4" fmla="*/ 2068 w 2090"/>
                                      <a:gd name="T5" fmla="*/ 757 h 7936"/>
                                      <a:gd name="T6" fmla="*/ 1962 w 2090"/>
                                      <a:gd name="T7" fmla="*/ 1131 h 7936"/>
                                      <a:gd name="T8" fmla="*/ 1610 w 2090"/>
                                      <a:gd name="T9" fmla="*/ 1718 h 7936"/>
                                      <a:gd name="T10" fmla="*/ 1213 w 2090"/>
                                      <a:gd name="T11" fmla="*/ 2441 h 7936"/>
                                      <a:gd name="T12" fmla="*/ 838 w 2090"/>
                                      <a:gd name="T13" fmla="*/ 4019 h 7936"/>
                                      <a:gd name="T14" fmla="*/ 532 w 2090"/>
                                      <a:gd name="T15" fmla="*/ 5134 h 7936"/>
                                      <a:gd name="T16" fmla="*/ 189 w 2090"/>
                                      <a:gd name="T17" fmla="*/ 5592 h 7936"/>
                                      <a:gd name="T18" fmla="*/ 30 w 2090"/>
                                      <a:gd name="T19" fmla="*/ 6351 h 7936"/>
                                      <a:gd name="T20" fmla="*/ 12 w 2090"/>
                                      <a:gd name="T21" fmla="*/ 7126 h 7936"/>
                                      <a:gd name="T22" fmla="*/ 30 w 2090"/>
                                      <a:gd name="T23" fmla="*/ 7936 h 793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090" h="7936">
                                        <a:moveTo>
                                          <a:pt x="2090" y="0"/>
                                        </a:moveTo>
                                        <a:cubicBezTo>
                                          <a:pt x="2088" y="68"/>
                                          <a:pt x="2086" y="282"/>
                                          <a:pt x="2083" y="408"/>
                                        </a:cubicBezTo>
                                        <a:cubicBezTo>
                                          <a:pt x="2078" y="534"/>
                                          <a:pt x="2088" y="637"/>
                                          <a:pt x="2068" y="757"/>
                                        </a:cubicBezTo>
                                        <a:cubicBezTo>
                                          <a:pt x="2048" y="877"/>
                                          <a:pt x="2038" y="971"/>
                                          <a:pt x="1962" y="1131"/>
                                        </a:cubicBezTo>
                                        <a:cubicBezTo>
                                          <a:pt x="1886" y="1291"/>
                                          <a:pt x="1735" y="1500"/>
                                          <a:pt x="1610" y="1718"/>
                                        </a:cubicBezTo>
                                        <a:cubicBezTo>
                                          <a:pt x="1485" y="1936"/>
                                          <a:pt x="1341" y="2057"/>
                                          <a:pt x="1213" y="2441"/>
                                        </a:cubicBezTo>
                                        <a:cubicBezTo>
                                          <a:pt x="1085" y="2824"/>
                                          <a:pt x="951" y="3570"/>
                                          <a:pt x="838" y="4019"/>
                                        </a:cubicBezTo>
                                        <a:cubicBezTo>
                                          <a:pt x="724" y="4468"/>
                                          <a:pt x="640" y="4872"/>
                                          <a:pt x="532" y="5134"/>
                                        </a:cubicBezTo>
                                        <a:cubicBezTo>
                                          <a:pt x="425" y="5397"/>
                                          <a:pt x="273" y="5389"/>
                                          <a:pt x="189" y="5592"/>
                                        </a:cubicBezTo>
                                        <a:cubicBezTo>
                                          <a:pt x="106" y="5795"/>
                                          <a:pt x="61" y="6096"/>
                                          <a:pt x="30" y="6351"/>
                                        </a:cubicBezTo>
                                        <a:cubicBezTo>
                                          <a:pt x="0" y="6607"/>
                                          <a:pt x="12" y="6862"/>
                                          <a:pt x="12" y="7126"/>
                                        </a:cubicBezTo>
                                        <a:cubicBezTo>
                                          <a:pt x="12" y="7390"/>
                                          <a:pt x="26" y="7768"/>
                                          <a:pt x="30" y="793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Freeform 7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329" y="3279"/>
                                    <a:ext cx="1773" cy="7960"/>
                                  </a:xfrm>
                                  <a:custGeom>
                                    <a:avLst/>
                                    <a:gdLst>
                                      <a:gd name="T0" fmla="*/ 0 w 1773"/>
                                      <a:gd name="T1" fmla="*/ 0 h 7960"/>
                                      <a:gd name="T2" fmla="*/ 33 w 1773"/>
                                      <a:gd name="T3" fmla="*/ 729 h 7960"/>
                                      <a:gd name="T4" fmla="*/ 140 w 1773"/>
                                      <a:gd name="T5" fmla="*/ 1256 h 7960"/>
                                      <a:gd name="T6" fmla="*/ 597 w 1773"/>
                                      <a:gd name="T7" fmla="*/ 2259 h 7960"/>
                                      <a:gd name="T8" fmla="*/ 739 w 1773"/>
                                      <a:gd name="T9" fmla="*/ 2928 h 7960"/>
                                      <a:gd name="T10" fmla="*/ 851 w 1773"/>
                                      <a:gd name="T11" fmla="*/ 4114 h 7960"/>
                                      <a:gd name="T12" fmla="*/ 997 w 1773"/>
                                      <a:gd name="T13" fmla="*/ 4915 h 7960"/>
                                      <a:gd name="T14" fmla="*/ 1092 w 1773"/>
                                      <a:gd name="T15" fmla="*/ 5228 h 7960"/>
                                      <a:gd name="T16" fmla="*/ 1499 w 1773"/>
                                      <a:gd name="T17" fmla="*/ 5825 h 7960"/>
                                      <a:gd name="T18" fmla="*/ 1606 w 1773"/>
                                      <a:gd name="T19" fmla="*/ 6856 h 7960"/>
                                      <a:gd name="T20" fmla="*/ 1747 w 1773"/>
                                      <a:gd name="T21" fmla="*/ 7616 h 7960"/>
                                      <a:gd name="T22" fmla="*/ 1764 w 1773"/>
                                      <a:gd name="T23" fmla="*/ 7960 h 79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1773" h="7960">
                                        <a:moveTo>
                                          <a:pt x="0" y="0"/>
                                        </a:moveTo>
                                        <a:cubicBezTo>
                                          <a:pt x="5" y="121"/>
                                          <a:pt x="10" y="520"/>
                                          <a:pt x="33" y="729"/>
                                        </a:cubicBezTo>
                                        <a:cubicBezTo>
                                          <a:pt x="56" y="938"/>
                                          <a:pt x="46" y="1001"/>
                                          <a:pt x="140" y="1256"/>
                                        </a:cubicBezTo>
                                        <a:cubicBezTo>
                                          <a:pt x="234" y="1511"/>
                                          <a:pt x="497" y="1980"/>
                                          <a:pt x="597" y="2259"/>
                                        </a:cubicBezTo>
                                        <a:cubicBezTo>
                                          <a:pt x="697" y="2538"/>
                                          <a:pt x="697" y="2619"/>
                                          <a:pt x="739" y="2928"/>
                                        </a:cubicBezTo>
                                        <a:cubicBezTo>
                                          <a:pt x="781" y="3238"/>
                                          <a:pt x="808" y="3782"/>
                                          <a:pt x="851" y="4114"/>
                                        </a:cubicBezTo>
                                        <a:cubicBezTo>
                                          <a:pt x="894" y="4445"/>
                                          <a:pt x="957" y="4730"/>
                                          <a:pt x="997" y="4915"/>
                                        </a:cubicBezTo>
                                        <a:cubicBezTo>
                                          <a:pt x="1037" y="5100"/>
                                          <a:pt x="1008" y="5077"/>
                                          <a:pt x="1092" y="5228"/>
                                        </a:cubicBezTo>
                                        <a:cubicBezTo>
                                          <a:pt x="1175" y="5380"/>
                                          <a:pt x="1413" y="5554"/>
                                          <a:pt x="1499" y="5825"/>
                                        </a:cubicBezTo>
                                        <a:cubicBezTo>
                                          <a:pt x="1584" y="6097"/>
                                          <a:pt x="1565" y="6557"/>
                                          <a:pt x="1606" y="6856"/>
                                        </a:cubicBezTo>
                                        <a:cubicBezTo>
                                          <a:pt x="1647" y="7155"/>
                                          <a:pt x="1720" y="7432"/>
                                          <a:pt x="1747" y="7616"/>
                                        </a:cubicBezTo>
                                        <a:cubicBezTo>
                                          <a:pt x="1773" y="7800"/>
                                          <a:pt x="1760" y="7888"/>
                                          <a:pt x="1764" y="796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Freeform 7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380" y="5096"/>
                                    <a:ext cx="423" cy="1741"/>
                                  </a:xfrm>
                                  <a:custGeom>
                                    <a:avLst/>
                                    <a:gdLst>
                                      <a:gd name="T0" fmla="*/ 11 w 436"/>
                                      <a:gd name="T1" fmla="*/ 1794 h 1794"/>
                                      <a:gd name="T2" fmla="*/ 40 w 436"/>
                                      <a:gd name="T3" fmla="*/ 1257 h 1794"/>
                                      <a:gd name="T4" fmla="*/ 10 w 436"/>
                                      <a:gd name="T5" fmla="*/ 776 h 1794"/>
                                      <a:gd name="T6" fmla="*/ 100 w 436"/>
                                      <a:gd name="T7" fmla="*/ 401 h 1794"/>
                                      <a:gd name="T8" fmla="*/ 296 w 436"/>
                                      <a:gd name="T9" fmla="*/ 102 h 1794"/>
                                      <a:gd name="T10" fmla="*/ 378 w 436"/>
                                      <a:gd name="T11" fmla="*/ 1 h 1794"/>
                                      <a:gd name="T12" fmla="*/ 359 w 436"/>
                                      <a:gd name="T13" fmla="*/ 97 h 1794"/>
                                      <a:gd name="T14" fmla="*/ 436 w 436"/>
                                      <a:gd name="T15" fmla="*/ 262 h 17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436" h="1794">
                                        <a:moveTo>
                                          <a:pt x="11" y="1794"/>
                                        </a:moveTo>
                                        <a:cubicBezTo>
                                          <a:pt x="29" y="1610"/>
                                          <a:pt x="40" y="1427"/>
                                          <a:pt x="40" y="1257"/>
                                        </a:cubicBezTo>
                                        <a:cubicBezTo>
                                          <a:pt x="40" y="1087"/>
                                          <a:pt x="0" y="919"/>
                                          <a:pt x="10" y="776"/>
                                        </a:cubicBezTo>
                                        <a:cubicBezTo>
                                          <a:pt x="20" y="633"/>
                                          <a:pt x="52" y="513"/>
                                          <a:pt x="100" y="401"/>
                                        </a:cubicBezTo>
                                        <a:cubicBezTo>
                                          <a:pt x="148" y="289"/>
                                          <a:pt x="250" y="169"/>
                                          <a:pt x="296" y="102"/>
                                        </a:cubicBezTo>
                                        <a:cubicBezTo>
                                          <a:pt x="342" y="35"/>
                                          <a:pt x="368" y="2"/>
                                          <a:pt x="378" y="1"/>
                                        </a:cubicBezTo>
                                        <a:cubicBezTo>
                                          <a:pt x="388" y="0"/>
                                          <a:pt x="349" y="54"/>
                                          <a:pt x="359" y="97"/>
                                        </a:cubicBezTo>
                                        <a:cubicBezTo>
                                          <a:pt x="369" y="140"/>
                                          <a:pt x="402" y="201"/>
                                          <a:pt x="436" y="2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Freeform 7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441" y="5004"/>
                                    <a:ext cx="436" cy="1790"/>
                                  </a:xfrm>
                                  <a:custGeom>
                                    <a:avLst/>
                                    <a:gdLst>
                                      <a:gd name="T0" fmla="*/ 353 w 415"/>
                                      <a:gd name="T1" fmla="*/ 1702 h 1702"/>
                                      <a:gd name="T2" fmla="*/ 344 w 415"/>
                                      <a:gd name="T3" fmla="*/ 1319 h 1702"/>
                                      <a:gd name="T4" fmla="*/ 380 w 415"/>
                                      <a:gd name="T5" fmla="*/ 1006 h 1702"/>
                                      <a:gd name="T6" fmla="*/ 408 w 415"/>
                                      <a:gd name="T7" fmla="*/ 754 h 1702"/>
                                      <a:gd name="T8" fmla="*/ 335 w 415"/>
                                      <a:gd name="T9" fmla="*/ 467 h 1702"/>
                                      <a:gd name="T10" fmla="*/ 177 w 415"/>
                                      <a:gd name="T11" fmla="*/ 180 h 1702"/>
                                      <a:gd name="T12" fmla="*/ 87 w 415"/>
                                      <a:gd name="T13" fmla="*/ 7 h 1702"/>
                                      <a:gd name="T14" fmla="*/ 77 w 415"/>
                                      <a:gd name="T15" fmla="*/ 137 h 1702"/>
                                      <a:gd name="T16" fmla="*/ 0 w 415"/>
                                      <a:gd name="T17" fmla="*/ 324 h 170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15" h="1702">
                                        <a:moveTo>
                                          <a:pt x="353" y="1702"/>
                                        </a:moveTo>
                                        <a:cubicBezTo>
                                          <a:pt x="346" y="1568"/>
                                          <a:pt x="340" y="1435"/>
                                          <a:pt x="344" y="1319"/>
                                        </a:cubicBezTo>
                                        <a:cubicBezTo>
                                          <a:pt x="349" y="1203"/>
                                          <a:pt x="369" y="1100"/>
                                          <a:pt x="380" y="1006"/>
                                        </a:cubicBezTo>
                                        <a:cubicBezTo>
                                          <a:pt x="391" y="912"/>
                                          <a:pt x="415" y="844"/>
                                          <a:pt x="408" y="754"/>
                                        </a:cubicBezTo>
                                        <a:cubicBezTo>
                                          <a:pt x="401" y="664"/>
                                          <a:pt x="373" y="563"/>
                                          <a:pt x="335" y="467"/>
                                        </a:cubicBezTo>
                                        <a:cubicBezTo>
                                          <a:pt x="297" y="371"/>
                                          <a:pt x="219" y="257"/>
                                          <a:pt x="177" y="180"/>
                                        </a:cubicBezTo>
                                        <a:cubicBezTo>
                                          <a:pt x="136" y="103"/>
                                          <a:pt x="103" y="15"/>
                                          <a:pt x="87" y="7"/>
                                        </a:cubicBezTo>
                                        <a:cubicBezTo>
                                          <a:pt x="70" y="0"/>
                                          <a:pt x="91" y="84"/>
                                          <a:pt x="77" y="137"/>
                                        </a:cubicBezTo>
                                        <a:cubicBezTo>
                                          <a:pt x="62" y="189"/>
                                          <a:pt x="33" y="256"/>
                                          <a:pt x="0" y="32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Freeform 7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92" y="4341"/>
                                    <a:ext cx="651" cy="971"/>
                                  </a:xfrm>
                                  <a:custGeom>
                                    <a:avLst/>
                                    <a:gdLst>
                                      <a:gd name="T0" fmla="*/ 51 w 651"/>
                                      <a:gd name="T1" fmla="*/ 966 h 971"/>
                                      <a:gd name="T2" fmla="*/ 1 w 651"/>
                                      <a:gd name="T3" fmla="*/ 860 h 971"/>
                                      <a:gd name="T4" fmla="*/ 43 w 651"/>
                                      <a:gd name="T5" fmla="*/ 685 h 971"/>
                                      <a:gd name="T6" fmla="*/ 125 w 651"/>
                                      <a:gd name="T7" fmla="*/ 511 h 971"/>
                                      <a:gd name="T8" fmla="*/ 248 w 651"/>
                                      <a:gd name="T9" fmla="*/ 307 h 971"/>
                                      <a:gd name="T10" fmla="*/ 438 w 651"/>
                                      <a:gd name="T11" fmla="*/ 16 h 971"/>
                                      <a:gd name="T12" fmla="*/ 518 w 651"/>
                                      <a:gd name="T13" fmla="*/ 212 h 971"/>
                                      <a:gd name="T14" fmla="*/ 623 w 651"/>
                                      <a:gd name="T15" fmla="*/ 538 h 971"/>
                                      <a:gd name="T16" fmla="*/ 642 w 651"/>
                                      <a:gd name="T17" fmla="*/ 704 h 971"/>
                                      <a:gd name="T18" fmla="*/ 642 w 651"/>
                                      <a:gd name="T19" fmla="*/ 820 h 971"/>
                                      <a:gd name="T20" fmla="*/ 591 w 651"/>
                                      <a:gd name="T21" fmla="*/ 971 h 9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651" h="971">
                                        <a:moveTo>
                                          <a:pt x="51" y="966"/>
                                        </a:moveTo>
                                        <a:cubicBezTo>
                                          <a:pt x="43" y="949"/>
                                          <a:pt x="2" y="907"/>
                                          <a:pt x="1" y="860"/>
                                        </a:cubicBezTo>
                                        <a:cubicBezTo>
                                          <a:pt x="0" y="814"/>
                                          <a:pt x="22" y="743"/>
                                          <a:pt x="43" y="685"/>
                                        </a:cubicBezTo>
                                        <a:cubicBezTo>
                                          <a:pt x="63" y="626"/>
                                          <a:pt x="91" y="574"/>
                                          <a:pt x="125" y="511"/>
                                        </a:cubicBezTo>
                                        <a:cubicBezTo>
                                          <a:pt x="159" y="448"/>
                                          <a:pt x="196" y="389"/>
                                          <a:pt x="248" y="307"/>
                                        </a:cubicBezTo>
                                        <a:cubicBezTo>
                                          <a:pt x="301" y="224"/>
                                          <a:pt x="393" y="31"/>
                                          <a:pt x="438" y="16"/>
                                        </a:cubicBezTo>
                                        <a:cubicBezTo>
                                          <a:pt x="482" y="0"/>
                                          <a:pt x="487" y="125"/>
                                          <a:pt x="518" y="212"/>
                                        </a:cubicBezTo>
                                        <a:cubicBezTo>
                                          <a:pt x="549" y="299"/>
                                          <a:pt x="602" y="456"/>
                                          <a:pt x="623" y="538"/>
                                        </a:cubicBezTo>
                                        <a:cubicBezTo>
                                          <a:pt x="644" y="620"/>
                                          <a:pt x="639" y="657"/>
                                          <a:pt x="642" y="704"/>
                                        </a:cubicBezTo>
                                        <a:cubicBezTo>
                                          <a:pt x="645" y="751"/>
                                          <a:pt x="651" y="776"/>
                                          <a:pt x="642" y="820"/>
                                        </a:cubicBezTo>
                                        <a:cubicBezTo>
                                          <a:pt x="634" y="865"/>
                                          <a:pt x="612" y="918"/>
                                          <a:pt x="591" y="97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Freeform 7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41" y="5952"/>
                                    <a:ext cx="916" cy="5274"/>
                                  </a:xfrm>
                                  <a:custGeom>
                                    <a:avLst/>
                                    <a:gdLst>
                                      <a:gd name="T0" fmla="*/ 854 w 871"/>
                                      <a:gd name="T1" fmla="*/ 833 h 5016"/>
                                      <a:gd name="T2" fmla="*/ 867 w 871"/>
                                      <a:gd name="T3" fmla="*/ 551 h 5016"/>
                                      <a:gd name="T4" fmla="*/ 864 w 871"/>
                                      <a:gd name="T5" fmla="*/ 271 h 5016"/>
                                      <a:gd name="T6" fmla="*/ 823 w 871"/>
                                      <a:gd name="T7" fmla="*/ 39 h 5016"/>
                                      <a:gd name="T8" fmla="*/ 716 w 871"/>
                                      <a:gd name="T9" fmla="*/ 502 h 5016"/>
                                      <a:gd name="T10" fmla="*/ 524 w 871"/>
                                      <a:gd name="T11" fmla="*/ 1342 h 5016"/>
                                      <a:gd name="T12" fmla="*/ 309 w 871"/>
                                      <a:gd name="T13" fmla="*/ 2167 h 5016"/>
                                      <a:gd name="T14" fmla="*/ 260 w 871"/>
                                      <a:gd name="T15" fmla="*/ 2475 h 5016"/>
                                      <a:gd name="T16" fmla="*/ 320 w 871"/>
                                      <a:gd name="T17" fmla="*/ 2915 h 5016"/>
                                      <a:gd name="T18" fmla="*/ 341 w 871"/>
                                      <a:gd name="T19" fmla="*/ 3525 h 5016"/>
                                      <a:gd name="T20" fmla="*/ 55 w 871"/>
                                      <a:gd name="T21" fmla="*/ 4537 h 5016"/>
                                      <a:gd name="T22" fmla="*/ 12 w 871"/>
                                      <a:gd name="T23" fmla="*/ 5016 h 50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871" h="5016">
                                        <a:moveTo>
                                          <a:pt x="854" y="833"/>
                                        </a:moveTo>
                                        <a:cubicBezTo>
                                          <a:pt x="860" y="739"/>
                                          <a:pt x="865" y="645"/>
                                          <a:pt x="867" y="551"/>
                                        </a:cubicBezTo>
                                        <a:cubicBezTo>
                                          <a:pt x="869" y="458"/>
                                          <a:pt x="871" y="355"/>
                                          <a:pt x="864" y="271"/>
                                        </a:cubicBezTo>
                                        <a:cubicBezTo>
                                          <a:pt x="856" y="186"/>
                                          <a:pt x="848" y="0"/>
                                          <a:pt x="823" y="39"/>
                                        </a:cubicBezTo>
                                        <a:cubicBezTo>
                                          <a:pt x="798" y="78"/>
                                          <a:pt x="766" y="285"/>
                                          <a:pt x="716" y="502"/>
                                        </a:cubicBezTo>
                                        <a:cubicBezTo>
                                          <a:pt x="666" y="719"/>
                                          <a:pt x="591" y="1065"/>
                                          <a:pt x="524" y="1342"/>
                                        </a:cubicBezTo>
                                        <a:cubicBezTo>
                                          <a:pt x="456" y="1619"/>
                                          <a:pt x="353" y="1979"/>
                                          <a:pt x="309" y="2167"/>
                                        </a:cubicBezTo>
                                        <a:cubicBezTo>
                                          <a:pt x="266" y="2356"/>
                                          <a:pt x="259" y="2350"/>
                                          <a:pt x="260" y="2475"/>
                                        </a:cubicBezTo>
                                        <a:cubicBezTo>
                                          <a:pt x="262" y="2599"/>
                                          <a:pt x="308" y="2741"/>
                                          <a:pt x="320" y="2915"/>
                                        </a:cubicBezTo>
                                        <a:cubicBezTo>
                                          <a:pt x="333" y="3090"/>
                                          <a:pt x="385" y="3254"/>
                                          <a:pt x="341" y="3525"/>
                                        </a:cubicBezTo>
                                        <a:cubicBezTo>
                                          <a:pt x="296" y="3795"/>
                                          <a:pt x="110" y="4289"/>
                                          <a:pt x="55" y="4537"/>
                                        </a:cubicBezTo>
                                        <a:cubicBezTo>
                                          <a:pt x="0" y="4785"/>
                                          <a:pt x="21" y="4916"/>
                                          <a:pt x="12" y="501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" name="Freeform 7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863" y="6031"/>
                                    <a:ext cx="855" cy="5191"/>
                                  </a:xfrm>
                                  <a:custGeom>
                                    <a:avLst/>
                                    <a:gdLst>
                                      <a:gd name="T0" fmla="*/ 0 w 813"/>
                                      <a:gd name="T1" fmla="*/ 727 h 4937"/>
                                      <a:gd name="T2" fmla="*/ 9 w 813"/>
                                      <a:gd name="T3" fmla="*/ 383 h 4937"/>
                                      <a:gd name="T4" fmla="*/ 31 w 813"/>
                                      <a:gd name="T5" fmla="*/ 152 h 4937"/>
                                      <a:gd name="T6" fmla="*/ 66 w 813"/>
                                      <a:gd name="T7" fmla="*/ 41 h 4937"/>
                                      <a:gd name="T8" fmla="*/ 107 w 813"/>
                                      <a:gd name="T9" fmla="*/ 401 h 4937"/>
                                      <a:gd name="T10" fmla="*/ 152 w 813"/>
                                      <a:gd name="T11" fmla="*/ 977 h 4937"/>
                                      <a:gd name="T12" fmla="*/ 228 w 813"/>
                                      <a:gd name="T13" fmla="*/ 1579 h 4937"/>
                                      <a:gd name="T14" fmla="*/ 343 w 813"/>
                                      <a:gd name="T15" fmla="*/ 2190 h 4937"/>
                                      <a:gd name="T16" fmla="*/ 371 w 813"/>
                                      <a:gd name="T17" fmla="*/ 2452 h 4937"/>
                                      <a:gd name="T18" fmla="*/ 335 w 813"/>
                                      <a:gd name="T19" fmla="*/ 2913 h 4937"/>
                                      <a:gd name="T20" fmla="*/ 393 w 813"/>
                                      <a:gd name="T21" fmla="*/ 3444 h 4937"/>
                                      <a:gd name="T22" fmla="*/ 741 w 813"/>
                                      <a:gd name="T23" fmla="*/ 4338 h 4937"/>
                                      <a:gd name="T24" fmla="*/ 813 w 813"/>
                                      <a:gd name="T25" fmla="*/ 4937 h 49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813" h="4937">
                                        <a:moveTo>
                                          <a:pt x="0" y="727"/>
                                        </a:moveTo>
                                        <a:cubicBezTo>
                                          <a:pt x="2" y="603"/>
                                          <a:pt x="4" y="479"/>
                                          <a:pt x="9" y="383"/>
                                        </a:cubicBezTo>
                                        <a:cubicBezTo>
                                          <a:pt x="15" y="287"/>
                                          <a:pt x="22" y="209"/>
                                          <a:pt x="31" y="152"/>
                                        </a:cubicBezTo>
                                        <a:cubicBezTo>
                                          <a:pt x="40" y="95"/>
                                          <a:pt x="53" y="0"/>
                                          <a:pt x="66" y="41"/>
                                        </a:cubicBezTo>
                                        <a:cubicBezTo>
                                          <a:pt x="79" y="82"/>
                                          <a:pt x="93" y="245"/>
                                          <a:pt x="107" y="401"/>
                                        </a:cubicBezTo>
                                        <a:cubicBezTo>
                                          <a:pt x="121" y="557"/>
                                          <a:pt x="132" y="780"/>
                                          <a:pt x="152" y="977"/>
                                        </a:cubicBezTo>
                                        <a:cubicBezTo>
                                          <a:pt x="173" y="1174"/>
                                          <a:pt x="196" y="1377"/>
                                          <a:pt x="228" y="1579"/>
                                        </a:cubicBezTo>
                                        <a:cubicBezTo>
                                          <a:pt x="260" y="1781"/>
                                          <a:pt x="319" y="2044"/>
                                          <a:pt x="343" y="2190"/>
                                        </a:cubicBezTo>
                                        <a:cubicBezTo>
                                          <a:pt x="367" y="2336"/>
                                          <a:pt x="372" y="2332"/>
                                          <a:pt x="371" y="2452"/>
                                        </a:cubicBezTo>
                                        <a:cubicBezTo>
                                          <a:pt x="370" y="2573"/>
                                          <a:pt x="331" y="2748"/>
                                          <a:pt x="335" y="2913"/>
                                        </a:cubicBezTo>
                                        <a:cubicBezTo>
                                          <a:pt x="339" y="3079"/>
                                          <a:pt x="325" y="3206"/>
                                          <a:pt x="393" y="3444"/>
                                        </a:cubicBezTo>
                                        <a:cubicBezTo>
                                          <a:pt x="461" y="3682"/>
                                          <a:pt x="671" y="4089"/>
                                          <a:pt x="741" y="4338"/>
                                        </a:cubicBezTo>
                                        <a:cubicBezTo>
                                          <a:pt x="811" y="4587"/>
                                          <a:pt x="798" y="4812"/>
                                          <a:pt x="813" y="493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Freeform 7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18" y="8589"/>
                                    <a:ext cx="526" cy="2629"/>
                                  </a:xfrm>
                                  <a:custGeom>
                                    <a:avLst/>
                                    <a:gdLst>
                                      <a:gd name="T0" fmla="*/ 36 w 500"/>
                                      <a:gd name="T1" fmla="*/ 2500 h 2500"/>
                                      <a:gd name="T2" fmla="*/ 25 w 500"/>
                                      <a:gd name="T3" fmla="*/ 1889 h 2500"/>
                                      <a:gd name="T4" fmla="*/ 24 w 500"/>
                                      <a:gd name="T5" fmla="*/ 1104 h 2500"/>
                                      <a:gd name="T6" fmla="*/ 163 w 500"/>
                                      <a:gd name="T7" fmla="*/ 393 h 2500"/>
                                      <a:gd name="T8" fmla="*/ 329 w 500"/>
                                      <a:gd name="T9" fmla="*/ 123 h 2500"/>
                                      <a:gd name="T10" fmla="*/ 475 w 500"/>
                                      <a:gd name="T11" fmla="*/ 6 h 2500"/>
                                      <a:gd name="T12" fmla="*/ 479 w 500"/>
                                      <a:gd name="T13" fmla="*/ 91 h 2500"/>
                                      <a:gd name="T14" fmla="*/ 434 w 500"/>
                                      <a:gd name="T15" fmla="*/ 359 h 2500"/>
                                      <a:gd name="T16" fmla="*/ 273 w 500"/>
                                      <a:gd name="T17" fmla="*/ 1074 h 2500"/>
                                      <a:gd name="T18" fmla="*/ 184 w 500"/>
                                      <a:gd name="T19" fmla="*/ 1702 h 2500"/>
                                      <a:gd name="T20" fmla="*/ 143 w 500"/>
                                      <a:gd name="T21" fmla="*/ 2083 h 2500"/>
                                      <a:gd name="T22" fmla="*/ 119 w 500"/>
                                      <a:gd name="T23" fmla="*/ 2408 h 25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500" h="2500">
                                        <a:moveTo>
                                          <a:pt x="36" y="2500"/>
                                        </a:moveTo>
                                        <a:cubicBezTo>
                                          <a:pt x="35" y="2399"/>
                                          <a:pt x="27" y="2122"/>
                                          <a:pt x="25" y="1889"/>
                                        </a:cubicBezTo>
                                        <a:cubicBezTo>
                                          <a:pt x="23" y="1656"/>
                                          <a:pt x="0" y="1353"/>
                                          <a:pt x="24" y="1104"/>
                                        </a:cubicBezTo>
                                        <a:cubicBezTo>
                                          <a:pt x="47" y="855"/>
                                          <a:pt x="112" y="557"/>
                                          <a:pt x="163" y="393"/>
                                        </a:cubicBezTo>
                                        <a:cubicBezTo>
                                          <a:pt x="214" y="230"/>
                                          <a:pt x="277" y="187"/>
                                          <a:pt x="329" y="123"/>
                                        </a:cubicBezTo>
                                        <a:cubicBezTo>
                                          <a:pt x="381" y="58"/>
                                          <a:pt x="450" y="11"/>
                                          <a:pt x="475" y="6"/>
                                        </a:cubicBezTo>
                                        <a:cubicBezTo>
                                          <a:pt x="500" y="0"/>
                                          <a:pt x="485" y="32"/>
                                          <a:pt x="479" y="91"/>
                                        </a:cubicBezTo>
                                        <a:cubicBezTo>
                                          <a:pt x="472" y="150"/>
                                          <a:pt x="468" y="196"/>
                                          <a:pt x="434" y="359"/>
                                        </a:cubicBezTo>
                                        <a:cubicBezTo>
                                          <a:pt x="399" y="523"/>
                                          <a:pt x="314" y="850"/>
                                          <a:pt x="273" y="1074"/>
                                        </a:cubicBezTo>
                                        <a:cubicBezTo>
                                          <a:pt x="231" y="1297"/>
                                          <a:pt x="205" y="1534"/>
                                          <a:pt x="184" y="1702"/>
                                        </a:cubicBezTo>
                                        <a:cubicBezTo>
                                          <a:pt x="163" y="1870"/>
                                          <a:pt x="154" y="1965"/>
                                          <a:pt x="143" y="2083"/>
                                        </a:cubicBezTo>
                                        <a:cubicBezTo>
                                          <a:pt x="132" y="2201"/>
                                          <a:pt x="124" y="2340"/>
                                          <a:pt x="119" y="240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Freeform 7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96" y="8929"/>
                                    <a:ext cx="455" cy="2289"/>
                                  </a:xfrm>
                                  <a:custGeom>
                                    <a:avLst/>
                                    <a:gdLst>
                                      <a:gd name="T0" fmla="*/ 0 w 433"/>
                                      <a:gd name="T1" fmla="*/ 2085 h 2177"/>
                                      <a:gd name="T2" fmla="*/ 33 w 433"/>
                                      <a:gd name="T3" fmla="*/ 1683 h 2177"/>
                                      <a:gd name="T4" fmla="*/ 109 w 433"/>
                                      <a:gd name="T5" fmla="*/ 1197 h 2177"/>
                                      <a:gd name="T6" fmla="*/ 176 w 433"/>
                                      <a:gd name="T7" fmla="*/ 768 h 2177"/>
                                      <a:gd name="T8" fmla="*/ 292 w 433"/>
                                      <a:gd name="T9" fmla="*/ 188 h 2177"/>
                                      <a:gd name="T10" fmla="*/ 362 w 433"/>
                                      <a:gd name="T11" fmla="*/ 1 h 2177"/>
                                      <a:gd name="T12" fmla="*/ 410 w 433"/>
                                      <a:gd name="T13" fmla="*/ 195 h 2177"/>
                                      <a:gd name="T14" fmla="*/ 431 w 433"/>
                                      <a:gd name="T15" fmla="*/ 416 h 2177"/>
                                      <a:gd name="T16" fmla="*/ 396 w 433"/>
                                      <a:gd name="T17" fmla="*/ 707 h 2177"/>
                                      <a:gd name="T18" fmla="*/ 274 w 433"/>
                                      <a:gd name="T19" fmla="*/ 1201 h 2177"/>
                                      <a:gd name="T20" fmla="*/ 140 w 433"/>
                                      <a:gd name="T21" fmla="*/ 1670 h 2177"/>
                                      <a:gd name="T22" fmla="*/ 92 w 433"/>
                                      <a:gd name="T23" fmla="*/ 2177 h 217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33" h="2177">
                                        <a:moveTo>
                                          <a:pt x="0" y="2085"/>
                                        </a:moveTo>
                                        <a:cubicBezTo>
                                          <a:pt x="5" y="2018"/>
                                          <a:pt x="15" y="1831"/>
                                          <a:pt x="33" y="1683"/>
                                        </a:cubicBezTo>
                                        <a:cubicBezTo>
                                          <a:pt x="51" y="1535"/>
                                          <a:pt x="85" y="1349"/>
                                          <a:pt x="109" y="1197"/>
                                        </a:cubicBezTo>
                                        <a:cubicBezTo>
                                          <a:pt x="133" y="1044"/>
                                          <a:pt x="146" y="936"/>
                                          <a:pt x="176" y="768"/>
                                        </a:cubicBezTo>
                                        <a:cubicBezTo>
                                          <a:pt x="207" y="600"/>
                                          <a:pt x="261" y="316"/>
                                          <a:pt x="292" y="188"/>
                                        </a:cubicBezTo>
                                        <a:cubicBezTo>
                                          <a:pt x="322" y="61"/>
                                          <a:pt x="342" y="0"/>
                                          <a:pt x="362" y="1"/>
                                        </a:cubicBezTo>
                                        <a:cubicBezTo>
                                          <a:pt x="381" y="2"/>
                                          <a:pt x="398" y="126"/>
                                          <a:pt x="410" y="195"/>
                                        </a:cubicBezTo>
                                        <a:cubicBezTo>
                                          <a:pt x="422" y="264"/>
                                          <a:pt x="433" y="332"/>
                                          <a:pt x="431" y="416"/>
                                        </a:cubicBezTo>
                                        <a:cubicBezTo>
                                          <a:pt x="429" y="501"/>
                                          <a:pt x="422" y="577"/>
                                          <a:pt x="396" y="707"/>
                                        </a:cubicBezTo>
                                        <a:cubicBezTo>
                                          <a:pt x="370" y="838"/>
                                          <a:pt x="317" y="1041"/>
                                          <a:pt x="274" y="1201"/>
                                        </a:cubicBezTo>
                                        <a:cubicBezTo>
                                          <a:pt x="232" y="1362"/>
                                          <a:pt x="170" y="1508"/>
                                          <a:pt x="140" y="1670"/>
                                        </a:cubicBezTo>
                                        <a:cubicBezTo>
                                          <a:pt x="110" y="1832"/>
                                          <a:pt x="102" y="2072"/>
                                          <a:pt x="92" y="217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Freeform 7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280" y="8807"/>
                                    <a:ext cx="582" cy="2411"/>
                                  </a:xfrm>
                                  <a:custGeom>
                                    <a:avLst/>
                                    <a:gdLst>
                                      <a:gd name="T0" fmla="*/ 467 w 554"/>
                                      <a:gd name="T1" fmla="*/ 2293 h 2293"/>
                                      <a:gd name="T2" fmla="*/ 446 w 554"/>
                                      <a:gd name="T3" fmla="*/ 1924 h 2293"/>
                                      <a:gd name="T4" fmla="*/ 390 w 554"/>
                                      <a:gd name="T5" fmla="*/ 1605 h 2293"/>
                                      <a:gd name="T6" fmla="*/ 148 w 554"/>
                                      <a:gd name="T7" fmla="*/ 1031 h 2293"/>
                                      <a:gd name="T8" fmla="*/ 23 w 554"/>
                                      <a:gd name="T9" fmla="*/ 601 h 2293"/>
                                      <a:gd name="T10" fmla="*/ 10 w 554"/>
                                      <a:gd name="T11" fmla="*/ 223 h 2293"/>
                                      <a:gd name="T12" fmla="*/ 37 w 554"/>
                                      <a:gd name="T13" fmla="*/ 12 h 2293"/>
                                      <a:gd name="T14" fmla="*/ 120 w 554"/>
                                      <a:gd name="T15" fmla="*/ 296 h 2293"/>
                                      <a:gd name="T16" fmla="*/ 242 w 554"/>
                                      <a:gd name="T17" fmla="*/ 1040 h 2293"/>
                                      <a:gd name="T18" fmla="*/ 460 w 554"/>
                                      <a:gd name="T19" fmla="*/ 1588 h 2293"/>
                                      <a:gd name="T20" fmla="*/ 536 w 554"/>
                                      <a:gd name="T21" fmla="*/ 1928 h 2293"/>
                                      <a:gd name="T22" fmla="*/ 554 w 554"/>
                                      <a:gd name="T23" fmla="*/ 2197 h 22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554" h="2293">
                                        <a:moveTo>
                                          <a:pt x="467" y="2293"/>
                                        </a:moveTo>
                                        <a:cubicBezTo>
                                          <a:pt x="464" y="2231"/>
                                          <a:pt x="459" y="2039"/>
                                          <a:pt x="446" y="1924"/>
                                        </a:cubicBezTo>
                                        <a:cubicBezTo>
                                          <a:pt x="433" y="1809"/>
                                          <a:pt x="440" y="1754"/>
                                          <a:pt x="390" y="1605"/>
                                        </a:cubicBezTo>
                                        <a:cubicBezTo>
                                          <a:pt x="340" y="1456"/>
                                          <a:pt x="209" y="1198"/>
                                          <a:pt x="148" y="1031"/>
                                        </a:cubicBezTo>
                                        <a:cubicBezTo>
                                          <a:pt x="87" y="863"/>
                                          <a:pt x="46" y="736"/>
                                          <a:pt x="23" y="601"/>
                                        </a:cubicBezTo>
                                        <a:cubicBezTo>
                                          <a:pt x="0" y="466"/>
                                          <a:pt x="8" y="321"/>
                                          <a:pt x="10" y="223"/>
                                        </a:cubicBezTo>
                                        <a:cubicBezTo>
                                          <a:pt x="12" y="126"/>
                                          <a:pt x="18" y="0"/>
                                          <a:pt x="37" y="12"/>
                                        </a:cubicBezTo>
                                        <a:cubicBezTo>
                                          <a:pt x="55" y="24"/>
                                          <a:pt x="86" y="125"/>
                                          <a:pt x="120" y="296"/>
                                        </a:cubicBezTo>
                                        <a:cubicBezTo>
                                          <a:pt x="154" y="467"/>
                                          <a:pt x="185" y="825"/>
                                          <a:pt x="242" y="1040"/>
                                        </a:cubicBezTo>
                                        <a:cubicBezTo>
                                          <a:pt x="299" y="1255"/>
                                          <a:pt x="411" y="1440"/>
                                          <a:pt x="460" y="1588"/>
                                        </a:cubicBezTo>
                                        <a:cubicBezTo>
                                          <a:pt x="509" y="1736"/>
                                          <a:pt x="520" y="1827"/>
                                          <a:pt x="536" y="1928"/>
                                        </a:cubicBezTo>
                                        <a:cubicBezTo>
                                          <a:pt x="552" y="2029"/>
                                          <a:pt x="550" y="2141"/>
                                          <a:pt x="554" y="219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" name="Freeform 7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54" y="8560"/>
                                    <a:ext cx="675" cy="2679"/>
                                  </a:xfrm>
                                  <a:custGeom>
                                    <a:avLst/>
                                    <a:gdLst>
                                      <a:gd name="T0" fmla="*/ 537 w 641"/>
                                      <a:gd name="T1" fmla="*/ 2427 h 2547"/>
                                      <a:gd name="T2" fmla="*/ 475 w 641"/>
                                      <a:gd name="T3" fmla="*/ 1882 h 2547"/>
                                      <a:gd name="T4" fmla="*/ 225 w 641"/>
                                      <a:gd name="T5" fmla="*/ 1212 h 2547"/>
                                      <a:gd name="T6" fmla="*/ 131 w 641"/>
                                      <a:gd name="T7" fmla="*/ 556 h 2547"/>
                                      <a:gd name="T8" fmla="*/ 10 w 641"/>
                                      <a:gd name="T9" fmla="*/ 52 h 2547"/>
                                      <a:gd name="T10" fmla="*/ 195 w 641"/>
                                      <a:gd name="T11" fmla="*/ 247 h 2547"/>
                                      <a:gd name="T12" fmla="*/ 402 w 641"/>
                                      <a:gd name="T13" fmla="*/ 593 h 2547"/>
                                      <a:gd name="T14" fmla="*/ 458 w 641"/>
                                      <a:gd name="T15" fmla="*/ 1126 h 2547"/>
                                      <a:gd name="T16" fmla="*/ 487 w 641"/>
                                      <a:gd name="T17" fmla="*/ 1547 h 2547"/>
                                      <a:gd name="T18" fmla="*/ 567 w 641"/>
                                      <a:gd name="T19" fmla="*/ 1907 h 2547"/>
                                      <a:gd name="T20" fmla="*/ 630 w 641"/>
                                      <a:gd name="T21" fmla="*/ 2336 h 2547"/>
                                      <a:gd name="T22" fmla="*/ 634 w 641"/>
                                      <a:gd name="T23" fmla="*/ 2547 h 25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641" h="2547">
                                        <a:moveTo>
                                          <a:pt x="537" y="2427"/>
                                        </a:moveTo>
                                        <a:cubicBezTo>
                                          <a:pt x="527" y="2336"/>
                                          <a:pt x="527" y="2084"/>
                                          <a:pt x="475" y="1882"/>
                                        </a:cubicBezTo>
                                        <a:cubicBezTo>
                                          <a:pt x="423" y="1680"/>
                                          <a:pt x="282" y="1433"/>
                                          <a:pt x="225" y="1212"/>
                                        </a:cubicBezTo>
                                        <a:cubicBezTo>
                                          <a:pt x="168" y="991"/>
                                          <a:pt x="167" y="749"/>
                                          <a:pt x="131" y="556"/>
                                        </a:cubicBezTo>
                                        <a:cubicBezTo>
                                          <a:pt x="95" y="363"/>
                                          <a:pt x="0" y="103"/>
                                          <a:pt x="10" y="52"/>
                                        </a:cubicBezTo>
                                        <a:cubicBezTo>
                                          <a:pt x="20" y="0"/>
                                          <a:pt x="129" y="156"/>
                                          <a:pt x="195" y="247"/>
                                        </a:cubicBezTo>
                                        <a:cubicBezTo>
                                          <a:pt x="260" y="337"/>
                                          <a:pt x="358" y="446"/>
                                          <a:pt x="402" y="593"/>
                                        </a:cubicBezTo>
                                        <a:cubicBezTo>
                                          <a:pt x="447" y="740"/>
                                          <a:pt x="444" y="968"/>
                                          <a:pt x="458" y="1126"/>
                                        </a:cubicBezTo>
                                        <a:cubicBezTo>
                                          <a:pt x="472" y="1285"/>
                                          <a:pt x="469" y="1417"/>
                                          <a:pt x="487" y="1547"/>
                                        </a:cubicBezTo>
                                        <a:cubicBezTo>
                                          <a:pt x="505" y="1677"/>
                                          <a:pt x="543" y="1776"/>
                                          <a:pt x="567" y="1907"/>
                                        </a:cubicBezTo>
                                        <a:cubicBezTo>
                                          <a:pt x="591" y="2038"/>
                                          <a:pt x="619" y="2229"/>
                                          <a:pt x="630" y="2336"/>
                                        </a:cubicBezTo>
                                        <a:cubicBezTo>
                                          <a:pt x="641" y="2443"/>
                                          <a:pt x="633" y="2503"/>
                                          <a:pt x="634" y="254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Freeform 7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75" y="3273"/>
                                    <a:ext cx="837" cy="7957"/>
                                  </a:xfrm>
                                  <a:custGeom>
                                    <a:avLst/>
                                    <a:gdLst>
                                      <a:gd name="T0" fmla="*/ 753 w 796"/>
                                      <a:gd name="T1" fmla="*/ 0 h 7567"/>
                                      <a:gd name="T2" fmla="*/ 753 w 796"/>
                                      <a:gd name="T3" fmla="*/ 670 h 7567"/>
                                      <a:gd name="T4" fmla="*/ 493 w 796"/>
                                      <a:gd name="T5" fmla="*/ 1890 h 7567"/>
                                      <a:gd name="T6" fmla="*/ 413 w 796"/>
                                      <a:gd name="T7" fmla="*/ 3000 h 7567"/>
                                      <a:gd name="T8" fmla="*/ 363 w 796"/>
                                      <a:gd name="T9" fmla="*/ 4060 h 7567"/>
                                      <a:gd name="T10" fmla="*/ 313 w 796"/>
                                      <a:gd name="T11" fmla="*/ 4720 h 7567"/>
                                      <a:gd name="T12" fmla="*/ 243 w 796"/>
                                      <a:gd name="T13" fmla="*/ 4930 h 7567"/>
                                      <a:gd name="T14" fmla="*/ 153 w 796"/>
                                      <a:gd name="T15" fmla="*/ 5290 h 7567"/>
                                      <a:gd name="T16" fmla="*/ 23 w 796"/>
                                      <a:gd name="T17" fmla="*/ 5690 h 7567"/>
                                      <a:gd name="T18" fmla="*/ 13 w 796"/>
                                      <a:gd name="T19" fmla="*/ 6260 h 7567"/>
                                      <a:gd name="T20" fmla="*/ 73 w 796"/>
                                      <a:gd name="T21" fmla="*/ 7240 h 7567"/>
                                      <a:gd name="T22" fmla="*/ 55 w 796"/>
                                      <a:gd name="T23" fmla="*/ 7567 h 75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796" h="7567">
                                        <a:moveTo>
                                          <a:pt x="753" y="0"/>
                                        </a:moveTo>
                                        <a:cubicBezTo>
                                          <a:pt x="774" y="177"/>
                                          <a:pt x="796" y="355"/>
                                          <a:pt x="753" y="670"/>
                                        </a:cubicBezTo>
                                        <a:cubicBezTo>
                                          <a:pt x="710" y="985"/>
                                          <a:pt x="550" y="1502"/>
                                          <a:pt x="493" y="1890"/>
                                        </a:cubicBezTo>
                                        <a:cubicBezTo>
                                          <a:pt x="436" y="2278"/>
                                          <a:pt x="435" y="2638"/>
                                          <a:pt x="413" y="3000"/>
                                        </a:cubicBezTo>
                                        <a:cubicBezTo>
                                          <a:pt x="391" y="3362"/>
                                          <a:pt x="380" y="3773"/>
                                          <a:pt x="363" y="4060"/>
                                        </a:cubicBezTo>
                                        <a:cubicBezTo>
                                          <a:pt x="346" y="4347"/>
                                          <a:pt x="333" y="4575"/>
                                          <a:pt x="313" y="4720"/>
                                        </a:cubicBezTo>
                                        <a:cubicBezTo>
                                          <a:pt x="293" y="4865"/>
                                          <a:pt x="270" y="4835"/>
                                          <a:pt x="243" y="4930"/>
                                        </a:cubicBezTo>
                                        <a:cubicBezTo>
                                          <a:pt x="216" y="5025"/>
                                          <a:pt x="190" y="5163"/>
                                          <a:pt x="153" y="5290"/>
                                        </a:cubicBezTo>
                                        <a:cubicBezTo>
                                          <a:pt x="116" y="5417"/>
                                          <a:pt x="46" y="5528"/>
                                          <a:pt x="23" y="5690"/>
                                        </a:cubicBezTo>
                                        <a:cubicBezTo>
                                          <a:pt x="0" y="5852"/>
                                          <a:pt x="5" y="6002"/>
                                          <a:pt x="13" y="6260"/>
                                        </a:cubicBezTo>
                                        <a:cubicBezTo>
                                          <a:pt x="21" y="6518"/>
                                          <a:pt x="66" y="7022"/>
                                          <a:pt x="73" y="7240"/>
                                        </a:cubicBezTo>
                                        <a:cubicBezTo>
                                          <a:pt x="80" y="7458"/>
                                          <a:pt x="59" y="7499"/>
                                          <a:pt x="55" y="75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Freeform 7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28" y="6031"/>
                                    <a:ext cx="3136" cy="5234"/>
                                  </a:xfrm>
                                  <a:custGeom>
                                    <a:avLst/>
                                    <a:gdLst>
                                      <a:gd name="T0" fmla="*/ 29 w 2982"/>
                                      <a:gd name="T1" fmla="*/ 4941 h 4978"/>
                                      <a:gd name="T2" fmla="*/ 33 w 2982"/>
                                      <a:gd name="T3" fmla="*/ 4846 h 4978"/>
                                      <a:gd name="T4" fmla="*/ 12 w 2982"/>
                                      <a:gd name="T5" fmla="*/ 4658 h 4978"/>
                                      <a:gd name="T6" fmla="*/ 102 w 2982"/>
                                      <a:gd name="T7" fmla="*/ 4298 h 4978"/>
                                      <a:gd name="T8" fmla="*/ 412 w 2982"/>
                                      <a:gd name="T9" fmla="*/ 3218 h 4978"/>
                                      <a:gd name="T10" fmla="*/ 392 w 2982"/>
                                      <a:gd name="T11" fmla="*/ 2738 h 4978"/>
                                      <a:gd name="T12" fmla="*/ 722 w 2982"/>
                                      <a:gd name="T13" fmla="*/ 2218 h 4978"/>
                                      <a:gd name="T14" fmla="*/ 872 w 2982"/>
                                      <a:gd name="T15" fmla="*/ 1658 h 4978"/>
                                      <a:gd name="T16" fmla="*/ 1012 w 2982"/>
                                      <a:gd name="T17" fmla="*/ 1218 h 4978"/>
                                      <a:gd name="T18" fmla="*/ 1242 w 2982"/>
                                      <a:gd name="T19" fmla="*/ 748 h 4978"/>
                                      <a:gd name="T20" fmla="*/ 1382 w 2982"/>
                                      <a:gd name="T21" fmla="*/ 178 h 4978"/>
                                      <a:gd name="T22" fmla="*/ 1462 w 2982"/>
                                      <a:gd name="T23" fmla="*/ 18 h 4978"/>
                                      <a:gd name="T24" fmla="*/ 1542 w 2982"/>
                                      <a:gd name="T25" fmla="*/ 288 h 4978"/>
                                      <a:gd name="T26" fmla="*/ 1672 w 2982"/>
                                      <a:gd name="T27" fmla="*/ 748 h 4978"/>
                                      <a:gd name="T28" fmla="*/ 1932 w 2982"/>
                                      <a:gd name="T29" fmla="*/ 1668 h 4978"/>
                                      <a:gd name="T30" fmla="*/ 2102 w 2982"/>
                                      <a:gd name="T31" fmla="*/ 2328 h 4978"/>
                                      <a:gd name="T32" fmla="*/ 2342 w 2982"/>
                                      <a:gd name="T33" fmla="*/ 2678 h 4978"/>
                                      <a:gd name="T34" fmla="*/ 2422 w 2982"/>
                                      <a:gd name="T35" fmla="*/ 3318 h 4978"/>
                                      <a:gd name="T36" fmla="*/ 2532 w 2982"/>
                                      <a:gd name="T37" fmla="*/ 3698 h 4978"/>
                                      <a:gd name="T38" fmla="*/ 2872 w 2982"/>
                                      <a:gd name="T39" fmla="*/ 4338 h 4978"/>
                                      <a:gd name="T40" fmla="*/ 2962 w 2982"/>
                                      <a:gd name="T41" fmla="*/ 4688 h 4978"/>
                                      <a:gd name="T42" fmla="*/ 2952 w 2982"/>
                                      <a:gd name="T43" fmla="*/ 4818 h 4978"/>
                                      <a:gd name="T44" fmla="*/ 2982 w 2982"/>
                                      <a:gd name="T45" fmla="*/ 4978 h 497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2982" h="4978">
                                        <a:moveTo>
                                          <a:pt x="29" y="4941"/>
                                        </a:moveTo>
                                        <a:cubicBezTo>
                                          <a:pt x="30" y="4925"/>
                                          <a:pt x="36" y="4893"/>
                                          <a:pt x="33" y="4846"/>
                                        </a:cubicBezTo>
                                        <a:cubicBezTo>
                                          <a:pt x="30" y="4799"/>
                                          <a:pt x="0" y="4749"/>
                                          <a:pt x="12" y="4658"/>
                                        </a:cubicBezTo>
                                        <a:cubicBezTo>
                                          <a:pt x="24" y="4567"/>
                                          <a:pt x="35" y="4538"/>
                                          <a:pt x="102" y="4298"/>
                                        </a:cubicBezTo>
                                        <a:cubicBezTo>
                                          <a:pt x="169" y="4058"/>
                                          <a:pt x="364" y="3478"/>
                                          <a:pt x="412" y="3218"/>
                                        </a:cubicBezTo>
                                        <a:cubicBezTo>
                                          <a:pt x="460" y="2958"/>
                                          <a:pt x="340" y="2905"/>
                                          <a:pt x="392" y="2738"/>
                                        </a:cubicBezTo>
                                        <a:cubicBezTo>
                                          <a:pt x="444" y="2571"/>
                                          <a:pt x="642" y="2398"/>
                                          <a:pt x="722" y="2218"/>
                                        </a:cubicBezTo>
                                        <a:cubicBezTo>
                                          <a:pt x="802" y="2038"/>
                                          <a:pt x="824" y="1825"/>
                                          <a:pt x="872" y="1658"/>
                                        </a:cubicBezTo>
                                        <a:cubicBezTo>
                                          <a:pt x="920" y="1491"/>
                                          <a:pt x="950" y="1370"/>
                                          <a:pt x="1012" y="1218"/>
                                        </a:cubicBezTo>
                                        <a:cubicBezTo>
                                          <a:pt x="1074" y="1066"/>
                                          <a:pt x="1180" y="921"/>
                                          <a:pt x="1242" y="748"/>
                                        </a:cubicBezTo>
                                        <a:cubicBezTo>
                                          <a:pt x="1304" y="575"/>
                                          <a:pt x="1345" y="300"/>
                                          <a:pt x="1382" y="178"/>
                                        </a:cubicBezTo>
                                        <a:cubicBezTo>
                                          <a:pt x="1419" y="56"/>
                                          <a:pt x="1435" y="0"/>
                                          <a:pt x="1462" y="18"/>
                                        </a:cubicBezTo>
                                        <a:cubicBezTo>
                                          <a:pt x="1489" y="36"/>
                                          <a:pt x="1507" y="166"/>
                                          <a:pt x="1542" y="288"/>
                                        </a:cubicBezTo>
                                        <a:cubicBezTo>
                                          <a:pt x="1577" y="410"/>
                                          <a:pt x="1607" y="518"/>
                                          <a:pt x="1672" y="748"/>
                                        </a:cubicBezTo>
                                        <a:cubicBezTo>
                                          <a:pt x="1737" y="978"/>
                                          <a:pt x="1860" y="1405"/>
                                          <a:pt x="1932" y="1668"/>
                                        </a:cubicBezTo>
                                        <a:cubicBezTo>
                                          <a:pt x="2004" y="1931"/>
                                          <a:pt x="2034" y="2160"/>
                                          <a:pt x="2102" y="2328"/>
                                        </a:cubicBezTo>
                                        <a:cubicBezTo>
                                          <a:pt x="2170" y="2496"/>
                                          <a:pt x="2289" y="2513"/>
                                          <a:pt x="2342" y="2678"/>
                                        </a:cubicBezTo>
                                        <a:cubicBezTo>
                                          <a:pt x="2395" y="2843"/>
                                          <a:pt x="2390" y="3148"/>
                                          <a:pt x="2422" y="3318"/>
                                        </a:cubicBezTo>
                                        <a:cubicBezTo>
                                          <a:pt x="2454" y="3488"/>
                                          <a:pt x="2457" y="3528"/>
                                          <a:pt x="2532" y="3698"/>
                                        </a:cubicBezTo>
                                        <a:cubicBezTo>
                                          <a:pt x="2607" y="3868"/>
                                          <a:pt x="2800" y="4173"/>
                                          <a:pt x="2872" y="4338"/>
                                        </a:cubicBezTo>
                                        <a:cubicBezTo>
                                          <a:pt x="2944" y="4503"/>
                                          <a:pt x="2949" y="4608"/>
                                          <a:pt x="2962" y="4688"/>
                                        </a:cubicBezTo>
                                        <a:cubicBezTo>
                                          <a:pt x="2975" y="4768"/>
                                          <a:pt x="2949" y="4770"/>
                                          <a:pt x="2952" y="4818"/>
                                        </a:cubicBezTo>
                                        <a:cubicBezTo>
                                          <a:pt x="2955" y="4866"/>
                                          <a:pt x="2968" y="4922"/>
                                          <a:pt x="2982" y="49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Freeform 7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77" y="3273"/>
                                    <a:ext cx="886" cy="7984"/>
                                  </a:xfrm>
                                  <a:custGeom>
                                    <a:avLst/>
                                    <a:gdLst>
                                      <a:gd name="T0" fmla="*/ 53 w 843"/>
                                      <a:gd name="T1" fmla="*/ 0 h 7592"/>
                                      <a:gd name="T2" fmla="*/ 3 w 843"/>
                                      <a:gd name="T3" fmla="*/ 390 h 7592"/>
                                      <a:gd name="T4" fmla="*/ 73 w 843"/>
                                      <a:gd name="T5" fmla="*/ 730 h 7592"/>
                                      <a:gd name="T6" fmla="*/ 203 w 843"/>
                                      <a:gd name="T7" fmla="*/ 1330 h 7592"/>
                                      <a:gd name="T8" fmla="*/ 343 w 843"/>
                                      <a:gd name="T9" fmla="*/ 1780 h 7592"/>
                                      <a:gd name="T10" fmla="*/ 513 w 843"/>
                                      <a:gd name="T11" fmla="*/ 3330 h 7592"/>
                                      <a:gd name="T12" fmla="*/ 423 w 843"/>
                                      <a:gd name="T13" fmla="*/ 4340 h 7592"/>
                                      <a:gd name="T14" fmla="*/ 423 w 843"/>
                                      <a:gd name="T15" fmla="*/ 4780 h 7592"/>
                                      <a:gd name="T16" fmla="*/ 643 w 843"/>
                                      <a:gd name="T17" fmla="*/ 5400 h 7592"/>
                                      <a:gd name="T18" fmla="*/ 743 w 843"/>
                                      <a:gd name="T19" fmla="*/ 5910 h 7592"/>
                                      <a:gd name="T20" fmla="*/ 753 w 843"/>
                                      <a:gd name="T21" fmla="*/ 6950 h 7592"/>
                                      <a:gd name="T22" fmla="*/ 833 w 843"/>
                                      <a:gd name="T23" fmla="*/ 7310 h 7592"/>
                                      <a:gd name="T24" fmla="*/ 816 w 843"/>
                                      <a:gd name="T25" fmla="*/ 7592 h 7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843" h="7592">
                                        <a:moveTo>
                                          <a:pt x="53" y="0"/>
                                        </a:moveTo>
                                        <a:cubicBezTo>
                                          <a:pt x="26" y="134"/>
                                          <a:pt x="0" y="268"/>
                                          <a:pt x="3" y="390"/>
                                        </a:cubicBezTo>
                                        <a:cubicBezTo>
                                          <a:pt x="6" y="512"/>
                                          <a:pt x="40" y="573"/>
                                          <a:pt x="73" y="730"/>
                                        </a:cubicBezTo>
                                        <a:cubicBezTo>
                                          <a:pt x="106" y="887"/>
                                          <a:pt x="158" y="1155"/>
                                          <a:pt x="203" y="1330"/>
                                        </a:cubicBezTo>
                                        <a:cubicBezTo>
                                          <a:pt x="248" y="1505"/>
                                          <a:pt x="291" y="1447"/>
                                          <a:pt x="343" y="1780"/>
                                        </a:cubicBezTo>
                                        <a:cubicBezTo>
                                          <a:pt x="395" y="2113"/>
                                          <a:pt x="500" y="2903"/>
                                          <a:pt x="513" y="3330"/>
                                        </a:cubicBezTo>
                                        <a:cubicBezTo>
                                          <a:pt x="526" y="3757"/>
                                          <a:pt x="438" y="4098"/>
                                          <a:pt x="423" y="4340"/>
                                        </a:cubicBezTo>
                                        <a:cubicBezTo>
                                          <a:pt x="408" y="4582"/>
                                          <a:pt x="386" y="4603"/>
                                          <a:pt x="423" y="4780"/>
                                        </a:cubicBezTo>
                                        <a:cubicBezTo>
                                          <a:pt x="460" y="4957"/>
                                          <a:pt x="590" y="5212"/>
                                          <a:pt x="643" y="5400"/>
                                        </a:cubicBezTo>
                                        <a:cubicBezTo>
                                          <a:pt x="696" y="5588"/>
                                          <a:pt x="725" y="5652"/>
                                          <a:pt x="743" y="5910"/>
                                        </a:cubicBezTo>
                                        <a:cubicBezTo>
                                          <a:pt x="761" y="6168"/>
                                          <a:pt x="738" y="6717"/>
                                          <a:pt x="753" y="6950"/>
                                        </a:cubicBezTo>
                                        <a:cubicBezTo>
                                          <a:pt x="768" y="7183"/>
                                          <a:pt x="823" y="7203"/>
                                          <a:pt x="833" y="7310"/>
                                        </a:cubicBezTo>
                                        <a:cubicBezTo>
                                          <a:pt x="843" y="7417"/>
                                          <a:pt x="820" y="7533"/>
                                          <a:pt x="816" y="75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80808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0" name="Text Box 7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16" y="4405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T63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1" name="Text Box 7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76" y="440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T55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2" name="Text Box 7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90" y="505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T60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3" name="Text Box 7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3" y="348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T78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4" name="Text Box 7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28" y="5152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T76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5" name="Text Box 7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1" y="557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T56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6" name="Text Box 7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8" y="5482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T69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7" name="Text Box 7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8" y="606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 T51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8" name="Text Box 7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81" y="652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 T53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89" name="Text Box 7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56" y="5994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T49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0" name="Text Box 7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46" y="1020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B63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1" name="Text Box 7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10" y="995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T99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2" name="Text Box 7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44" y="952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B16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3" name="Text Box 7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0" y="8666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 T49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4" name="Text Box 7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99" y="839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T42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5" name="Text Box 7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1" y="8102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T50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6" name="Text Box 7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80" y="782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T58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7" name="Text Box 7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3" y="748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 T52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8" name="Text Box 7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68" y="707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T58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99" name="Text Box 7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01" y="8461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T48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0" name="Text Box 7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60" y="8122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 T52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1" name="Text Box 7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51" y="781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T50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2" name="Text Box 8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15" y="741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 T44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3" name="Text Box 8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7" y="702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T62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4" name="Text Box 8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23" y="6478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 T74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5" name="Text Box 8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22" y="1070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B49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6" name="Text Box 8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6" y="9759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T72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7" name="Text Box 8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48" y="10333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T71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8" name="Text Box 8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41" y="8720"/>
                                  <a:ext cx="48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6C09" w:rsidRPr="004E4B01" w:rsidRDefault="006D2857" w:rsidP="00556C0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T52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09" name="Line 8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17" y="9861"/>
                                  <a:ext cx="4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8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62" y="10414"/>
                                  <a:ext cx="2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8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3" y="10771"/>
                                  <a:ext cx="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8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57" y="9608"/>
                                  <a:ext cx="54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8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77" y="10068"/>
                                  <a:ext cx="6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Line 8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53" y="10368"/>
                                  <a:ext cx="6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50" o:spid="_x0000_s1027" style="position:absolute;left:0;text-align:left;margin-left:100.6pt;margin-top:-4.25pt;width:284.1pt;height:403.05pt;z-index:251659776" coordorigin="3146,3204" coordsize="5682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">
                      <v:group id="Group 751" o:spid="_x0000_s1028" style="position:absolute;left:3875;top:3204;width:4388;height:8061" coordorigin="3875,3204" coordsize="4388,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shape id="Freeform 752" o:spid="_x0000_s1029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" path="m19,c31,,69,2,79,11v10,9,8,40,3,46c77,63,58,40,50,46,42,52,39,97,36,96,33,95,32,52,33,39,34,26,45,22,40,18,35,14,8,17,4,14,,11,7,,19,xe" fillcolor="#ddd" stroked="f">
                          <v:path arrowok="t" o:connecttype="custom" o:connectlocs="36,0;151,17;157,88;96,71;69,147;63,60;76,28;8,22;36,0" o:connectangles="0,0,0,0,0,0,0,0,0"/>
                        </v:shape>
                        <v:shape id="Freeform 753" o:spid="_x0000_s1030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" path="m29,4c53,,124,56,163,128v39,72,104,284,103,307c265,458,197,313,156,266,115,219,38,196,19,153,,110,5,8,29,4xe" fillcolor="#ddd" stroked="f">
                          <v:path arrowok="t" o:connecttype="custom" o:connectlocs="55,6;311,198;507,672;297,411;36,237;55,6" o:connectangles="0,0,0,0,0,0"/>
                        </v:shape>
                        <v:shape id="Freeform 754" o:spid="_x0000_s1031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" path="m57,54c46,86,38,144,29,195,20,246,,351,4,361,8,371,41,278,54,255v13,-23,26,-9,31,-35c90,194,81,136,82,100,83,64,95,10,92,5,89,,68,22,57,54xe" fillcolor="#ddd" stroked="f">
                          <v:path arrowok="t" o:connecttype="custom" o:connectlocs="109,84;56,302;8,559;103,395;163,340;157,155;176,8;109,84" o:connectangles="0,0,0,0,0,0,0,0"/>
                        </v:shape>
                        <v:shape id="Freeform 755" o:spid="_x0000_s1032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" path="m32,31c42,62,76,214,84,296v8,82,5,170,-7,229c65,584,19,655,14,652,9,649,40,555,46,507v6,-48,11,-92,7,-141c49,317,30,248,21,211,12,174,,161,,144,,127,14,128,21,109,28,90,22,,32,31xe" fillcolor="#ddd" stroked="f">
                          <v:path arrowok="t" o:connecttype="custom" o:connectlocs="61,48;161,457;147,810;27,1006;88,783;101,565;40,326;0,222;40,168;61,48" o:connectangles="0,0,0,0,0,0,0,0,0,0"/>
                        </v:shape>
                        <v:shape id="Freeform 756" o:spid="_x0000_s1033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" path="m12,14c24,28,160,115,227,187v67,72,161,234,187,257c440,467,397,364,386,328v-11,-36,-1,-62,-39,-99c309,192,213,142,157,106,101,70,,,12,14xe" fillcolor="#ddd" stroked="f">
                          <v:path arrowok="t" o:connecttype="custom" o:connectlocs="23,22;433,289;790,686;737,507;662,354;300,164;23,22" o:connectangles="0,0,0,0,0,0,0"/>
                        </v:shape>
                        <v:shape id="Freeform 757" o:spid="_x0000_s1034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" path="m33,445c59,429,105,306,174,236,243,166,420,50,446,25,472,,379,52,329,85,279,118,198,181,146,222,94,263,36,294,18,332,,370,7,461,33,445xe" fillcolor="#ddd" stroked="f">
                          <v:path arrowok="t" o:connecttype="custom" o:connectlocs="63,687;332,364;851,39;628,131;279,343;34,513;63,687" o:connectangles="0,0,0,0,0,0,0"/>
                        </v:shape>
                        <v:shape id="Freeform 758" o:spid="_x0000_s1035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" path="m102,9c92,18,68,106,59,158,50,210,58,278,49,324,40,370,,435,6,437v6,2,58,-72,82,-99c112,311,143,313,148,274,153,235,124,149,119,105,114,61,112,,102,9xe" fillcolor="#ddd" stroked="f">
                          <v:path arrowok="t" o:connecttype="custom" o:connectlocs="195,14;113,244;94,500;11,674;168,521;282,423;227,162;195,14" o:connectangles="0,0,0,0,0,0,0,0"/>
                        </v:shape>
                        <v:shape id="Freeform 759" o:spid="_x0000_s1036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" path="m6,1c,,123,150,182,195v59,45,174,73,180,74c368,270,279,245,221,202,163,159,12,2,6,1xe" fillcolor="#ddd" stroked="f">
                          <v:path arrowok="t" o:connecttype="custom" o:connectlocs="11,2;347,302;691,416;422,313;11,2" o:connectangles="0,0,0,0,0"/>
                        </v:shape>
                        <v:shape id="Freeform 760" o:spid="_x0000_s1037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  </v:shape>
                        <v:shape id="Freeform 761" o:spid="_x0000_s1038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  </v:shape>
                        <v:shape id="Freeform 762" o:spid="_x0000_s1039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" path="m55,154v16,24,59,29,102,102c200,329,280,521,312,595v32,74,44,134,36,106c340,673,289,504,266,429,243,354,242,312,210,253,178,194,107,114,72,73,37,32,4,,2,6,,12,49,88,58,112v9,24,-19,18,-3,42xe" fillcolor="#ddd" stroked="f">
                          <v:path arrowok="t" o:connecttype="custom" o:connectlocs="105,238;299,396;595,920;664,1084;507,663;401,391;137,113;4,9;111,173;105,238" o:connectangles="0,0,0,0,0,0,0,0,0,0"/>
                        </v:shape>
                        <v:shape id="Freeform 763" o:spid="_x0000_s1040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" path="m160,32c133,79,106,127,79,191,52,255,2,403,1,416,,429,47,309,72,268v25,-41,61,-78,78,-99c167,148,168,167,174,141,180,115,191,28,188,14,185,,171,28,157,56e" fillcolor="#ddd" stroked="f">
                          <v:path arrowok="t" o:connecttype="custom" o:connectlocs="307,49;151,295;2,642;138,414;287,261;333,218;360,22;301,86" o:connectangles="0,0,0,0,0,0,0,0"/>
                        </v:shape>
                        <v:shape id="Freeform 764" o:spid="_x0000_s1041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  <v:path arrowok="t" o:connecttype="custom" o:connectlocs="2090,0;2083,408;2068,757;1962,1131;1610,1718;1213,2441;838,4019;532,5134;189,5592;30,6351;12,7126;30,7936" o:connectangles="0,0,0,0,0,0,0,0,0,0,0,0"/>
                        </v:shape>
                        <v:shape id="Freeform 765" o:spid="_x0000_s1042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  <v:path arrowok="t" o:connecttype="custom" o:connectlocs="0,0;33,729;140,1256;597,2259;739,2928;851,4114;997,4915;1092,5228;1499,5825;1606,6856;1747,7616;1764,7960" o:connectangles="0,0,0,0,0,0,0,0,0,0,0,0"/>
                        </v:shape>
                        <v:shape id="Freeform 766" o:spid="_x0000_s1043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" path="m11,1794c29,1610,40,1427,40,1257,40,1087,,919,10,776,20,633,52,513,100,401,148,289,250,169,296,102,342,35,368,2,378,1,388,,349,54,359,97v10,43,43,104,77,165e" filled="f">
                          <v:path arrowok="t" o:connecttype="custom" o:connectlocs="11,1741;39,1220;10,753;97,389;287,99;367,1;348,94;423,254" o:connectangles="0,0,0,0,0,0,0,0"/>
                        </v:shape>
                        <v:shape id="Freeform 767" o:spid="_x0000_s1044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" path="m353,1702v-7,-134,-13,-267,-9,-383c349,1203,369,1100,380,1006v11,-94,35,-162,28,-252c401,664,373,563,335,467,297,371,219,257,177,180,136,103,103,15,87,7,70,,91,84,77,137,62,189,33,256,,324e" filled="f">
                          <v:path arrowok="t" o:connecttype="custom" o:connectlocs="371,1790;361,1387;399,1058;429,793;352,491;186,189;91,7;81,144;0,341" o:connectangles="0,0,0,0,0,0,0,0,0"/>
                        </v:shape>
                        <v:shape id="Freeform 768" o:spid="_x0000_s1045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" path="m51,966c43,949,2,907,1,860,,814,22,743,43,685,63,626,91,574,125,511,159,448,196,389,248,307,301,224,393,31,438,16,482,,487,125,518,212v31,87,84,244,105,326c644,620,639,657,642,704v3,47,9,72,,116c634,865,612,918,591,971e" filled="f">
                          <v:path arrowok="t" o:connecttype="custom" o:connectlocs="51,966;1,860;43,685;125,511;248,307;438,16;518,212;623,538;642,704;642,820;591,971" o:connectangles="0,0,0,0,0,0,0,0,0,0,0"/>
                        </v:shape>
                        <v:shape id="Freeform 769" o:spid="_x0000_s1046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  <v:path arrowok="t" o:connecttype="custom" o:connectlocs="898,876;912,579;909,285;866,41;753,528;551,1411;325,2278;273,2602;337,3065;359,3706;58,4770;13,5274" o:connectangles="0,0,0,0,0,0,0,0,0,0,0,0"/>
                        </v:shape>
                        <v:shape id="Freeform 770" o:spid="_x0000_s1047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  <v:path arrowok="t" o:connecttype="custom" o:connectlocs="0,764;9,403;33,160;69,43;113,422;160,1027;240,1660;361,2303;390,2578;352,3063;413,3621;779,4561;855,5191" o:connectangles="0,0,0,0,0,0,0,0,0,0,0,0,0"/>
                        </v:shape>
                        <v:shape id="Freeform 771" o:spid="_x0000_s1048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  <v:path arrowok="t" o:connecttype="custom" o:connectlocs="38,2629;26,1986;25,1161;171,413;346,129;500,6;504,96;457,378;287,1129;194,1790;150,2190;125,2532" o:connectangles="0,0,0,0,0,0,0,0,0,0,0,0"/>
                        </v:shape>
                        <v:shape id="Freeform 772" o:spid="_x0000_s1049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  <v:path arrowok="t" o:connecttype="custom" o:connectlocs="0,2192;35,1770;115,1259;185,808;307,198;380,1;431,205;453,437;416,743;288,1263;147,1756;97,2289" o:connectangles="0,0,0,0,0,0,0,0,0,0,0,0"/>
                        </v:shape>
                        <v:shape id="Freeform 773" o:spid="_x0000_s1050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  <v:path arrowok="t" o:connecttype="custom" o:connectlocs="491,2411;469,2023;410,1688;155,1084;24,632;11,234;39,13;126,311;254,1094;483,1670;563,2027;582,2310" o:connectangles="0,0,0,0,0,0,0,0,0,0,0,0"/>
                        </v:shape>
                        <v:shape id="Freeform 774" o:spid="_x0000_s1051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  <v:path arrowok="t" o:connecttype="custom" o:connectlocs="565,2553;500,1980;237,1275;138,585;11,55;205,260;423,624;482,1184;513,1627;597,2006;663,2457;668,2679" o:connectangles="0,0,0,0,0,0,0,0,0,0,0,0"/>
                        </v:shape>
                        <v:shape id="Freeform 775" o:spid="_x0000_s1052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  <v:path arrowok="t" o:connecttype="custom" o:connectlocs="792,0;792,705;518,1987;434,3155;382,4269;329,4963;256,5184;161,5563;24,5983;14,6583;77,7613;58,7957" o:connectangles="0,0,0,0,0,0,0,0,0,0,0,0"/>
                        </v:shape>
                        <v:shape id="Freeform 776" o:spid="_x0000_s1053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  </v:shape>
                        <v:shape id="Freeform 777" o:spid="_x0000_s1054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  <v:path arrowok="t" o:connecttype="custom" o:connectlocs="56,0;3,410;77,768;213,1399;360,1872;539,3502;445,4564;445,5027;676,5679;781,6215;791,7309;875,7687;858,7984" o:connectangles="0,0,0,0,0,0,0,0,0,0,0,0,0"/>
                        </v:shape>
                      </v:group>
                      <v:shape id="Text Box 778" o:spid="_x0000_s1055" type="#_x0000_t202" style="position:absolute;left:6616;top:4405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T63</w:t>
                              </w:r>
                            </w:p>
                          </w:txbxContent>
                        </v:textbox>
                      </v:shape>
                      <v:shape id="Text Box 779" o:spid="_x0000_s1056" type="#_x0000_t202" style="position:absolute;left:5276;top:440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T55</w:t>
                              </w:r>
                            </w:p>
                          </w:txbxContent>
                        </v:textbox>
                      </v:shape>
                      <v:shape id="Text Box 780" o:spid="_x0000_s1057" type="#_x0000_t202" style="position:absolute;left:6790;top:505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T60</w:t>
                              </w:r>
                            </w:p>
                          </w:txbxContent>
                        </v:textbox>
                      </v:shape>
                      <v:shape id="Text Box 781" o:spid="_x0000_s1058" type="#_x0000_t202" style="position:absolute;left:6443;top:348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T78</w:t>
                              </w:r>
                            </w:p>
                          </w:txbxContent>
                        </v:textbox>
                      </v:shape>
                      <v:shape id="Text Box 782" o:spid="_x0000_s1059" type="#_x0000_t202" style="position:absolute;left:4928;top:5152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T76</w:t>
                              </w:r>
                            </w:p>
                          </w:txbxContent>
                        </v:textbox>
                      </v:shape>
                      <v:shape id="Text Box 783" o:spid="_x0000_s1060" type="#_x0000_t202" style="position:absolute;left:4751;top:557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T56</w:t>
                              </w:r>
                            </w:p>
                          </w:txbxContent>
                        </v:textbox>
                      </v:shape>
                      <v:shape id="Text Box 784" o:spid="_x0000_s1061" type="#_x0000_t202" style="position:absolute;left:7008;top:5482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T69</w:t>
                              </w:r>
                            </w:p>
                          </w:txbxContent>
                        </v:textbox>
                      </v:shape>
                      <v:shape id="Text Box 785" o:spid="_x0000_s1062" type="#_x0000_t202" style="position:absolute;left:7158;top:606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T51</w:t>
                              </w:r>
                            </w:p>
                          </w:txbxContent>
                        </v:textbox>
                      </v:shape>
                      <v:shape id="Text Box 786" o:spid="_x0000_s1063" type="#_x0000_t202" style="position:absolute;left:7181;top:652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T53</w:t>
                              </w:r>
                            </w:p>
                          </w:txbxContent>
                        </v:textbox>
                      </v:shape>
                      <v:shape id="Text Box 787" o:spid="_x0000_s1064" type="#_x0000_t202" style="position:absolute;left:4556;top:5994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T49</w:t>
                              </w:r>
                            </w:p>
                          </w:txbxContent>
                        </v:textbox>
                      </v:shape>
                      <v:shape id="Text Box 788" o:spid="_x0000_s1065" type="#_x0000_t202" style="position:absolute;left:8346;top:1020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B63</w:t>
                              </w:r>
                            </w:p>
                          </w:txbxContent>
                        </v:textbox>
                      </v:shape>
                      <v:shape id="Text Box 789" o:spid="_x0000_s1066" type="#_x0000_t202" style="position:absolute;left:6410;top:995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T99</w:t>
                              </w:r>
                            </w:p>
                          </w:txbxContent>
                        </v:textbox>
                      </v:shape>
                      <v:shape id="Text Box 790" o:spid="_x0000_s1067" type="#_x0000_t202" style="position:absolute;left:8344;top:952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B16</w:t>
                              </w:r>
                            </w:p>
                          </w:txbxContent>
                        </v:textbox>
                      </v:shape>
                      <v:shape id="Text Box 791" o:spid="_x0000_s1068" type="#_x0000_t202" style="position:absolute;left:6650;top:8666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T49</w:t>
                              </w:r>
                            </w:p>
                          </w:txbxContent>
                        </v:textbox>
                      </v:shape>
                      <v:shape id="Text Box 792" o:spid="_x0000_s1069" type="#_x0000_t202" style="position:absolute;left:6699;top:839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T42</w:t>
                              </w:r>
                            </w:p>
                          </w:txbxContent>
                        </v:textbox>
                      </v:shape>
                      <v:shape id="Text Box 793" o:spid="_x0000_s1070" type="#_x0000_t202" style="position:absolute;left:6661;top:8102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T50</w:t>
                              </w:r>
                            </w:p>
                          </w:txbxContent>
                        </v:textbox>
                      </v:shape>
                      <v:shape id="Text Box 794" o:spid="_x0000_s1071" type="#_x0000_t202" style="position:absolute;left:6580;top:782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T58</w:t>
                              </w:r>
                            </w:p>
                          </w:txbxContent>
                        </v:textbox>
                      </v:shape>
                      <v:shape id="Text Box 795" o:spid="_x0000_s1072" type="#_x0000_t202" style="position:absolute;left:7303;top:748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T52</w:t>
                              </w:r>
                            </w:p>
                          </w:txbxContent>
                        </v:textbox>
                      </v:shape>
                      <v:shape id="Text Box 796" o:spid="_x0000_s1073" type="#_x0000_t202" style="position:absolute;left:7268;top:707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T58</w:t>
                              </w:r>
                            </w:p>
                          </w:txbxContent>
                        </v:textbox>
                      </v:shape>
                      <v:shape id="Text Box 797" o:spid="_x0000_s1074" type="#_x0000_t202" style="position:absolute;left:4801;top:8461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T48</w:t>
                              </w:r>
                            </w:p>
                          </w:txbxContent>
                        </v:textbox>
                      </v:shape>
                      <v:shape id="Text Box 798" o:spid="_x0000_s1075" type="#_x0000_t202" style="position:absolute;left:4860;top:8122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T52</w:t>
                              </w:r>
                            </w:p>
                          </w:txbxContent>
                        </v:textbox>
                      </v:shape>
                      <v:shape id="Text Box 799" o:spid="_x0000_s1076" type="#_x0000_t202" style="position:absolute;left:4951;top:781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T50</w:t>
                              </w:r>
                            </w:p>
                          </w:txbxContent>
                        </v:textbox>
                      </v:shape>
                      <v:shape id="Text Box 800" o:spid="_x0000_s1077" type="#_x0000_t202" style="position:absolute;left:4215;top:741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T44</w:t>
                              </w:r>
                            </w:p>
                          </w:txbxContent>
                        </v:textbox>
                      </v:shape>
                      <v:shape id="Text Box 801" o:spid="_x0000_s1078" type="#_x0000_t202" style="position:absolute;left:4297;top:702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T62</w:t>
                              </w:r>
                            </w:p>
                          </w:txbxContent>
                        </v:textbox>
                      </v:shape>
                      <v:shape id="Text Box 802" o:spid="_x0000_s1079" type="#_x0000_t202" style="position:absolute;left:4423;top:6478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T74</w:t>
                              </w:r>
                            </w:p>
                          </w:txbxContent>
                        </v:textbox>
                      </v:shape>
                      <v:shape id="Text Box 803" o:spid="_x0000_s1080" type="#_x0000_t202" style="position:absolute;left:3222;top:1070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B49</w:t>
                              </w:r>
                            </w:p>
                          </w:txbxContent>
                        </v:textbox>
                      </v:shape>
                      <v:shape id="Text Box 804" o:spid="_x0000_s1081" type="#_x0000_t202" style="position:absolute;left:3146;top:9759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T72</w:t>
                              </w:r>
                            </w:p>
                          </w:txbxContent>
                        </v:textbox>
                      </v:shape>
                      <v:shape id="Text Box 805" o:spid="_x0000_s1082" type="#_x0000_t202" style="position:absolute;left:4848;top:10333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T71</w:t>
                              </w:r>
                            </w:p>
                          </w:txbxContent>
                        </v:textbox>
                      </v:shape>
                      <v:shape id="Text Box 806" o:spid="_x0000_s1083" type="#_x0000_t202" style="position:absolute;left:4841;top:8720;width:48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556C09" w:rsidRPr="004E4B01" w:rsidRDefault="006D2857" w:rsidP="00556C09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T52</w:t>
                              </w:r>
                            </w:p>
                          </w:txbxContent>
                        </v:textbox>
                      </v:shape>
                      <v:line id="Line 807" o:spid="_x0000_s1084" style="position:absolute;visibility:visible;mso-wrap-style:square" from="3617,9861" to="4113,9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6lD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ckY7s/EC+TsBgAA//8DAFBLAQItABQABgAIAAAAIQDb4fbL7gAAAIUBAAATAAAAAAAAAAAA&#10;AAAAAAAAAABbQ29udGVudF9UeXBlc10ueG1sUEsBAi0AFAAGAAgAAAAhAFr0LFu/AAAAFQEAAAsA&#10;AAAAAAAAAAAAAAAAHwEAAF9yZWxzLy5yZWxzUEsBAi0AFAAGAAgAAAAhAAfDqUPEAAAA3AAAAA8A&#10;AAAAAAAAAAAAAAAABwIAAGRycy9kb3ducmV2LnhtbFBLBQYAAAAAAwADALcAAAD4AgAAAAA=&#10;"/>
                      <v:line id="Line 808" o:spid="_x0000_s1085" style="position:absolute;visibility:visible;mso-wrap-style:square" from="4562,10414" to="4850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YD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748oxMoJd/AAAA//8DAFBLAQItABQABgAIAAAAIQDb4fbL7gAAAIUBAAATAAAAAAAA&#10;AAAAAAAAAAAAAABbQ29udGVudF9UeXBlc10ueG1sUEsBAi0AFAAGAAgAAAAhAFr0LFu/AAAAFQEA&#10;AAsAAAAAAAAAAAAAAAAAHwEAAF9yZWxzLy5yZWxzUEsBAi0AFAAGAAgAAAAhABMglgPHAAAA3AAA&#10;AA8AAAAAAAAAAAAAAAAABwIAAGRycy9kb3ducmV2LnhtbFBLBQYAAAAAAwADALcAAAD7AgAAAAA=&#10;"/>
                      <v:line id="Line 809" o:spid="_x0000_s1086" style="position:absolute;visibility:visible;mso-wrap-style:square" from="3663,10771" to="4285,10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"/>
                      <v:line id="Line 810" o:spid="_x0000_s1087" style="position:absolute;visibility:visible;mso-wrap-style:square" from="7857,9608" to="8398,9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q3v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3h/5l4gZzdAAAA//8DAFBLAQItABQABgAIAAAAIQDb4fbL7gAAAIUBAAATAAAAAAAAAAAA&#10;AAAAAAAAAABbQ29udGVudF9UeXBlc10ueG1sUEsBAi0AFAAGAAgAAAAhAFr0LFu/AAAAFQEAAAsA&#10;AAAAAAAAAAAAAAAAHwEAAF9yZWxzLy5yZWxzUEsBAi0AFAAGAAgAAAAhAIy+re/EAAAA3AAAAA8A&#10;AAAAAAAAAAAAAAAABwIAAGRycy9kb3ducmV2LnhtbFBLBQYAAAAAAwADALcAAAD4AgAAAAA=&#10;"/>
                      <v:line id="Line 811" o:spid="_x0000_s1088" style="position:absolute;visibility:visible;mso-wrap-style:square" from="6877,10068" to="7488,10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gh0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jydweyZeIOdXAAAA//8DAFBLAQItABQABgAIAAAAIQDb4fbL7gAAAIUBAAATAAAAAAAAAAAA&#10;AAAAAAAAAABbQ29udGVudF9UeXBlc10ueG1sUEsBAi0AFAAGAAgAAAAhAFr0LFu/AAAAFQEAAAsA&#10;AAAAAAAAAAAAAAAAHwEAAF9yZWxzLy5yZWxzUEsBAi0AFAAGAAgAAAAhAOPyCHTEAAAA3AAAAA8A&#10;AAAAAAAAAAAAAAAABwIAAGRycy9kb3ducmV2LnhtbFBLBQYAAAAAAwADALcAAAD4AgAAAAA=&#10;"/>
                      <v:line id="Line 812" o:spid="_x0000_s1089" style="position:absolute;visibility:visible;mso-wrap-style:square" from="7753,10368" to="8364,1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5AAxAAAANwAAAAPAAAAZHJzL2Rvd25yZXYueG1sRE9Na8JA&#10;EL0X/A/LFHqrG20J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GwbkADEAAAA3AAAAA8A&#10;AAAAAAAAAAAAAAAABwIAAGRycy9kb3ducmV2LnhtbFBLBQYAAAAAAwADALcAAAD4AgAAAAA=&#10;"/>
                    </v:group>
                  </w:pict>
                </mc:Fallback>
              </mc:AlternateContent>
            </w:r>
          </w:p>
        </w:tc>
      </w:tr>
      <w:tr w:rsidR="00556C09" w:rsidRPr="001B1BC9" w:rsidTr="007D5E40">
        <w:tc>
          <w:tcPr>
            <w:tcW w:w="1960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D2857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04EF2" id="Freeform 704" o:spid="_x0000_s1026" style="position:absolute;margin-left:66.15pt;margin-top:2.2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9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6D2857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1C543" id="Freeform 707" o:spid="_x0000_s1026" style="position:absolute;margin-left:293.2pt;margin-top:2.9pt;width:26.4pt;height: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BDD68" id="Freeform 706" o:spid="_x0000_s1026" style="position:absolute;margin-left:198.75pt;margin-top:2.6pt;width:31.15pt;height: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4FCDA" id="Freeform 705" o:spid="_x0000_s1026" style="position:absolute;margin-left:137.25pt;margin-top:3.05pt;width:31.15pt;height: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A452E" id="Freeform 703" o:spid="_x0000_s1026" alt="Granite" style="position:absolute;margin-left:52.3pt;margin-top:2.35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56C09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66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D2857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D2857">
              <w:rPr>
                <w:rFonts w:ascii="Arial" w:hAnsi="Arial" w:cs="Arial"/>
                <w:sz w:val="18"/>
                <w:szCs w:val="20"/>
              </w:rPr>
              <w:t>Patent. Diffuse calcification with no significant stenosis seen. Normal calibre Aorta.</w:t>
            </w:r>
          </w:p>
        </w:tc>
      </w:tr>
      <w:tr w:rsidR="00556C09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3834" w:type="dxa"/>
            <w:shd w:val="clear" w:color="auto" w:fill="auto"/>
          </w:tcPr>
          <w:p w:rsidR="00556C09" w:rsidRPr="0092694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92694E"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</w:tc>
      </w:tr>
      <w:tr w:rsidR="006D2857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  <w:tc>
          <w:tcPr>
            <w:tcW w:w="3834" w:type="dxa"/>
            <w:shd w:val="clear" w:color="auto" w:fill="auto"/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</w:tr>
      <w:tr w:rsidR="006D2857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  <w:tc>
          <w:tcPr>
            <w:tcW w:w="3834" w:type="dxa"/>
            <w:shd w:val="clear" w:color="auto" w:fill="auto"/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6D2857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  <w:tc>
          <w:tcPr>
            <w:tcW w:w="3834" w:type="dxa"/>
            <w:shd w:val="clear" w:color="auto" w:fill="auto"/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</w:tr>
      <w:tr w:rsidR="006D2857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  <w:tc>
          <w:tcPr>
            <w:tcW w:w="3834" w:type="dxa"/>
            <w:shd w:val="clear" w:color="auto" w:fill="auto"/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</w:tr>
      <w:tr w:rsidR="006D2857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8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run off seen to cross the ankle. Dense diffuse calcification throughout with no significant focal stenosis seen.</w:t>
            </w:r>
          </w:p>
        </w:tc>
        <w:tc>
          <w:tcPr>
            <w:tcW w:w="3834" w:type="dxa"/>
            <w:shd w:val="clear" w:color="auto" w:fill="auto"/>
          </w:tcPr>
          <w:p w:rsidR="006D2857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run off seen to cross the ankle. Dense diffuse calcification throughout with no significant focal stenosis seen.</w:t>
            </w:r>
          </w:p>
          <w:p w:rsidR="006D2857" w:rsidRPr="009725AE" w:rsidRDefault="006D2857" w:rsidP="006D2857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6D2857" w:rsidRPr="001B1BC9" w:rsidTr="007D5E40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1B1BC9" w:rsidRDefault="006D2857" w:rsidP="006D2857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D2857" w:rsidRPr="001B1BC9" w:rsidRDefault="006D2857" w:rsidP="006D2857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857" w:rsidRDefault="006D2857">
      <w:r>
        <w:separator/>
      </w:r>
    </w:p>
  </w:endnote>
  <w:endnote w:type="continuationSeparator" w:id="0">
    <w:p w:rsidR="006D2857" w:rsidRDefault="006D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857" w:rsidRDefault="006D2857">
      <w:r>
        <w:separator/>
      </w:r>
    </w:p>
  </w:footnote>
  <w:footnote w:type="continuationSeparator" w:id="0">
    <w:p w:rsidR="006D2857" w:rsidRDefault="006D2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6D285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4760595</wp:posOffset>
          </wp:positionH>
          <wp:positionV relativeFrom="paragraph">
            <wp:posOffset>-33020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57"/>
    <w:rsid w:val="00082FF5"/>
    <w:rsid w:val="000A3239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07DD7"/>
    <w:rsid w:val="00311F33"/>
    <w:rsid w:val="00317A10"/>
    <w:rsid w:val="00324B94"/>
    <w:rsid w:val="00332965"/>
    <w:rsid w:val="003512C1"/>
    <w:rsid w:val="003618FD"/>
    <w:rsid w:val="00361AE4"/>
    <w:rsid w:val="003A31C2"/>
    <w:rsid w:val="003B2913"/>
    <w:rsid w:val="003B70F9"/>
    <w:rsid w:val="003B7DF9"/>
    <w:rsid w:val="003E5339"/>
    <w:rsid w:val="003F088A"/>
    <w:rsid w:val="00400424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D2857"/>
    <w:rsid w:val="006D3249"/>
    <w:rsid w:val="00727077"/>
    <w:rsid w:val="00746C88"/>
    <w:rsid w:val="00764A77"/>
    <w:rsid w:val="0077506E"/>
    <w:rsid w:val="00781E01"/>
    <w:rsid w:val="00784424"/>
    <w:rsid w:val="007A7B01"/>
    <w:rsid w:val="007D5E40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5493A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5F21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</o:shapedefaults>
    <o:shapelayout v:ext="edit">
      <o:idmap v:ext="edit" data="1"/>
    </o:shapelayout>
  </w:shapeDefaults>
  <w:decimalSymbol w:val="."/>
  <w:listSeparator w:val=","/>
  <w14:docId w14:val="02023FCB"/>
  <w15:chartTrackingRefBased/>
  <w15:docId w15:val="{DF950F6D-90EB-46A0-B370-2396977C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7D5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5E4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Arterial%20Bila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Bilat LEA</Template>
  <TotalTime>1</TotalTime>
  <Pages>1</Pages>
  <Words>166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cp:lastPrinted>2020-07-29T11:45:00Z</cp:lastPrinted>
  <dcterms:created xsi:type="dcterms:W3CDTF">2020-08-12T07:40:00Z</dcterms:created>
  <dcterms:modified xsi:type="dcterms:W3CDTF">2020-08-12T07:41:00Z</dcterms:modified>
  <cp:category>Patient Report</cp:category>
</cp:coreProperties>
</file>